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95" w:rsidRPr="00AC4597" w:rsidRDefault="00A22295">
      <w:pPr>
        <w:jc w:val="center"/>
        <w:rPr>
          <w:color w:val="000000"/>
          <w:sz w:val="24"/>
        </w:rPr>
      </w:pPr>
    </w:p>
    <w:p w:rsidR="009F200E" w:rsidRPr="00AF2F50" w:rsidRDefault="009F200E" w:rsidP="00A747FF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bookmarkStart w:id="0" w:name="_Ref42151281"/>
      <w:bookmarkEnd w:id="0"/>
      <w:r w:rsidRPr="00AF2F50">
        <w:rPr>
          <w:rFonts w:ascii="Verdana" w:hAnsi="Verdana" w:cs="Tahoma"/>
          <w:b/>
          <w:color w:val="000000"/>
          <w:sz w:val="22"/>
          <w:szCs w:val="22"/>
        </w:rPr>
        <w:t>GENERALNA DYREKCJA DRÓG KRAJOWYCH I AUTOSTRAD</w:t>
      </w:r>
    </w:p>
    <w:p w:rsidR="009F200E" w:rsidRPr="00AF2F50" w:rsidRDefault="009F200E" w:rsidP="00A747FF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r w:rsidRPr="00AF2F50">
        <w:rPr>
          <w:rFonts w:ascii="Verdana" w:hAnsi="Verdana" w:cs="Tahoma"/>
          <w:b/>
          <w:color w:val="000000"/>
          <w:sz w:val="22"/>
          <w:szCs w:val="22"/>
        </w:rPr>
        <w:t>ODDZIAŁ W KIELCACH</w:t>
      </w: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A747FF" w:rsidRDefault="009F200E" w:rsidP="009F200E">
      <w:pPr>
        <w:jc w:val="center"/>
        <w:rPr>
          <w:rFonts w:ascii="Verdana" w:hAnsi="Verdana" w:cs="Tahoma"/>
          <w:b/>
          <w:color w:val="000000"/>
          <w:sz w:val="24"/>
          <w:szCs w:val="24"/>
        </w:rPr>
      </w:pPr>
      <w:r w:rsidRPr="00A747FF">
        <w:rPr>
          <w:rFonts w:ascii="Verdana" w:hAnsi="Verdana" w:cs="Tahoma"/>
          <w:b/>
          <w:color w:val="000000"/>
          <w:sz w:val="24"/>
          <w:szCs w:val="24"/>
        </w:rPr>
        <w:t>OPIS PRZEDMIOTU ZAMÓWIENIA</w:t>
      </w:r>
    </w:p>
    <w:p w:rsidR="009F200E" w:rsidRPr="00853FA3" w:rsidRDefault="009F200E" w:rsidP="005608B5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Tahoma"/>
          <w:b/>
          <w:i w:val="0"/>
          <w:color w:val="000000"/>
          <w:spacing w:val="0"/>
          <w:kern w:val="0"/>
        </w:rPr>
      </w:pPr>
    </w:p>
    <w:p w:rsidR="00003BFC" w:rsidRPr="00003BFC" w:rsidRDefault="00A747FF" w:rsidP="00003BFC">
      <w:pPr>
        <w:spacing w:line="360" w:lineRule="auto"/>
        <w:ind w:left="357"/>
        <w:jc w:val="center"/>
        <w:rPr>
          <w:rFonts w:ascii="Verdana" w:hAnsi="Verdana"/>
          <w:b/>
          <w:sz w:val="22"/>
          <w:szCs w:val="22"/>
        </w:rPr>
      </w:pPr>
      <w:r w:rsidRPr="00AF2F50">
        <w:rPr>
          <w:rFonts w:ascii="Verdana" w:hAnsi="Verdana"/>
          <w:b/>
          <w:sz w:val="22"/>
          <w:szCs w:val="22"/>
        </w:rPr>
        <w:t>Dokumentacja geodezyjno-kartograficzna dotycząca podział</w:t>
      </w:r>
      <w:r w:rsidR="00240797">
        <w:rPr>
          <w:rFonts w:ascii="Verdana" w:hAnsi="Verdana"/>
          <w:b/>
          <w:sz w:val="22"/>
          <w:szCs w:val="22"/>
        </w:rPr>
        <w:t>u</w:t>
      </w:r>
      <w:r w:rsidRPr="00AF2F50">
        <w:rPr>
          <w:rFonts w:ascii="Verdana" w:hAnsi="Verdana"/>
          <w:b/>
          <w:sz w:val="22"/>
          <w:szCs w:val="22"/>
        </w:rPr>
        <w:t xml:space="preserve"> nieruchomości </w:t>
      </w:r>
      <w:r w:rsidR="007325FE">
        <w:rPr>
          <w:rFonts w:ascii="Verdana" w:hAnsi="Verdana"/>
          <w:b/>
          <w:sz w:val="22"/>
          <w:szCs w:val="22"/>
        </w:rPr>
        <w:t>oznaczon</w:t>
      </w:r>
      <w:r w:rsidR="002B7370">
        <w:rPr>
          <w:rFonts w:ascii="Verdana" w:hAnsi="Verdana"/>
          <w:b/>
          <w:sz w:val="22"/>
          <w:szCs w:val="22"/>
        </w:rPr>
        <w:t>ych</w:t>
      </w:r>
      <w:r w:rsidR="007325FE">
        <w:rPr>
          <w:rFonts w:ascii="Verdana" w:hAnsi="Verdana"/>
          <w:b/>
          <w:sz w:val="22"/>
          <w:szCs w:val="22"/>
        </w:rPr>
        <w:t xml:space="preserve"> jako działk</w:t>
      </w:r>
      <w:r w:rsidR="00EF138F">
        <w:rPr>
          <w:rFonts w:ascii="Verdana" w:hAnsi="Verdana"/>
          <w:b/>
          <w:sz w:val="22"/>
          <w:szCs w:val="22"/>
        </w:rPr>
        <w:t>i</w:t>
      </w:r>
      <w:r w:rsidR="007325FE">
        <w:rPr>
          <w:rFonts w:ascii="Verdana" w:hAnsi="Verdana"/>
          <w:b/>
          <w:sz w:val="22"/>
          <w:szCs w:val="22"/>
        </w:rPr>
        <w:t xml:space="preserve"> nr </w:t>
      </w:r>
      <w:r w:rsidR="002B7370">
        <w:rPr>
          <w:rFonts w:ascii="Verdana" w:hAnsi="Verdana"/>
          <w:b/>
          <w:sz w:val="22"/>
          <w:szCs w:val="22"/>
        </w:rPr>
        <w:t>97</w:t>
      </w:r>
      <w:r w:rsidR="007325FE">
        <w:rPr>
          <w:rFonts w:ascii="Verdana" w:hAnsi="Verdana"/>
          <w:b/>
          <w:sz w:val="22"/>
          <w:szCs w:val="22"/>
        </w:rPr>
        <w:t xml:space="preserve"> o pow. </w:t>
      </w:r>
      <w:r w:rsidR="002B7370">
        <w:rPr>
          <w:rFonts w:ascii="Verdana" w:hAnsi="Verdana"/>
          <w:b/>
          <w:sz w:val="22"/>
          <w:szCs w:val="22"/>
        </w:rPr>
        <w:t>19,1643</w:t>
      </w:r>
      <w:r w:rsidR="0035516D">
        <w:rPr>
          <w:rFonts w:ascii="Verdana" w:hAnsi="Verdana"/>
          <w:b/>
          <w:sz w:val="22"/>
          <w:szCs w:val="22"/>
        </w:rPr>
        <w:t xml:space="preserve"> ha</w:t>
      </w:r>
      <w:r w:rsidR="00B97612">
        <w:rPr>
          <w:rFonts w:ascii="Verdana" w:hAnsi="Verdana"/>
          <w:b/>
          <w:sz w:val="22"/>
          <w:szCs w:val="22"/>
        </w:rPr>
        <w:t xml:space="preserve"> </w:t>
      </w:r>
      <w:r w:rsidR="006805D4">
        <w:rPr>
          <w:rFonts w:ascii="Verdana" w:hAnsi="Verdana"/>
          <w:b/>
          <w:sz w:val="22"/>
          <w:szCs w:val="22"/>
        </w:rPr>
        <w:br/>
      </w:r>
      <w:r w:rsidR="00B97612">
        <w:rPr>
          <w:rFonts w:ascii="Verdana" w:hAnsi="Verdana"/>
          <w:b/>
          <w:sz w:val="22"/>
          <w:szCs w:val="22"/>
        </w:rPr>
        <w:t xml:space="preserve">i nr </w:t>
      </w:r>
      <w:r w:rsidR="002B7370">
        <w:rPr>
          <w:rFonts w:ascii="Verdana" w:hAnsi="Verdana"/>
          <w:b/>
          <w:sz w:val="22"/>
          <w:szCs w:val="22"/>
        </w:rPr>
        <w:t>348/46</w:t>
      </w:r>
      <w:r w:rsidR="00B97612">
        <w:rPr>
          <w:rFonts w:ascii="Verdana" w:hAnsi="Verdana"/>
          <w:b/>
          <w:sz w:val="22"/>
          <w:szCs w:val="22"/>
        </w:rPr>
        <w:t xml:space="preserve"> o pow. </w:t>
      </w:r>
      <w:r w:rsidR="002B7370">
        <w:rPr>
          <w:rFonts w:ascii="Verdana" w:hAnsi="Verdana"/>
          <w:b/>
          <w:sz w:val="22"/>
          <w:szCs w:val="22"/>
        </w:rPr>
        <w:t>5,1224</w:t>
      </w:r>
      <w:r w:rsidR="00B97612">
        <w:rPr>
          <w:rFonts w:ascii="Verdana" w:hAnsi="Verdana"/>
          <w:b/>
          <w:sz w:val="22"/>
          <w:szCs w:val="22"/>
        </w:rPr>
        <w:t xml:space="preserve"> ha</w:t>
      </w:r>
      <w:r w:rsidR="007325FE">
        <w:rPr>
          <w:rFonts w:ascii="Verdana" w:hAnsi="Verdana"/>
          <w:b/>
          <w:sz w:val="22"/>
          <w:szCs w:val="22"/>
        </w:rPr>
        <w:t xml:space="preserve">, </w:t>
      </w:r>
      <w:r w:rsidR="00003BFC" w:rsidRPr="00AF2F50">
        <w:rPr>
          <w:rFonts w:ascii="Verdana" w:hAnsi="Verdana" w:cs="Tahoma"/>
          <w:b/>
          <w:sz w:val="22"/>
          <w:szCs w:val="22"/>
        </w:rPr>
        <w:t>położon</w:t>
      </w:r>
      <w:r w:rsidR="002B7370">
        <w:rPr>
          <w:rFonts w:ascii="Verdana" w:hAnsi="Verdana" w:cs="Tahoma"/>
          <w:b/>
          <w:sz w:val="22"/>
          <w:szCs w:val="22"/>
        </w:rPr>
        <w:t>ych</w:t>
      </w:r>
      <w:r w:rsidR="00003BFC"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003BFC" w:rsidRPr="00AF2F50">
        <w:rPr>
          <w:rFonts w:ascii="Verdana" w:hAnsi="Verdana" w:cs="Arial"/>
          <w:b/>
          <w:sz w:val="22"/>
          <w:szCs w:val="22"/>
        </w:rPr>
        <w:t xml:space="preserve">w </w:t>
      </w:r>
      <w:r w:rsidR="002B7370">
        <w:rPr>
          <w:rFonts w:ascii="Verdana" w:hAnsi="Verdana" w:cs="Arial"/>
          <w:b/>
          <w:sz w:val="22"/>
          <w:szCs w:val="22"/>
        </w:rPr>
        <w:t xml:space="preserve">Chęcinach, </w:t>
      </w:r>
      <w:r w:rsidR="007325FE">
        <w:rPr>
          <w:rFonts w:ascii="Verdana" w:hAnsi="Verdana" w:cs="Arial"/>
          <w:b/>
          <w:sz w:val="22"/>
          <w:szCs w:val="22"/>
        </w:rPr>
        <w:t xml:space="preserve">obręb </w:t>
      </w:r>
      <w:r w:rsidR="002B7370">
        <w:rPr>
          <w:rFonts w:ascii="Verdana" w:hAnsi="Verdana" w:cs="Arial"/>
          <w:b/>
          <w:sz w:val="22"/>
          <w:szCs w:val="22"/>
        </w:rPr>
        <w:t>0001</w:t>
      </w:r>
      <w:r w:rsidR="00003BFC">
        <w:rPr>
          <w:rFonts w:ascii="Verdana" w:hAnsi="Verdana" w:cs="Arial"/>
          <w:b/>
          <w:sz w:val="22"/>
          <w:szCs w:val="22"/>
        </w:rPr>
        <w:t>,</w:t>
      </w:r>
      <w:r w:rsidR="00003BFC" w:rsidRPr="00AF2F50">
        <w:rPr>
          <w:rFonts w:ascii="Verdana" w:hAnsi="Verdana" w:cs="Tahoma"/>
          <w:b/>
          <w:sz w:val="22"/>
          <w:szCs w:val="22"/>
        </w:rPr>
        <w:t xml:space="preserve"> </w:t>
      </w:r>
    </w:p>
    <w:p w:rsidR="00003BFC" w:rsidRDefault="002B7370" w:rsidP="000714D9">
      <w:pPr>
        <w:spacing w:line="360" w:lineRule="auto"/>
        <w:ind w:left="357"/>
        <w:jc w:val="center"/>
        <w:rPr>
          <w:rFonts w:ascii="Verdana" w:hAnsi="Verdana" w:cs="Tahoma"/>
          <w:b/>
          <w:sz w:val="22"/>
          <w:szCs w:val="22"/>
        </w:rPr>
      </w:pPr>
      <w:r w:rsidRPr="002B7370">
        <w:rPr>
          <w:rFonts w:ascii="Verdana" w:hAnsi="Verdana" w:cs="Tahoma"/>
          <w:b/>
          <w:sz w:val="22"/>
          <w:szCs w:val="22"/>
        </w:rPr>
        <w:t>zajętych pod pas drogowy drogi krajowej Nr S7</w:t>
      </w:r>
      <w:r w:rsidR="004B4494">
        <w:rPr>
          <w:rFonts w:ascii="Verdana" w:hAnsi="Verdana" w:cs="Tahoma"/>
          <w:b/>
          <w:sz w:val="22"/>
          <w:szCs w:val="22"/>
        </w:rPr>
        <w:t>,</w:t>
      </w:r>
      <w:r w:rsidR="00821966" w:rsidRPr="00AF2F50">
        <w:rPr>
          <w:rFonts w:ascii="Verdana" w:hAnsi="Verdana" w:cs="Tahoma"/>
          <w:b/>
          <w:sz w:val="22"/>
          <w:szCs w:val="22"/>
        </w:rPr>
        <w:t xml:space="preserve"> </w:t>
      </w:r>
    </w:p>
    <w:p w:rsidR="0096565F" w:rsidRDefault="00821966" w:rsidP="000714D9">
      <w:pPr>
        <w:spacing w:line="360" w:lineRule="auto"/>
        <w:ind w:left="357"/>
        <w:jc w:val="center"/>
        <w:rPr>
          <w:rFonts w:ascii="Verdana" w:hAnsi="Verdana"/>
          <w:b/>
          <w:sz w:val="22"/>
          <w:szCs w:val="22"/>
        </w:rPr>
      </w:pPr>
      <w:r w:rsidRPr="00AF2F50">
        <w:rPr>
          <w:rFonts w:ascii="Verdana" w:hAnsi="Verdana"/>
          <w:b/>
          <w:sz w:val="22"/>
          <w:szCs w:val="22"/>
        </w:rPr>
        <w:t xml:space="preserve">w trybie </w:t>
      </w:r>
      <w:r w:rsidR="00A747FF" w:rsidRPr="00AF2F50">
        <w:rPr>
          <w:rFonts w:ascii="Verdana" w:hAnsi="Verdana"/>
          <w:b/>
          <w:sz w:val="22"/>
          <w:szCs w:val="22"/>
        </w:rPr>
        <w:t>u</w:t>
      </w:r>
      <w:r w:rsidRPr="00AF2F50">
        <w:rPr>
          <w:rFonts w:ascii="Verdana" w:hAnsi="Verdana"/>
          <w:b/>
          <w:sz w:val="22"/>
          <w:szCs w:val="22"/>
        </w:rPr>
        <w:t xml:space="preserve">stawy z dnia 21 sierpnia 1997 r. </w:t>
      </w:r>
    </w:p>
    <w:p w:rsidR="00821966" w:rsidRPr="00003BFC" w:rsidRDefault="00821966" w:rsidP="00003BFC">
      <w:pPr>
        <w:spacing w:line="360" w:lineRule="auto"/>
        <w:ind w:left="357"/>
        <w:jc w:val="center"/>
        <w:rPr>
          <w:rFonts w:ascii="Verdana" w:hAnsi="Verdana" w:cs="Tahoma"/>
          <w:b/>
          <w:sz w:val="22"/>
          <w:szCs w:val="22"/>
        </w:rPr>
      </w:pPr>
      <w:r w:rsidRPr="00AF2F50">
        <w:rPr>
          <w:rFonts w:ascii="Verdana" w:hAnsi="Verdana"/>
          <w:b/>
          <w:color w:val="000000"/>
          <w:sz w:val="22"/>
          <w:szCs w:val="22"/>
        </w:rPr>
        <w:t>o gospodarce nieruchomościami</w:t>
      </w:r>
      <w:r w:rsidR="0096565F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Pr="00AF2F50">
        <w:rPr>
          <w:rFonts w:ascii="Verdana" w:hAnsi="Verdana"/>
          <w:b/>
          <w:sz w:val="22"/>
          <w:szCs w:val="22"/>
        </w:rPr>
        <w:t>(</w:t>
      </w:r>
      <w:r w:rsidR="00A747FF" w:rsidRPr="00AF2F50">
        <w:rPr>
          <w:rFonts w:ascii="Verdana" w:hAnsi="Verdana"/>
          <w:b/>
          <w:bCs/>
          <w:sz w:val="22"/>
          <w:szCs w:val="22"/>
        </w:rPr>
        <w:t>Dz. U. z 202</w:t>
      </w:r>
      <w:r w:rsidR="00AE0AEE">
        <w:rPr>
          <w:rFonts w:ascii="Verdana" w:hAnsi="Verdana"/>
          <w:b/>
          <w:bCs/>
          <w:sz w:val="22"/>
          <w:szCs w:val="22"/>
        </w:rPr>
        <w:t>3</w:t>
      </w:r>
      <w:r w:rsidR="00A747FF" w:rsidRPr="00AF2F50">
        <w:rPr>
          <w:rFonts w:ascii="Verdana" w:hAnsi="Verdana"/>
          <w:b/>
          <w:bCs/>
          <w:sz w:val="22"/>
          <w:szCs w:val="22"/>
        </w:rPr>
        <w:t xml:space="preserve"> r. poz. </w:t>
      </w:r>
      <w:r w:rsidR="00AE0AEE">
        <w:rPr>
          <w:rFonts w:ascii="Verdana" w:hAnsi="Verdana"/>
          <w:b/>
          <w:bCs/>
          <w:sz w:val="22"/>
          <w:szCs w:val="22"/>
        </w:rPr>
        <w:t>344 ze zm.</w:t>
      </w:r>
      <w:r w:rsidRPr="00AF2F50">
        <w:rPr>
          <w:rFonts w:ascii="Verdana" w:hAnsi="Verdana"/>
          <w:b/>
          <w:sz w:val="22"/>
          <w:szCs w:val="22"/>
        </w:rPr>
        <w:t>)</w:t>
      </w:r>
      <w:r w:rsidRPr="00AF2F50">
        <w:rPr>
          <w:rFonts w:ascii="Verdana" w:hAnsi="Verdana" w:cs="Arial"/>
          <w:b/>
          <w:sz w:val="22"/>
          <w:szCs w:val="22"/>
        </w:rPr>
        <w:t>.</w:t>
      </w:r>
    </w:p>
    <w:p w:rsidR="002B4064" w:rsidRPr="00853FA3" w:rsidRDefault="002B4064" w:rsidP="0080218C">
      <w:pPr>
        <w:ind w:left="142" w:hanging="283"/>
        <w:rPr>
          <w:rFonts w:ascii="Verdana" w:hAnsi="Verdana" w:cs="Arial"/>
          <w:color w:val="000000"/>
        </w:rPr>
      </w:pPr>
    </w:p>
    <w:p w:rsidR="002B4064" w:rsidRPr="00853FA3" w:rsidRDefault="002B4064" w:rsidP="0080218C">
      <w:pPr>
        <w:ind w:left="142" w:hanging="283"/>
        <w:rPr>
          <w:rFonts w:ascii="Verdana" w:hAnsi="Verdana" w:cs="Arial"/>
          <w:color w:val="000000"/>
        </w:rPr>
      </w:pPr>
    </w:p>
    <w:p w:rsidR="009F200E" w:rsidRPr="00853FA3" w:rsidRDefault="009F200E" w:rsidP="009F200E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Arial"/>
          <w:b/>
          <w:i w:val="0"/>
          <w:color w:val="000000"/>
          <w:spacing w:val="0"/>
          <w:kern w:val="0"/>
        </w:rPr>
      </w:pPr>
    </w:p>
    <w:p w:rsidR="009F200E" w:rsidRPr="00853FA3" w:rsidRDefault="009F200E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821966">
      <w:pPr>
        <w:ind w:firstLine="360"/>
        <w:jc w:val="left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spacing w:line="360" w:lineRule="auto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spacing w:line="360" w:lineRule="auto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rPr>
          <w:rFonts w:ascii="Verdana" w:hAnsi="Verdana" w:cs="Tahoma"/>
          <w:b/>
          <w:color w:val="000000"/>
        </w:rPr>
      </w:pPr>
    </w:p>
    <w:p w:rsidR="00821966" w:rsidRPr="00853FA3" w:rsidRDefault="00821966" w:rsidP="00821966">
      <w:pPr>
        <w:ind w:firstLine="360"/>
        <w:rPr>
          <w:rFonts w:ascii="Verdana" w:hAnsi="Verdana" w:cs="Tahoma"/>
          <w:b/>
          <w:bCs/>
          <w:color w:val="000000"/>
        </w:rPr>
      </w:pPr>
    </w:p>
    <w:p w:rsidR="00821966" w:rsidRPr="00853FA3" w:rsidRDefault="00821966" w:rsidP="00821966">
      <w:pPr>
        <w:ind w:firstLine="360"/>
        <w:rPr>
          <w:rFonts w:ascii="Verdana" w:hAnsi="Verdana" w:cs="Tahoma"/>
          <w:bCs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color w:val="000000"/>
        </w:rPr>
      </w:pPr>
    </w:p>
    <w:p w:rsidR="002B4064" w:rsidRPr="00853FA3" w:rsidRDefault="002B4064" w:rsidP="009F200E">
      <w:pPr>
        <w:jc w:val="center"/>
        <w:rPr>
          <w:rFonts w:ascii="Verdana" w:hAnsi="Verdana" w:cs="Tahoma"/>
          <w:color w:val="000000"/>
        </w:rPr>
      </w:pPr>
    </w:p>
    <w:p w:rsidR="002B4064" w:rsidRPr="00853FA3" w:rsidRDefault="002B4064" w:rsidP="009F200E">
      <w:pPr>
        <w:jc w:val="center"/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color w:val="000000"/>
        </w:rPr>
      </w:pPr>
    </w:p>
    <w:p w:rsidR="002B4064" w:rsidRDefault="002B4064" w:rsidP="009F200E">
      <w:pPr>
        <w:jc w:val="center"/>
        <w:rPr>
          <w:rFonts w:ascii="Verdana" w:hAnsi="Verdana" w:cs="Tahoma"/>
          <w:color w:val="000000"/>
        </w:rPr>
      </w:pPr>
    </w:p>
    <w:p w:rsidR="008A401B" w:rsidRDefault="008A401B" w:rsidP="009F200E">
      <w:pPr>
        <w:jc w:val="center"/>
        <w:rPr>
          <w:rFonts w:ascii="Verdana" w:hAnsi="Verdana" w:cs="Tahoma"/>
          <w:color w:val="000000"/>
        </w:rPr>
      </w:pPr>
    </w:p>
    <w:p w:rsidR="008A401B" w:rsidRPr="00853FA3" w:rsidRDefault="008A401B" w:rsidP="009F200E">
      <w:pPr>
        <w:jc w:val="center"/>
        <w:rPr>
          <w:rFonts w:ascii="Verdana" w:hAnsi="Verdana" w:cs="Tahoma"/>
          <w:color w:val="000000"/>
        </w:rPr>
      </w:pPr>
    </w:p>
    <w:p w:rsidR="00A22295" w:rsidRPr="00853FA3" w:rsidRDefault="009F200E" w:rsidP="00A747FF">
      <w:pPr>
        <w:jc w:val="center"/>
        <w:rPr>
          <w:rFonts w:ascii="Verdana" w:hAnsi="Verdana"/>
          <w:color w:val="000000"/>
        </w:rPr>
      </w:pPr>
      <w:r w:rsidRPr="00853FA3">
        <w:rPr>
          <w:rFonts w:ascii="Verdana" w:hAnsi="Verdana" w:cs="Tahoma"/>
          <w:color w:val="000000"/>
        </w:rPr>
        <w:t xml:space="preserve">Kielce, </w:t>
      </w:r>
      <w:r w:rsidR="00B97612">
        <w:rPr>
          <w:rFonts w:ascii="Verdana" w:hAnsi="Verdana" w:cs="Tahoma"/>
          <w:color w:val="000000"/>
        </w:rPr>
        <w:t>lipiec</w:t>
      </w:r>
      <w:r w:rsidR="00A747FF">
        <w:rPr>
          <w:rFonts w:ascii="Verdana" w:hAnsi="Verdana" w:cs="Tahoma"/>
          <w:color w:val="000000"/>
        </w:rPr>
        <w:t xml:space="preserve"> 202</w:t>
      </w:r>
      <w:r w:rsidR="00B97612">
        <w:rPr>
          <w:rFonts w:ascii="Verdana" w:hAnsi="Verdana" w:cs="Tahoma"/>
          <w:color w:val="000000"/>
        </w:rPr>
        <w:t>3</w:t>
      </w:r>
      <w:r w:rsidR="00A747FF">
        <w:rPr>
          <w:rFonts w:ascii="Verdana" w:hAnsi="Verdana" w:cs="Tahoma"/>
          <w:color w:val="000000"/>
        </w:rPr>
        <w:t xml:space="preserve"> r.</w:t>
      </w:r>
    </w:p>
    <w:p w:rsidR="00A22295" w:rsidRPr="00853FA3" w:rsidRDefault="00A22295">
      <w:pPr>
        <w:rPr>
          <w:rFonts w:ascii="Verdana" w:hAnsi="Verdana"/>
          <w:color w:val="000000"/>
        </w:rPr>
        <w:sectPr w:rsidR="00A22295" w:rsidRPr="00853FA3">
          <w:headerReference w:type="default" r:id="rId7"/>
          <w:pgSz w:w="11907" w:h="16840" w:code="9"/>
          <w:pgMar w:top="1418" w:right="1134" w:bottom="1418" w:left="1418" w:header="1985" w:footer="1531" w:gutter="0"/>
          <w:cols w:space="708"/>
          <w:titlePg/>
        </w:sectPr>
      </w:pPr>
    </w:p>
    <w:p w:rsidR="00A22295" w:rsidRPr="00853FA3" w:rsidRDefault="00A22295">
      <w:pPr>
        <w:pStyle w:val="Nagwek1"/>
        <w:rPr>
          <w:rFonts w:ascii="Verdana" w:hAnsi="Verdana"/>
          <w:color w:val="000000"/>
        </w:rPr>
      </w:pPr>
      <w:bookmarkStart w:id="1" w:name="_Toc404150096"/>
      <w:bookmarkStart w:id="2" w:name="_Toc416830698"/>
      <w:bookmarkStart w:id="3" w:name="_Toc6881279"/>
      <w:bookmarkStart w:id="4" w:name="_Toc192307833"/>
      <w:r w:rsidRPr="00853FA3">
        <w:rPr>
          <w:rFonts w:ascii="Verdana" w:hAnsi="Verdana"/>
          <w:color w:val="000000"/>
        </w:rPr>
        <w:lastRenderedPageBreak/>
        <w:t>WSTĘP</w:t>
      </w:r>
      <w:bookmarkEnd w:id="1"/>
      <w:bookmarkEnd w:id="2"/>
      <w:bookmarkEnd w:id="3"/>
      <w:r w:rsidRPr="00853FA3">
        <w:rPr>
          <w:rFonts w:ascii="Verdana" w:hAnsi="Verdana"/>
          <w:color w:val="000000"/>
        </w:rPr>
        <w:t xml:space="preserve"> I WYMAGANIA DLA </w:t>
      </w:r>
      <w:r w:rsidR="00E112DC" w:rsidRPr="00853FA3">
        <w:rPr>
          <w:rFonts w:ascii="Verdana" w:hAnsi="Verdana"/>
          <w:color w:val="000000"/>
        </w:rPr>
        <w:t>Przedmiotu Zamówienia</w:t>
      </w:r>
      <w:bookmarkEnd w:id="4"/>
    </w:p>
    <w:p w:rsidR="00A22295" w:rsidRPr="00853FA3" w:rsidRDefault="00A22295" w:rsidP="000275CF">
      <w:pPr>
        <w:pStyle w:val="Nagwek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Przedmiot opracowania </w:t>
      </w:r>
    </w:p>
    <w:p w:rsidR="00683708" w:rsidRPr="00853FA3" w:rsidRDefault="00A22295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Przedmiotem niniejszego Opisu przedmiotu zamówienia są wymagania</w:t>
      </w:r>
      <w:r w:rsidR="0020620D" w:rsidRPr="00853FA3">
        <w:rPr>
          <w:rFonts w:ascii="Verdana" w:hAnsi="Verdana"/>
          <w:color w:val="000000"/>
        </w:rPr>
        <w:t xml:space="preserve"> dotyczące </w:t>
      </w:r>
      <w:r w:rsidR="006665CC" w:rsidRPr="00853FA3">
        <w:rPr>
          <w:rFonts w:ascii="Verdana" w:hAnsi="Verdana"/>
          <w:color w:val="000000"/>
        </w:rPr>
        <w:t>wykonania i odbioru:</w:t>
      </w:r>
      <w:r w:rsidR="00683708" w:rsidRPr="00853FA3">
        <w:rPr>
          <w:rFonts w:ascii="Verdana" w:hAnsi="Verdana"/>
          <w:color w:val="000000"/>
        </w:rPr>
        <w:t xml:space="preserve"> </w:t>
      </w:r>
    </w:p>
    <w:p w:rsidR="003C2C4B" w:rsidRPr="002B7370" w:rsidRDefault="004B4494" w:rsidP="002B7370">
      <w:pPr>
        <w:rPr>
          <w:rFonts w:ascii="Verdana" w:hAnsi="Verdana"/>
          <w:i/>
          <w:u w:val="single"/>
        </w:rPr>
      </w:pPr>
      <w:r w:rsidRPr="004B4494">
        <w:rPr>
          <w:rFonts w:ascii="Verdana" w:hAnsi="Verdana"/>
          <w:i/>
          <w:u w:val="single"/>
        </w:rPr>
        <w:t>Dokumentacj</w:t>
      </w:r>
      <w:r>
        <w:rPr>
          <w:rFonts w:ascii="Verdana" w:hAnsi="Verdana"/>
          <w:i/>
          <w:u w:val="single"/>
        </w:rPr>
        <w:t>i</w:t>
      </w:r>
      <w:r w:rsidRPr="004B4494">
        <w:rPr>
          <w:rFonts w:ascii="Verdana" w:hAnsi="Verdana"/>
          <w:i/>
          <w:u w:val="single"/>
        </w:rPr>
        <w:t xml:space="preserve"> geodezyjno-kartograficzn</w:t>
      </w:r>
      <w:r>
        <w:rPr>
          <w:rFonts w:ascii="Verdana" w:hAnsi="Verdana"/>
          <w:i/>
          <w:u w:val="single"/>
        </w:rPr>
        <w:t>ej</w:t>
      </w:r>
      <w:r w:rsidRPr="004B4494">
        <w:rPr>
          <w:rFonts w:ascii="Verdana" w:hAnsi="Verdana"/>
          <w:i/>
          <w:u w:val="single"/>
        </w:rPr>
        <w:t xml:space="preserve"> dotycząc</w:t>
      </w:r>
      <w:r>
        <w:rPr>
          <w:rFonts w:ascii="Verdana" w:hAnsi="Verdana"/>
          <w:i/>
          <w:u w:val="single"/>
        </w:rPr>
        <w:t>ej</w:t>
      </w:r>
      <w:r w:rsidRPr="004B4494">
        <w:rPr>
          <w:rFonts w:ascii="Verdana" w:hAnsi="Verdana"/>
          <w:i/>
          <w:u w:val="single"/>
        </w:rPr>
        <w:t xml:space="preserve"> </w:t>
      </w:r>
      <w:r w:rsidR="008A401B">
        <w:rPr>
          <w:rFonts w:ascii="Verdana" w:hAnsi="Verdana"/>
          <w:i/>
          <w:u w:val="single"/>
        </w:rPr>
        <w:t>podziału</w:t>
      </w:r>
      <w:r w:rsidR="002B7370">
        <w:rPr>
          <w:rFonts w:ascii="Verdana" w:hAnsi="Verdana"/>
          <w:i/>
          <w:u w:val="single"/>
        </w:rPr>
        <w:t xml:space="preserve"> nieruchomości </w:t>
      </w:r>
      <w:r w:rsidR="008A401B" w:rsidRPr="008A401B">
        <w:rPr>
          <w:rFonts w:ascii="Verdana" w:hAnsi="Verdana"/>
          <w:i/>
          <w:u w:val="single"/>
        </w:rPr>
        <w:t>oznaczon</w:t>
      </w:r>
      <w:r w:rsidR="002B7370">
        <w:rPr>
          <w:rFonts w:ascii="Verdana" w:hAnsi="Verdana"/>
          <w:i/>
          <w:u w:val="single"/>
        </w:rPr>
        <w:t>ych</w:t>
      </w:r>
      <w:r w:rsidR="003627FA">
        <w:rPr>
          <w:rFonts w:ascii="Verdana" w:hAnsi="Verdana"/>
          <w:i/>
          <w:u w:val="single"/>
        </w:rPr>
        <w:t xml:space="preserve"> </w:t>
      </w:r>
      <w:r w:rsidR="008A401B" w:rsidRPr="008A401B">
        <w:rPr>
          <w:rFonts w:ascii="Verdana" w:hAnsi="Verdana"/>
          <w:i/>
          <w:u w:val="single"/>
        </w:rPr>
        <w:t xml:space="preserve">jako </w:t>
      </w:r>
      <w:r w:rsidR="00AE0AEE" w:rsidRPr="00AE0AEE">
        <w:rPr>
          <w:rFonts w:ascii="Verdana" w:hAnsi="Verdana"/>
          <w:i/>
          <w:u w:val="single"/>
        </w:rPr>
        <w:t xml:space="preserve">działki nr </w:t>
      </w:r>
      <w:r w:rsidR="002B7370">
        <w:rPr>
          <w:rFonts w:ascii="Verdana" w:hAnsi="Verdana"/>
          <w:i/>
          <w:u w:val="single"/>
        </w:rPr>
        <w:t xml:space="preserve">97 o pow. 19,1643 ha </w:t>
      </w:r>
      <w:r w:rsidR="002B7370" w:rsidRPr="002B7370">
        <w:rPr>
          <w:rFonts w:ascii="Verdana" w:hAnsi="Verdana"/>
          <w:i/>
          <w:u w:val="single"/>
        </w:rPr>
        <w:t xml:space="preserve">i nr 348/46 o pow. 5,1224 ha, położonych </w:t>
      </w:r>
      <w:r w:rsidR="003627FA">
        <w:rPr>
          <w:rFonts w:ascii="Verdana" w:hAnsi="Verdana"/>
          <w:i/>
          <w:u w:val="single"/>
        </w:rPr>
        <w:br/>
      </w:r>
      <w:r w:rsidR="002B7370" w:rsidRPr="002B7370">
        <w:rPr>
          <w:rFonts w:ascii="Verdana" w:hAnsi="Verdana"/>
          <w:i/>
          <w:u w:val="single"/>
        </w:rPr>
        <w:t>w Chęcinach, obręb 0001</w:t>
      </w:r>
      <w:r w:rsidR="00FF4E4F" w:rsidRPr="00FF4E4F">
        <w:rPr>
          <w:rFonts w:ascii="Verdana" w:hAnsi="Verdana"/>
          <w:i/>
          <w:u w:val="single"/>
        </w:rPr>
        <w:t>, zajęt</w:t>
      </w:r>
      <w:r w:rsidR="002B7370">
        <w:rPr>
          <w:rFonts w:ascii="Verdana" w:hAnsi="Verdana"/>
          <w:i/>
          <w:u w:val="single"/>
        </w:rPr>
        <w:t>ych</w:t>
      </w:r>
      <w:r w:rsidR="00FF4E4F" w:rsidRPr="00FF4E4F">
        <w:rPr>
          <w:rFonts w:ascii="Verdana" w:hAnsi="Verdana"/>
          <w:i/>
          <w:u w:val="single"/>
        </w:rPr>
        <w:t xml:space="preserve"> pod pas drogowy drogi krajowej Nr </w:t>
      </w:r>
      <w:r w:rsidR="002B7370">
        <w:rPr>
          <w:rFonts w:ascii="Verdana" w:hAnsi="Verdana"/>
          <w:i/>
          <w:u w:val="single"/>
        </w:rPr>
        <w:t>S</w:t>
      </w:r>
      <w:r w:rsidR="00AE0AEE">
        <w:rPr>
          <w:rFonts w:ascii="Verdana" w:hAnsi="Verdana"/>
          <w:i/>
          <w:u w:val="single"/>
        </w:rPr>
        <w:t>7</w:t>
      </w:r>
      <w:r w:rsidR="008A401B" w:rsidRPr="008A401B">
        <w:rPr>
          <w:rFonts w:ascii="Verdana" w:hAnsi="Verdana"/>
          <w:i/>
          <w:u w:val="single"/>
        </w:rPr>
        <w:t>, w trybie ust</w:t>
      </w:r>
      <w:r w:rsidR="00AE0AEE">
        <w:rPr>
          <w:rFonts w:ascii="Verdana" w:hAnsi="Verdana"/>
          <w:i/>
          <w:u w:val="single"/>
        </w:rPr>
        <w:t xml:space="preserve">awy </w:t>
      </w:r>
      <w:r w:rsidR="008A401B">
        <w:rPr>
          <w:rFonts w:ascii="Verdana" w:hAnsi="Verdana"/>
          <w:i/>
          <w:u w:val="single"/>
        </w:rPr>
        <w:t xml:space="preserve">z dnia 21 sierpnia 1997 r. </w:t>
      </w:r>
      <w:r w:rsidR="008A401B" w:rsidRPr="008A401B">
        <w:rPr>
          <w:rFonts w:ascii="Verdana" w:hAnsi="Verdana"/>
          <w:i/>
          <w:u w:val="single"/>
        </w:rPr>
        <w:t>o g</w:t>
      </w:r>
      <w:r w:rsidR="008A401B">
        <w:rPr>
          <w:rFonts w:ascii="Verdana" w:hAnsi="Verdana"/>
          <w:i/>
          <w:u w:val="single"/>
        </w:rPr>
        <w:t>ospo</w:t>
      </w:r>
      <w:r w:rsidR="00FF4E4F">
        <w:rPr>
          <w:rFonts w:ascii="Verdana" w:hAnsi="Verdana"/>
          <w:i/>
          <w:u w:val="single"/>
        </w:rPr>
        <w:t xml:space="preserve">darce nieruchomościami (Dz.U. </w:t>
      </w:r>
      <w:r w:rsidR="008A401B">
        <w:rPr>
          <w:rFonts w:ascii="Verdana" w:hAnsi="Verdana"/>
          <w:i/>
          <w:u w:val="single"/>
        </w:rPr>
        <w:t>z 202</w:t>
      </w:r>
      <w:r w:rsidR="00AE0AEE">
        <w:rPr>
          <w:rFonts w:ascii="Verdana" w:hAnsi="Verdana"/>
          <w:i/>
          <w:u w:val="single"/>
        </w:rPr>
        <w:t xml:space="preserve">3 </w:t>
      </w:r>
      <w:r w:rsidR="008A401B" w:rsidRPr="008A401B">
        <w:rPr>
          <w:rFonts w:ascii="Verdana" w:hAnsi="Verdana"/>
          <w:i/>
          <w:u w:val="single"/>
        </w:rPr>
        <w:t xml:space="preserve">r. poz. </w:t>
      </w:r>
      <w:r w:rsidR="00AE0AEE">
        <w:rPr>
          <w:rFonts w:ascii="Verdana" w:hAnsi="Verdana"/>
          <w:i/>
          <w:u w:val="single"/>
        </w:rPr>
        <w:t xml:space="preserve">344 </w:t>
      </w:r>
      <w:r w:rsidR="003627FA">
        <w:rPr>
          <w:rFonts w:ascii="Verdana" w:hAnsi="Verdana"/>
          <w:i/>
          <w:u w:val="single"/>
        </w:rPr>
        <w:br/>
      </w:r>
      <w:r w:rsidR="00AE0AEE">
        <w:rPr>
          <w:rFonts w:ascii="Verdana" w:hAnsi="Verdana"/>
          <w:i/>
          <w:u w:val="single"/>
        </w:rPr>
        <w:t>ze zm.</w:t>
      </w:r>
      <w:r w:rsidR="008A401B" w:rsidRPr="008A401B">
        <w:rPr>
          <w:rFonts w:ascii="Verdana" w:hAnsi="Verdana"/>
          <w:i/>
          <w:u w:val="single"/>
        </w:rPr>
        <w:t>)</w:t>
      </w:r>
      <w:r w:rsidR="00683708" w:rsidRPr="00853FA3">
        <w:rPr>
          <w:rFonts w:ascii="Verdana" w:hAnsi="Verdana" w:cs="Arial"/>
          <w:i/>
          <w:u w:val="single"/>
        </w:rPr>
        <w:t xml:space="preserve">. </w:t>
      </w:r>
    </w:p>
    <w:p w:rsidR="006830E0" w:rsidRDefault="006830E0" w:rsidP="00FF4E4F">
      <w:pPr>
        <w:rPr>
          <w:rFonts w:ascii="Verdana" w:hAnsi="Verdana" w:cs="Arial"/>
          <w:i/>
          <w:u w:val="single"/>
        </w:rPr>
      </w:pPr>
    </w:p>
    <w:p w:rsidR="006830E0" w:rsidRPr="00E84BAA" w:rsidRDefault="006830E0" w:rsidP="006830E0">
      <w:pPr>
        <w:pStyle w:val="tekstost"/>
        <w:rPr>
          <w:rFonts w:ascii="Verdana" w:hAnsi="Verdana"/>
          <w:iCs/>
          <w:color w:val="000000"/>
        </w:rPr>
      </w:pPr>
      <w:r>
        <w:rPr>
          <w:rFonts w:ascii="Verdana" w:hAnsi="Verdana"/>
          <w:iCs/>
          <w:color w:val="000000"/>
        </w:rPr>
        <w:t>I</w:t>
      </w:r>
      <w:r w:rsidRPr="00E84BAA">
        <w:rPr>
          <w:rFonts w:ascii="Verdana" w:hAnsi="Verdana"/>
          <w:iCs/>
          <w:color w:val="000000"/>
        </w:rPr>
        <w:t xml:space="preserve">lość działek ewidencyjnych podlegających podziałowi – </w:t>
      </w:r>
      <w:r w:rsidR="00B97612">
        <w:rPr>
          <w:rFonts w:ascii="Verdana" w:hAnsi="Verdana"/>
          <w:iCs/>
          <w:color w:val="000000"/>
        </w:rPr>
        <w:t>2</w:t>
      </w:r>
      <w:r w:rsidRPr="00E84BAA">
        <w:rPr>
          <w:rFonts w:ascii="Verdana" w:hAnsi="Verdana"/>
          <w:iCs/>
          <w:color w:val="000000"/>
        </w:rPr>
        <w:t xml:space="preserve"> szt.</w:t>
      </w:r>
    </w:p>
    <w:p w:rsidR="006830E0" w:rsidRDefault="006830E0" w:rsidP="006830E0">
      <w:pPr>
        <w:pStyle w:val="tekstost"/>
        <w:rPr>
          <w:rFonts w:ascii="Verdana" w:hAnsi="Verdana"/>
          <w:iCs/>
          <w:color w:val="000000"/>
        </w:rPr>
      </w:pPr>
      <w:r>
        <w:rPr>
          <w:rFonts w:ascii="Verdana" w:hAnsi="Verdana"/>
          <w:iCs/>
          <w:color w:val="000000"/>
        </w:rPr>
        <w:t>I</w:t>
      </w:r>
      <w:r w:rsidRPr="00E84BAA">
        <w:rPr>
          <w:rFonts w:ascii="Verdana" w:hAnsi="Verdana"/>
          <w:iCs/>
          <w:color w:val="000000"/>
        </w:rPr>
        <w:t>lość działek ewidencyjnyc</w:t>
      </w:r>
      <w:r>
        <w:rPr>
          <w:rFonts w:ascii="Verdana" w:hAnsi="Verdana"/>
          <w:iCs/>
          <w:color w:val="000000"/>
        </w:rPr>
        <w:t xml:space="preserve">h po podziale                  </w:t>
      </w:r>
      <w:r w:rsidRPr="00E84BAA">
        <w:rPr>
          <w:rFonts w:ascii="Verdana" w:hAnsi="Verdana"/>
          <w:iCs/>
          <w:color w:val="000000"/>
        </w:rPr>
        <w:t xml:space="preserve"> </w:t>
      </w:r>
      <w:r>
        <w:rPr>
          <w:rFonts w:ascii="Verdana" w:hAnsi="Verdana"/>
          <w:iCs/>
          <w:color w:val="000000"/>
        </w:rPr>
        <w:t xml:space="preserve"> </w:t>
      </w:r>
      <w:r w:rsidRPr="00E84BAA">
        <w:rPr>
          <w:rFonts w:ascii="Verdana" w:hAnsi="Verdana"/>
          <w:iCs/>
          <w:color w:val="000000"/>
        </w:rPr>
        <w:t xml:space="preserve"> –</w:t>
      </w:r>
      <w:r>
        <w:rPr>
          <w:rFonts w:ascii="Verdana" w:hAnsi="Verdana"/>
          <w:iCs/>
          <w:color w:val="000000"/>
        </w:rPr>
        <w:t xml:space="preserve"> </w:t>
      </w:r>
      <w:r w:rsidR="00B97612">
        <w:rPr>
          <w:rFonts w:ascii="Verdana" w:hAnsi="Verdana"/>
          <w:iCs/>
          <w:color w:val="000000"/>
        </w:rPr>
        <w:t>4</w:t>
      </w:r>
      <w:r>
        <w:rPr>
          <w:rFonts w:ascii="Verdana" w:hAnsi="Verdana"/>
          <w:iCs/>
          <w:color w:val="000000"/>
        </w:rPr>
        <w:t xml:space="preserve"> </w:t>
      </w:r>
      <w:r w:rsidRPr="00E84BAA">
        <w:rPr>
          <w:rFonts w:ascii="Verdana" w:hAnsi="Verdana"/>
          <w:iCs/>
          <w:color w:val="000000"/>
        </w:rPr>
        <w:t>szt.</w:t>
      </w:r>
    </w:p>
    <w:p w:rsidR="006830E0" w:rsidRPr="008A401B" w:rsidRDefault="006830E0" w:rsidP="00FF4E4F">
      <w:pPr>
        <w:rPr>
          <w:rFonts w:ascii="Verdana" w:hAnsi="Verdana"/>
          <w:i/>
          <w:u w:val="single"/>
        </w:rPr>
      </w:pPr>
    </w:p>
    <w:p w:rsidR="00A22295" w:rsidRPr="000275CF" w:rsidRDefault="00A22295" w:rsidP="000275CF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 xml:space="preserve">Ogólna charakterystyka </w:t>
      </w:r>
    </w:p>
    <w:p w:rsidR="00D8085B" w:rsidRDefault="007820B1" w:rsidP="00D8085B">
      <w:pPr>
        <w:rPr>
          <w:rFonts w:ascii="Verdana" w:hAnsi="Verdana"/>
        </w:rPr>
      </w:pPr>
      <w:r>
        <w:rPr>
          <w:rFonts w:ascii="Verdana" w:hAnsi="Verdana"/>
        </w:rPr>
        <w:t>Działk</w:t>
      </w:r>
      <w:r w:rsidR="00AE0AEE">
        <w:rPr>
          <w:rFonts w:ascii="Verdana" w:hAnsi="Verdana"/>
        </w:rPr>
        <w:t>i</w:t>
      </w:r>
      <w:r>
        <w:rPr>
          <w:rFonts w:ascii="Verdana" w:hAnsi="Verdana"/>
        </w:rPr>
        <w:t xml:space="preserve"> nr </w:t>
      </w:r>
      <w:r w:rsidR="00D8085B">
        <w:rPr>
          <w:rFonts w:ascii="Verdana" w:hAnsi="Verdana"/>
        </w:rPr>
        <w:t xml:space="preserve">97 o pow. 19,1643 ha </w:t>
      </w:r>
      <w:r w:rsidR="00D8085B" w:rsidRPr="00D8085B">
        <w:rPr>
          <w:rFonts w:ascii="Verdana" w:hAnsi="Verdana"/>
        </w:rPr>
        <w:t>i nr 348/46 o pow. 5,1224 ha, położon</w:t>
      </w:r>
      <w:r w:rsidR="00D8085B">
        <w:rPr>
          <w:rFonts w:ascii="Verdana" w:hAnsi="Verdana"/>
        </w:rPr>
        <w:t>e</w:t>
      </w:r>
      <w:r w:rsidR="00D8085B" w:rsidRPr="00D8085B">
        <w:rPr>
          <w:rFonts w:ascii="Verdana" w:hAnsi="Verdana"/>
        </w:rPr>
        <w:t xml:space="preserve"> w Chęcinach, obręb 0001</w:t>
      </w:r>
      <w:r w:rsidRPr="007820B1">
        <w:rPr>
          <w:rFonts w:ascii="Verdana" w:hAnsi="Verdana"/>
        </w:rPr>
        <w:t>,</w:t>
      </w:r>
      <w:r w:rsidR="00AE0AEE">
        <w:rPr>
          <w:rFonts w:ascii="Verdana" w:hAnsi="Verdana"/>
        </w:rPr>
        <w:t xml:space="preserve"> w części są </w:t>
      </w:r>
      <w:r w:rsidRPr="007820B1">
        <w:rPr>
          <w:rFonts w:ascii="Verdana" w:hAnsi="Verdana"/>
        </w:rPr>
        <w:t>zajęt</w:t>
      </w:r>
      <w:r w:rsidR="00AE0AEE">
        <w:rPr>
          <w:rFonts w:ascii="Verdana" w:hAnsi="Verdana"/>
        </w:rPr>
        <w:t>e</w:t>
      </w:r>
      <w:r w:rsidRPr="007820B1">
        <w:rPr>
          <w:rFonts w:ascii="Verdana" w:hAnsi="Verdana"/>
        </w:rPr>
        <w:t xml:space="preserve"> pod pas drogow</w:t>
      </w:r>
      <w:r w:rsidR="00125332">
        <w:rPr>
          <w:rFonts w:ascii="Verdana" w:hAnsi="Verdana"/>
        </w:rPr>
        <w:t>y</w:t>
      </w:r>
      <w:r w:rsidRPr="007820B1">
        <w:rPr>
          <w:rFonts w:ascii="Verdana" w:hAnsi="Verdana"/>
        </w:rPr>
        <w:t xml:space="preserve"> </w:t>
      </w:r>
      <w:r w:rsidR="00AE0AEE">
        <w:rPr>
          <w:rFonts w:ascii="Verdana" w:hAnsi="Verdana"/>
        </w:rPr>
        <w:t xml:space="preserve">drogi krajowej Nr </w:t>
      </w:r>
      <w:r w:rsidR="00D8085B">
        <w:rPr>
          <w:rFonts w:ascii="Verdana" w:hAnsi="Verdana"/>
        </w:rPr>
        <w:t>S</w:t>
      </w:r>
      <w:r w:rsidR="00AE0AEE">
        <w:rPr>
          <w:rFonts w:ascii="Verdana" w:hAnsi="Verdana"/>
        </w:rPr>
        <w:t>7</w:t>
      </w:r>
      <w:r w:rsidR="00D8085B">
        <w:rPr>
          <w:rFonts w:ascii="Verdana" w:hAnsi="Verdana"/>
        </w:rPr>
        <w:t>, a w części pod drogi dojazdowe na Węźle Kielce Południe, które na mocy Porozumienia Nr 1/2023 z dnia 8 marca 2023 r. zostały przekazane w zarząd i utrzymanie dla Województwa Świętokrzyskiego</w:t>
      </w:r>
      <w:r>
        <w:rPr>
          <w:rFonts w:ascii="Verdana" w:hAnsi="Verdana"/>
        </w:rPr>
        <w:t>.</w:t>
      </w:r>
      <w:r w:rsidR="00AE0AEE">
        <w:rPr>
          <w:rFonts w:ascii="Verdana" w:hAnsi="Verdana"/>
        </w:rPr>
        <w:t xml:space="preserve"> Z</w:t>
      </w:r>
      <w:r w:rsidR="00AE0AEE" w:rsidRPr="00853FA3">
        <w:rPr>
          <w:rFonts w:ascii="Verdana" w:hAnsi="Verdana"/>
        </w:rPr>
        <w:t xml:space="preserve">lecenia ma na celu wydzielenie </w:t>
      </w:r>
      <w:r w:rsidR="00AE0AEE" w:rsidRPr="00853FA3">
        <w:rPr>
          <w:rFonts w:ascii="Verdana" w:hAnsi="Verdana"/>
          <w:iCs/>
          <w:color w:val="000000"/>
        </w:rPr>
        <w:t>odrębn</w:t>
      </w:r>
      <w:r w:rsidR="00AE0AEE">
        <w:rPr>
          <w:rFonts w:ascii="Verdana" w:hAnsi="Verdana"/>
          <w:iCs/>
          <w:color w:val="000000"/>
        </w:rPr>
        <w:t>ych</w:t>
      </w:r>
      <w:r w:rsidR="00AE0AEE" w:rsidRPr="00853FA3">
        <w:rPr>
          <w:rFonts w:ascii="Verdana" w:hAnsi="Verdana"/>
          <w:iCs/>
          <w:color w:val="000000"/>
        </w:rPr>
        <w:t xml:space="preserve"> dział</w:t>
      </w:r>
      <w:r w:rsidR="00AE0AEE">
        <w:rPr>
          <w:rFonts w:ascii="Verdana" w:hAnsi="Verdana"/>
          <w:iCs/>
          <w:color w:val="000000"/>
        </w:rPr>
        <w:t>e</w:t>
      </w:r>
      <w:r w:rsidR="00AE0AEE" w:rsidRPr="00853FA3">
        <w:rPr>
          <w:rFonts w:ascii="Verdana" w:hAnsi="Verdana"/>
          <w:iCs/>
          <w:color w:val="000000"/>
        </w:rPr>
        <w:t>k ewidencyjn</w:t>
      </w:r>
      <w:r w:rsidR="00AE0AEE">
        <w:rPr>
          <w:rFonts w:ascii="Verdana" w:hAnsi="Verdana"/>
          <w:iCs/>
          <w:color w:val="000000"/>
        </w:rPr>
        <w:t xml:space="preserve">ych, </w:t>
      </w:r>
      <w:r w:rsidR="00AE0AEE" w:rsidRPr="007820B1">
        <w:rPr>
          <w:rFonts w:ascii="Verdana" w:hAnsi="Verdana"/>
        </w:rPr>
        <w:t>zajęt</w:t>
      </w:r>
      <w:r w:rsidR="00AE0AEE">
        <w:rPr>
          <w:rFonts w:ascii="Verdana" w:hAnsi="Verdana"/>
        </w:rPr>
        <w:t>ych</w:t>
      </w:r>
      <w:r w:rsidR="00AE0AEE" w:rsidRPr="007820B1">
        <w:rPr>
          <w:rFonts w:ascii="Verdana" w:hAnsi="Verdana"/>
        </w:rPr>
        <w:t xml:space="preserve"> pod </w:t>
      </w:r>
      <w:r w:rsidR="00D8085B">
        <w:rPr>
          <w:rFonts w:ascii="Verdana" w:hAnsi="Verdana"/>
        </w:rPr>
        <w:t>drogi dojazdowe</w:t>
      </w:r>
      <w:r w:rsidR="001A1C96">
        <w:rPr>
          <w:rFonts w:ascii="Verdana" w:hAnsi="Verdana"/>
        </w:rPr>
        <w:t xml:space="preserve"> tj. </w:t>
      </w:r>
      <w:r w:rsidR="00D8085B">
        <w:rPr>
          <w:rFonts w:ascii="Verdana" w:hAnsi="Verdana"/>
        </w:rPr>
        <w:t xml:space="preserve">z działki nr 97 wydzielenie działki o powierzchni około </w:t>
      </w:r>
      <w:r w:rsidR="00586D0D">
        <w:rPr>
          <w:rFonts w:ascii="Verdana" w:hAnsi="Verdana"/>
        </w:rPr>
        <w:t>0,</w:t>
      </w:r>
      <w:r w:rsidR="00D8085B">
        <w:rPr>
          <w:rFonts w:ascii="Verdana" w:hAnsi="Verdana"/>
        </w:rPr>
        <w:t xml:space="preserve">1100 </w:t>
      </w:r>
      <w:r w:rsidR="00586D0D">
        <w:rPr>
          <w:rFonts w:ascii="Verdana" w:hAnsi="Verdana"/>
        </w:rPr>
        <w:t>ha</w:t>
      </w:r>
      <w:r w:rsidR="00D8085B">
        <w:rPr>
          <w:rFonts w:ascii="Verdana" w:hAnsi="Verdana"/>
        </w:rPr>
        <w:t xml:space="preserve">, a z działki nr 348/46 działki o powierzchni około </w:t>
      </w:r>
      <w:r w:rsidR="00586D0D">
        <w:rPr>
          <w:rFonts w:ascii="Verdana" w:hAnsi="Verdana"/>
        </w:rPr>
        <w:t>0,</w:t>
      </w:r>
      <w:r w:rsidR="00D8085B">
        <w:rPr>
          <w:rFonts w:ascii="Verdana" w:hAnsi="Verdana"/>
        </w:rPr>
        <w:t xml:space="preserve">1000 </w:t>
      </w:r>
      <w:r w:rsidR="00586D0D">
        <w:rPr>
          <w:rFonts w:ascii="Verdana" w:hAnsi="Verdana"/>
        </w:rPr>
        <w:t>ha</w:t>
      </w:r>
      <w:r w:rsidR="00D8085B">
        <w:rPr>
          <w:rFonts w:ascii="Verdana" w:hAnsi="Verdana"/>
        </w:rPr>
        <w:t xml:space="preserve">, </w:t>
      </w:r>
      <w:r w:rsidR="00D8085B" w:rsidRPr="00853FA3">
        <w:rPr>
          <w:rFonts w:ascii="Verdana" w:hAnsi="Verdana"/>
          <w:iCs/>
          <w:color w:val="000000"/>
        </w:rPr>
        <w:t xml:space="preserve">a następnie </w:t>
      </w:r>
      <w:r w:rsidR="00D8085B">
        <w:rPr>
          <w:rFonts w:ascii="Verdana" w:hAnsi="Verdana"/>
          <w:iCs/>
          <w:color w:val="000000"/>
        </w:rPr>
        <w:t xml:space="preserve">przekazanie tych działek </w:t>
      </w:r>
      <w:r w:rsidR="00D8085B" w:rsidRPr="00853FA3">
        <w:rPr>
          <w:rFonts w:ascii="Verdana" w:hAnsi="Verdana"/>
          <w:iCs/>
          <w:color w:val="000000"/>
        </w:rPr>
        <w:t xml:space="preserve">na </w:t>
      </w:r>
      <w:r w:rsidR="00D8085B">
        <w:rPr>
          <w:rFonts w:ascii="Verdana" w:hAnsi="Verdana"/>
          <w:iCs/>
          <w:color w:val="000000"/>
        </w:rPr>
        <w:t xml:space="preserve">rzecz zarządcy dróg wojewódzkich, </w:t>
      </w:r>
      <w:r w:rsidR="003627FA">
        <w:rPr>
          <w:rFonts w:ascii="Verdana" w:hAnsi="Verdana"/>
        </w:rPr>
        <w:t xml:space="preserve">po to, aby </w:t>
      </w:r>
      <w:r w:rsidR="00D8085B">
        <w:rPr>
          <w:rFonts w:ascii="Verdana" w:hAnsi="Verdana"/>
        </w:rPr>
        <w:t>w zarządzie GDDKiA pozostał tylko ten teren, który jest zajęty pod pas drogowy drogi krajowej Nr S7,</w:t>
      </w:r>
      <w:r w:rsidR="00D8085B" w:rsidRPr="005D5217">
        <w:rPr>
          <w:rFonts w:ascii="Verdana" w:hAnsi="Verdana"/>
        </w:rPr>
        <w:t xml:space="preserve"> </w:t>
      </w:r>
      <w:r w:rsidR="00D8085B">
        <w:rPr>
          <w:rFonts w:ascii="Verdana" w:hAnsi="Verdana"/>
        </w:rPr>
        <w:t>zgodnie z zadaniami statutowym</w:t>
      </w:r>
      <w:r w:rsidR="003627FA">
        <w:rPr>
          <w:rFonts w:ascii="Verdana" w:hAnsi="Verdana"/>
        </w:rPr>
        <w:t xml:space="preserve">i GDDKiA wynikającymi z ustawy </w:t>
      </w:r>
      <w:r w:rsidR="00D8085B">
        <w:rPr>
          <w:rFonts w:ascii="Verdana" w:hAnsi="Verdana"/>
        </w:rPr>
        <w:t>o drogach publicznych.</w:t>
      </w:r>
    </w:p>
    <w:p w:rsidR="00125332" w:rsidRDefault="00125332" w:rsidP="00125332">
      <w:pPr>
        <w:rPr>
          <w:rFonts w:ascii="Verdana" w:hAnsi="Verdana"/>
          <w:iCs/>
          <w:color w:val="000000"/>
        </w:rPr>
      </w:pPr>
    </w:p>
    <w:p w:rsidR="00E44ADB" w:rsidRPr="00853FA3" w:rsidRDefault="00A22295" w:rsidP="003C2C4B">
      <w:pPr>
        <w:rPr>
          <w:rFonts w:ascii="Verdana" w:hAnsi="Verdana"/>
          <w:b/>
          <w:iCs/>
          <w:color w:val="000000"/>
        </w:rPr>
      </w:pPr>
      <w:bookmarkStart w:id="5" w:name="_Toc404680040"/>
      <w:bookmarkStart w:id="6" w:name="_Toc404681111"/>
      <w:r w:rsidRPr="00853FA3">
        <w:rPr>
          <w:rFonts w:ascii="Verdana" w:hAnsi="Verdana"/>
          <w:b/>
          <w:iCs/>
          <w:color w:val="000000"/>
        </w:rPr>
        <w:t xml:space="preserve">Celem przedmiotu </w:t>
      </w:r>
      <w:r w:rsidR="002B4FB4" w:rsidRPr="00853FA3">
        <w:rPr>
          <w:rFonts w:ascii="Verdana" w:hAnsi="Verdana"/>
          <w:b/>
          <w:iCs/>
          <w:color w:val="000000"/>
        </w:rPr>
        <w:t>zamówienia</w:t>
      </w:r>
      <w:r w:rsidRPr="00853FA3">
        <w:rPr>
          <w:rFonts w:ascii="Verdana" w:hAnsi="Verdana"/>
          <w:b/>
          <w:iCs/>
          <w:color w:val="000000"/>
        </w:rPr>
        <w:t xml:space="preserve"> jest:</w:t>
      </w:r>
    </w:p>
    <w:p w:rsidR="00FE2DCD" w:rsidRPr="00853FA3" w:rsidRDefault="00457B5B" w:rsidP="00D637EF">
      <w:pPr>
        <w:numPr>
          <w:ilvl w:val="0"/>
          <w:numId w:val="18"/>
        </w:numPr>
        <w:ind w:left="284" w:hanging="284"/>
        <w:rPr>
          <w:rFonts w:ascii="Verdana" w:hAnsi="Verdana"/>
          <w:iCs/>
          <w:color w:val="000000"/>
        </w:rPr>
      </w:pPr>
      <w:r w:rsidRPr="00457B5B">
        <w:rPr>
          <w:rFonts w:ascii="Verdana" w:hAnsi="Verdana"/>
          <w:iCs/>
          <w:color w:val="000000"/>
        </w:rPr>
        <w:t xml:space="preserve">dokonanie podziału </w:t>
      </w:r>
      <w:r>
        <w:rPr>
          <w:rFonts w:ascii="Verdana" w:hAnsi="Verdana"/>
          <w:iCs/>
          <w:color w:val="000000"/>
        </w:rPr>
        <w:t xml:space="preserve">nieruchomości </w:t>
      </w:r>
      <w:r w:rsidR="00FE0337" w:rsidRPr="00FE0337">
        <w:rPr>
          <w:rFonts w:ascii="Verdana" w:hAnsi="Verdana"/>
          <w:iCs/>
          <w:color w:val="000000"/>
        </w:rPr>
        <w:t>oznaczon</w:t>
      </w:r>
      <w:r w:rsidR="00586D0D">
        <w:rPr>
          <w:rFonts w:ascii="Verdana" w:hAnsi="Verdana"/>
          <w:iCs/>
          <w:color w:val="000000"/>
        </w:rPr>
        <w:t>ych</w:t>
      </w:r>
      <w:r w:rsidR="00FE0337" w:rsidRPr="00FE0337">
        <w:rPr>
          <w:rFonts w:ascii="Verdana" w:hAnsi="Verdana"/>
          <w:iCs/>
          <w:color w:val="000000"/>
        </w:rPr>
        <w:t xml:space="preserve"> jako </w:t>
      </w:r>
      <w:r w:rsidR="001700A0" w:rsidRPr="001700A0">
        <w:rPr>
          <w:rFonts w:ascii="Verdana" w:hAnsi="Verdana"/>
          <w:iCs/>
          <w:color w:val="000000"/>
        </w:rPr>
        <w:t xml:space="preserve">działki nr </w:t>
      </w:r>
      <w:r w:rsidR="00586D0D">
        <w:rPr>
          <w:rFonts w:ascii="Verdana" w:hAnsi="Verdana"/>
        </w:rPr>
        <w:t xml:space="preserve">97 o pow. 19,1643 ha </w:t>
      </w:r>
      <w:r w:rsidR="003031DD">
        <w:rPr>
          <w:rFonts w:ascii="Verdana" w:hAnsi="Verdana"/>
        </w:rPr>
        <w:br/>
      </w:r>
      <w:r w:rsidR="00586D0D" w:rsidRPr="00D8085B">
        <w:rPr>
          <w:rFonts w:ascii="Verdana" w:hAnsi="Verdana"/>
        </w:rPr>
        <w:t>i nr 348/46 o pow. 5,1224 ha, położon</w:t>
      </w:r>
      <w:r w:rsidR="00586D0D">
        <w:rPr>
          <w:rFonts w:ascii="Verdana" w:hAnsi="Verdana"/>
        </w:rPr>
        <w:t>ych</w:t>
      </w:r>
      <w:r w:rsidR="00586D0D" w:rsidRPr="00D8085B">
        <w:rPr>
          <w:rFonts w:ascii="Verdana" w:hAnsi="Verdana"/>
        </w:rPr>
        <w:t xml:space="preserve"> w Chęcinach, obręb 0001</w:t>
      </w:r>
      <w:r w:rsidR="00FE0337" w:rsidRPr="00FE0337">
        <w:rPr>
          <w:rFonts w:ascii="Verdana" w:hAnsi="Verdana"/>
          <w:iCs/>
          <w:color w:val="000000"/>
        </w:rPr>
        <w:t xml:space="preserve">, </w:t>
      </w:r>
      <w:r w:rsidR="003627FA">
        <w:rPr>
          <w:rFonts w:ascii="Verdana" w:hAnsi="Verdana"/>
          <w:iCs/>
          <w:color w:val="000000"/>
        </w:rPr>
        <w:t xml:space="preserve">na podstawie ustawy </w:t>
      </w:r>
      <w:r>
        <w:rPr>
          <w:rFonts w:ascii="Verdana" w:hAnsi="Verdana"/>
          <w:iCs/>
          <w:color w:val="000000"/>
        </w:rPr>
        <w:t>o gospodarce nieruchomościami, mającego na celu wydzielenie odrębn</w:t>
      </w:r>
      <w:r w:rsidR="001700A0">
        <w:rPr>
          <w:rFonts w:ascii="Verdana" w:hAnsi="Verdana"/>
          <w:iCs/>
          <w:color w:val="000000"/>
        </w:rPr>
        <w:t>ych</w:t>
      </w:r>
      <w:r>
        <w:rPr>
          <w:rFonts w:ascii="Verdana" w:hAnsi="Verdana"/>
          <w:iCs/>
          <w:color w:val="000000"/>
        </w:rPr>
        <w:t xml:space="preserve"> dział</w:t>
      </w:r>
      <w:r w:rsidR="001700A0">
        <w:rPr>
          <w:rFonts w:ascii="Verdana" w:hAnsi="Verdana"/>
          <w:iCs/>
          <w:color w:val="000000"/>
        </w:rPr>
        <w:t>e</w:t>
      </w:r>
      <w:r w:rsidR="003627FA">
        <w:rPr>
          <w:rFonts w:ascii="Verdana" w:hAnsi="Verdana"/>
          <w:iCs/>
          <w:color w:val="000000"/>
        </w:rPr>
        <w:t xml:space="preserve">k </w:t>
      </w:r>
      <w:r>
        <w:rPr>
          <w:rFonts w:ascii="Verdana" w:hAnsi="Verdana"/>
          <w:iCs/>
          <w:color w:val="000000"/>
        </w:rPr>
        <w:t>ewidencyjn</w:t>
      </w:r>
      <w:r w:rsidR="001700A0">
        <w:rPr>
          <w:rFonts w:ascii="Verdana" w:hAnsi="Verdana"/>
          <w:iCs/>
          <w:color w:val="000000"/>
        </w:rPr>
        <w:t>ych</w:t>
      </w:r>
      <w:r>
        <w:rPr>
          <w:rFonts w:ascii="Verdana" w:hAnsi="Verdana"/>
          <w:iCs/>
          <w:color w:val="000000"/>
        </w:rPr>
        <w:t>,</w:t>
      </w:r>
      <w:r w:rsidR="005D5217">
        <w:rPr>
          <w:rFonts w:ascii="Verdana" w:hAnsi="Verdana"/>
          <w:iCs/>
          <w:color w:val="000000"/>
        </w:rPr>
        <w:t xml:space="preserve"> poprzez </w:t>
      </w:r>
      <w:r w:rsidR="00FE2DCD" w:rsidRPr="00F33BDF">
        <w:rPr>
          <w:rFonts w:ascii="Verdana" w:hAnsi="Verdana"/>
          <w:iCs/>
          <w:color w:val="000000"/>
        </w:rPr>
        <w:t xml:space="preserve">sporządzenie dokumentacji umożliwiającej uzyskanie decyzji </w:t>
      </w:r>
      <w:r w:rsidR="00FE2DCD">
        <w:rPr>
          <w:rFonts w:ascii="Verdana" w:hAnsi="Verdana"/>
          <w:iCs/>
          <w:color w:val="000000"/>
        </w:rPr>
        <w:t xml:space="preserve">zatwierdzającej projekt podziału </w:t>
      </w:r>
      <w:r w:rsidR="00FE2DCD">
        <w:rPr>
          <w:rFonts w:ascii="Verdana" w:hAnsi="Verdana"/>
          <w:color w:val="000000"/>
        </w:rPr>
        <w:t>nieruchomości</w:t>
      </w:r>
      <w:r w:rsidR="00FE2DCD" w:rsidRPr="005D5217">
        <w:rPr>
          <w:rFonts w:ascii="Verdana" w:hAnsi="Verdana"/>
          <w:iCs/>
          <w:color w:val="000000"/>
        </w:rPr>
        <w:t>,</w:t>
      </w:r>
      <w:r w:rsidR="00FE2DCD" w:rsidRPr="006F6634">
        <w:rPr>
          <w:rFonts w:ascii="Verdana" w:hAnsi="Verdana"/>
          <w:b/>
          <w:iCs/>
          <w:color w:val="000000"/>
        </w:rPr>
        <w:t xml:space="preserve"> uzgodnionych z właściwym przedstawicielem gminy,</w:t>
      </w:r>
    </w:p>
    <w:p w:rsidR="002F6F68" w:rsidRPr="005D5217" w:rsidRDefault="005B70F4" w:rsidP="00D637EF">
      <w:pPr>
        <w:numPr>
          <w:ilvl w:val="0"/>
          <w:numId w:val="18"/>
        </w:numPr>
        <w:ind w:left="284" w:hanging="284"/>
        <w:rPr>
          <w:rFonts w:ascii="Verdana" w:hAnsi="Verdana"/>
        </w:rPr>
      </w:pPr>
      <w:r w:rsidRPr="005D5217">
        <w:rPr>
          <w:rFonts w:ascii="Verdana" w:hAnsi="Verdana"/>
        </w:rPr>
        <w:t xml:space="preserve">opracowanie </w:t>
      </w:r>
      <w:r w:rsidR="002F6F68" w:rsidRPr="005D5217">
        <w:rPr>
          <w:rFonts w:ascii="Verdana" w:hAnsi="Verdana"/>
        </w:rPr>
        <w:t>wstępn</w:t>
      </w:r>
      <w:r w:rsidRPr="005D5217">
        <w:rPr>
          <w:rFonts w:ascii="Verdana" w:hAnsi="Verdana"/>
        </w:rPr>
        <w:t>ego</w:t>
      </w:r>
      <w:r w:rsidR="002F6F68" w:rsidRPr="005D5217">
        <w:rPr>
          <w:rFonts w:ascii="Verdana" w:hAnsi="Verdana"/>
        </w:rPr>
        <w:t xml:space="preserve"> projekt</w:t>
      </w:r>
      <w:r w:rsidRPr="005D5217">
        <w:rPr>
          <w:rFonts w:ascii="Verdana" w:hAnsi="Verdana"/>
        </w:rPr>
        <w:t>u</w:t>
      </w:r>
      <w:r w:rsidR="002F6F68" w:rsidRPr="005D5217">
        <w:rPr>
          <w:rFonts w:ascii="Verdana" w:hAnsi="Verdana"/>
        </w:rPr>
        <w:t xml:space="preserve"> podziału i </w:t>
      </w:r>
      <w:r w:rsidRPr="005D5217">
        <w:rPr>
          <w:rFonts w:ascii="Verdana" w:hAnsi="Verdana"/>
        </w:rPr>
        <w:t xml:space="preserve">uzyskanie </w:t>
      </w:r>
      <w:r w:rsidR="007C59B8" w:rsidRPr="00F42886">
        <w:rPr>
          <w:rFonts w:ascii="Verdana" w:hAnsi="Verdana"/>
          <w:iCs/>
          <w:color w:val="000000"/>
        </w:rPr>
        <w:t>opcjonalnie</w:t>
      </w:r>
      <w:r w:rsidR="007C59B8" w:rsidRPr="005D5217">
        <w:rPr>
          <w:rFonts w:ascii="Verdana" w:hAnsi="Verdana"/>
        </w:rPr>
        <w:t xml:space="preserve"> </w:t>
      </w:r>
      <w:r w:rsidR="002F6F68" w:rsidRPr="005D5217">
        <w:rPr>
          <w:rFonts w:ascii="Verdana" w:hAnsi="Verdana"/>
        </w:rPr>
        <w:t>postanowieni</w:t>
      </w:r>
      <w:r w:rsidRPr="005D5217">
        <w:rPr>
          <w:rFonts w:ascii="Verdana" w:hAnsi="Verdana"/>
        </w:rPr>
        <w:t>a</w:t>
      </w:r>
      <w:r w:rsidR="002F6F68" w:rsidRPr="005D5217">
        <w:rPr>
          <w:rFonts w:ascii="Verdana" w:hAnsi="Verdana"/>
        </w:rPr>
        <w:t xml:space="preserve"> </w:t>
      </w:r>
      <w:r w:rsidRPr="005D5217">
        <w:rPr>
          <w:rFonts w:ascii="Verdana" w:hAnsi="Verdana"/>
        </w:rPr>
        <w:t>opiniującego</w:t>
      </w:r>
      <w:r w:rsidR="002F6F68" w:rsidRPr="005D5217">
        <w:rPr>
          <w:rFonts w:ascii="Verdana" w:hAnsi="Verdana"/>
        </w:rPr>
        <w:t xml:space="preserve"> zgodność proponowanego podziału nieruchomoś</w:t>
      </w:r>
      <w:r w:rsidRPr="005D5217">
        <w:rPr>
          <w:rFonts w:ascii="Verdana" w:hAnsi="Verdana"/>
        </w:rPr>
        <w:t>ci z mie</w:t>
      </w:r>
      <w:r w:rsidR="001507FD" w:rsidRPr="005D5217">
        <w:rPr>
          <w:rFonts w:ascii="Verdana" w:hAnsi="Verdana"/>
        </w:rPr>
        <w:t>jscowym planem zagospodarowania przestrzennego,</w:t>
      </w:r>
    </w:p>
    <w:p w:rsidR="00457B5B" w:rsidRDefault="00457B5B" w:rsidP="00D637EF">
      <w:pPr>
        <w:numPr>
          <w:ilvl w:val="0"/>
          <w:numId w:val="18"/>
        </w:numPr>
        <w:ind w:left="284" w:hanging="284"/>
        <w:rPr>
          <w:rFonts w:ascii="Verdana" w:hAnsi="Verdana"/>
          <w:iCs/>
          <w:color w:val="000000"/>
        </w:rPr>
      </w:pPr>
      <w:r w:rsidRPr="00853FA3">
        <w:rPr>
          <w:rFonts w:ascii="Verdana" w:hAnsi="Verdana"/>
          <w:iCs/>
          <w:color w:val="000000"/>
        </w:rPr>
        <w:t>wykonanie</w:t>
      </w:r>
      <w:r w:rsidRPr="00853FA3">
        <w:rPr>
          <w:rFonts w:ascii="Verdana" w:hAnsi="Verdana"/>
          <w:b/>
          <w:iCs/>
          <w:color w:val="000000"/>
        </w:rPr>
        <w:t xml:space="preserve"> </w:t>
      </w:r>
      <w:r w:rsidRPr="00853FA3">
        <w:rPr>
          <w:rFonts w:ascii="Verdana" w:hAnsi="Verdana"/>
          <w:color w:val="000000"/>
        </w:rPr>
        <w:t>w terenie pomiaru punktów załamania granicy pasa dr</w:t>
      </w:r>
      <w:r>
        <w:rPr>
          <w:rFonts w:ascii="Verdana" w:hAnsi="Verdana"/>
          <w:color w:val="000000"/>
        </w:rPr>
        <w:t>o</w:t>
      </w:r>
      <w:r w:rsidRPr="00853FA3">
        <w:rPr>
          <w:rFonts w:ascii="Verdana" w:hAnsi="Verdana"/>
          <w:color w:val="000000"/>
        </w:rPr>
        <w:t>g</w:t>
      </w:r>
      <w:r>
        <w:rPr>
          <w:rFonts w:ascii="Verdana" w:hAnsi="Verdana"/>
          <w:color w:val="000000"/>
        </w:rPr>
        <w:t>i</w:t>
      </w:r>
      <w:r w:rsidRPr="00853FA3">
        <w:rPr>
          <w:rFonts w:ascii="Verdana" w:hAnsi="Verdana"/>
          <w:color w:val="000000"/>
        </w:rPr>
        <w:t xml:space="preserve"> krajow</w:t>
      </w:r>
      <w:r>
        <w:rPr>
          <w:rFonts w:ascii="Verdana" w:hAnsi="Verdana"/>
          <w:color w:val="000000"/>
        </w:rPr>
        <w:t>ej</w:t>
      </w:r>
      <w:r w:rsidRPr="00853FA3"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t xml:space="preserve">Nr </w:t>
      </w:r>
      <w:r w:rsidR="00407A69">
        <w:rPr>
          <w:rFonts w:ascii="Verdana" w:hAnsi="Verdana"/>
          <w:color w:val="000000"/>
        </w:rPr>
        <w:t>S7</w:t>
      </w:r>
      <w:r w:rsidRPr="00853FA3">
        <w:rPr>
          <w:rFonts w:ascii="Verdana" w:hAnsi="Verdana"/>
          <w:color w:val="000000"/>
        </w:rPr>
        <w:t xml:space="preserve">, w rozumieniu ustawy </w:t>
      </w:r>
      <w:r w:rsidRPr="008C6FE8">
        <w:rPr>
          <w:rFonts w:ascii="Verdana" w:hAnsi="Verdana"/>
          <w:color w:val="000000"/>
        </w:rPr>
        <w:t xml:space="preserve">o drogach publicznych </w:t>
      </w:r>
      <w:r>
        <w:rPr>
          <w:rFonts w:ascii="Verdana" w:hAnsi="Verdana"/>
          <w:color w:val="000000"/>
        </w:rPr>
        <w:t>tj.</w:t>
      </w:r>
      <w:r w:rsidRPr="00853FA3">
        <w:rPr>
          <w:rFonts w:ascii="Verdana" w:hAnsi="Verdana"/>
          <w:color w:val="000000"/>
        </w:rPr>
        <w:t xml:space="preserve"> art. 4. pkt 1 i 2 </w:t>
      </w:r>
      <w:r>
        <w:rPr>
          <w:rFonts w:ascii="Verdana" w:hAnsi="Verdana"/>
          <w:color w:val="000000"/>
        </w:rPr>
        <w:t>oraz art. 34</w:t>
      </w:r>
      <w:r w:rsidR="001700A0">
        <w:rPr>
          <w:rFonts w:ascii="Verdana" w:hAnsi="Verdana"/>
          <w:color w:val="000000"/>
        </w:rPr>
        <w:t>a</w:t>
      </w:r>
      <w:r>
        <w:rPr>
          <w:rFonts w:ascii="Verdana" w:hAnsi="Verdana"/>
          <w:color w:val="000000"/>
        </w:rPr>
        <w:t xml:space="preserve">,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na nieruchomości</w:t>
      </w:r>
      <w:r w:rsidR="00FE0337">
        <w:rPr>
          <w:rFonts w:ascii="Verdana" w:hAnsi="Verdana"/>
          <w:color w:val="000000"/>
        </w:rPr>
        <w:t xml:space="preserve"> podlegając</w:t>
      </w:r>
      <w:r w:rsidR="00BA2A8A">
        <w:rPr>
          <w:rFonts w:ascii="Verdana" w:hAnsi="Verdana"/>
          <w:color w:val="000000"/>
        </w:rPr>
        <w:t>ej</w:t>
      </w:r>
      <w:r w:rsidR="00FE0337">
        <w:rPr>
          <w:rFonts w:ascii="Verdana" w:hAnsi="Verdana"/>
          <w:color w:val="000000"/>
        </w:rPr>
        <w:t xml:space="preserve"> podziałowi,</w:t>
      </w:r>
    </w:p>
    <w:p w:rsidR="007C59B8" w:rsidRPr="00C70E7B" w:rsidRDefault="007C59B8" w:rsidP="006211ED">
      <w:pPr>
        <w:numPr>
          <w:ilvl w:val="0"/>
          <w:numId w:val="18"/>
        </w:numPr>
        <w:ind w:left="284" w:hanging="284"/>
        <w:rPr>
          <w:rFonts w:ascii="Verdana" w:hAnsi="Verdana"/>
          <w:iCs/>
        </w:rPr>
      </w:pPr>
      <w:r w:rsidRPr="00C70E7B">
        <w:rPr>
          <w:rFonts w:ascii="Verdana" w:hAnsi="Verdana"/>
          <w:iCs/>
        </w:rPr>
        <w:t xml:space="preserve">wykonanie </w:t>
      </w:r>
      <w:r w:rsidR="006211ED" w:rsidRPr="00C70E7B">
        <w:rPr>
          <w:rFonts w:ascii="Verdana" w:hAnsi="Verdana"/>
          <w:iCs/>
        </w:rPr>
        <w:t xml:space="preserve">mapy z projektem podziału wraz z wykazem zmian gruntowych/wykazem zmian danych ewidencyjnych, na podstawie przepisów ustawy o gospodarce nieruchomościami oraz innych </w:t>
      </w:r>
      <w:r w:rsidRPr="00C70E7B">
        <w:rPr>
          <w:rFonts w:ascii="Verdana" w:hAnsi="Verdana"/>
          <w:iCs/>
        </w:rPr>
        <w:t xml:space="preserve">opracowań </w:t>
      </w:r>
      <w:proofErr w:type="spellStart"/>
      <w:r w:rsidRPr="00C70E7B">
        <w:rPr>
          <w:rFonts w:ascii="Verdana" w:hAnsi="Verdana"/>
          <w:iCs/>
        </w:rPr>
        <w:t>geodezyjno</w:t>
      </w:r>
      <w:proofErr w:type="spellEnd"/>
      <w:r w:rsidRPr="00C70E7B">
        <w:rPr>
          <w:rFonts w:ascii="Verdana" w:hAnsi="Verdana"/>
          <w:iCs/>
        </w:rPr>
        <w:t xml:space="preserve"> – prawnych, które ewentualnie będą niezbędne do ujawnienia w ewidencji gruntów i księgach wieczystych zmian aktualizacyjnych niezbędnych dla osiągniecia założonych celów i wykonania przedmiotu zamówienia, </w:t>
      </w:r>
      <w:r w:rsidRPr="00C70E7B">
        <w:rPr>
          <w:rFonts w:ascii="Verdana" w:hAnsi="Verdana"/>
        </w:rPr>
        <w:t xml:space="preserve">uzgodnionych </w:t>
      </w:r>
      <w:r w:rsidRPr="00C70E7B">
        <w:rPr>
          <w:rFonts w:ascii="Verdana" w:hAnsi="Verdana"/>
          <w:iCs/>
        </w:rPr>
        <w:t>z właściwym przedstawicielem gminy np. wykaz synchroniz</w:t>
      </w:r>
      <w:r w:rsidR="003627FA" w:rsidRPr="00C70E7B">
        <w:rPr>
          <w:rFonts w:ascii="Verdana" w:hAnsi="Verdana"/>
          <w:iCs/>
        </w:rPr>
        <w:t xml:space="preserve">acyjny i opis synchronizacyjny, </w:t>
      </w:r>
      <w:r w:rsidRPr="00C70E7B">
        <w:rPr>
          <w:rFonts w:ascii="Verdana" w:hAnsi="Verdana"/>
          <w:iCs/>
        </w:rPr>
        <w:t xml:space="preserve">uzgadniający zapisy w ewidencji gruntów </w:t>
      </w:r>
      <w:r w:rsidR="00C70E7B" w:rsidRPr="00C70E7B">
        <w:rPr>
          <w:rFonts w:ascii="Verdana" w:hAnsi="Verdana"/>
          <w:iCs/>
        </w:rPr>
        <w:br/>
      </w:r>
      <w:r w:rsidRPr="00C70E7B">
        <w:rPr>
          <w:rFonts w:ascii="Verdana" w:hAnsi="Verdana"/>
          <w:iCs/>
        </w:rPr>
        <w:t>z informacjami zawartymi w księgach wieczystych lub innych dokumentach stanowiących podstawę prawną własności do przedmiotowej nieruchomości.</w:t>
      </w:r>
    </w:p>
    <w:p w:rsidR="00791670" w:rsidRPr="007B556E" w:rsidRDefault="00791670" w:rsidP="00545772">
      <w:pPr>
        <w:ind w:left="284"/>
        <w:rPr>
          <w:rFonts w:ascii="Verdana" w:hAnsi="Verdana" w:cs="Tahoma"/>
          <w:color w:val="000000"/>
        </w:rPr>
      </w:pPr>
      <w:r w:rsidRPr="00853FA3">
        <w:rPr>
          <w:rFonts w:ascii="Verdana" w:hAnsi="Verdana" w:cs="Tahoma"/>
          <w:color w:val="000000"/>
        </w:rPr>
        <w:t xml:space="preserve"> </w:t>
      </w:r>
      <w:r w:rsidR="002B4FB4" w:rsidRPr="00853FA3">
        <w:rPr>
          <w:rFonts w:ascii="Verdana" w:hAnsi="Verdana" w:cs="Tahoma"/>
          <w:color w:val="000000"/>
        </w:rPr>
        <w:t xml:space="preserve"> </w:t>
      </w:r>
    </w:p>
    <w:bookmarkEnd w:id="5"/>
    <w:bookmarkEnd w:id="6"/>
    <w:p w:rsidR="00A22295" w:rsidRPr="000275CF" w:rsidRDefault="00A22295" w:rsidP="000275CF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>Materiały wyjściowe</w:t>
      </w:r>
    </w:p>
    <w:p w:rsidR="00A22295" w:rsidRPr="00853FA3" w:rsidRDefault="00A22295" w:rsidP="003C2C4B">
      <w:pPr>
        <w:spacing w:line="240" w:lineRule="exac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</w:t>
      </w:r>
      <w:r w:rsidR="005D0BD5" w:rsidRPr="00853FA3">
        <w:rPr>
          <w:rFonts w:ascii="Verdana" w:hAnsi="Verdana"/>
          <w:color w:val="000000"/>
        </w:rPr>
        <w:t>wca pozyska we własnym zakresie</w:t>
      </w:r>
      <w:r w:rsidRPr="00853FA3">
        <w:rPr>
          <w:rFonts w:ascii="Verdana" w:hAnsi="Verdana"/>
          <w:color w:val="000000"/>
        </w:rPr>
        <w:t xml:space="preserve"> materiały </w:t>
      </w:r>
      <w:proofErr w:type="spellStart"/>
      <w:r w:rsidRPr="00853FA3">
        <w:rPr>
          <w:rFonts w:ascii="Verdana" w:hAnsi="Verdana"/>
          <w:color w:val="000000"/>
        </w:rPr>
        <w:t>geodezyjno</w:t>
      </w:r>
      <w:proofErr w:type="spellEnd"/>
      <w:r w:rsidRPr="00853FA3">
        <w:rPr>
          <w:rFonts w:ascii="Verdana" w:hAnsi="Verdana"/>
          <w:color w:val="000000"/>
        </w:rPr>
        <w:t xml:space="preserve"> – kartograficzne oraz </w:t>
      </w:r>
      <w:r w:rsidR="00DA2F49" w:rsidRPr="00853FA3">
        <w:rPr>
          <w:rFonts w:ascii="Verdana" w:hAnsi="Verdana"/>
          <w:color w:val="000000"/>
        </w:rPr>
        <w:t xml:space="preserve">dane </w:t>
      </w:r>
      <w:r w:rsidRPr="00853FA3">
        <w:rPr>
          <w:rFonts w:ascii="Verdana" w:hAnsi="Verdana"/>
          <w:color w:val="000000"/>
        </w:rPr>
        <w:t>z zakresu ewidencji</w:t>
      </w:r>
      <w:r w:rsidR="00B15B97" w:rsidRPr="00853FA3">
        <w:rPr>
          <w:rFonts w:ascii="Verdana" w:hAnsi="Verdana"/>
          <w:color w:val="000000"/>
        </w:rPr>
        <w:t xml:space="preserve"> gruntów </w:t>
      </w:r>
      <w:r w:rsidR="00A34691" w:rsidRPr="00853FA3">
        <w:rPr>
          <w:rFonts w:ascii="Verdana" w:hAnsi="Verdana"/>
          <w:color w:val="000000"/>
        </w:rPr>
        <w:t xml:space="preserve">z </w:t>
      </w:r>
      <w:r w:rsidR="00B15B97" w:rsidRPr="00853FA3">
        <w:rPr>
          <w:rFonts w:ascii="Verdana" w:hAnsi="Verdana"/>
          <w:color w:val="000000"/>
        </w:rPr>
        <w:t>odpo</w:t>
      </w:r>
      <w:r w:rsidRPr="00853FA3">
        <w:rPr>
          <w:rFonts w:ascii="Verdana" w:hAnsi="Verdana"/>
          <w:color w:val="000000"/>
        </w:rPr>
        <w:t>wiedni</w:t>
      </w:r>
      <w:r w:rsidR="000D11BA" w:rsidRPr="00853FA3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Powiatow</w:t>
      </w:r>
      <w:r w:rsidR="000D11BA" w:rsidRPr="00853FA3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</w:t>
      </w:r>
      <w:r w:rsidR="00B67594" w:rsidRPr="00853FA3">
        <w:rPr>
          <w:rFonts w:ascii="Verdana" w:hAnsi="Verdana"/>
          <w:color w:val="000000"/>
        </w:rPr>
        <w:t>O</w:t>
      </w:r>
      <w:r w:rsidRPr="00853FA3">
        <w:rPr>
          <w:rFonts w:ascii="Verdana" w:hAnsi="Verdana"/>
          <w:color w:val="000000"/>
        </w:rPr>
        <w:t>środka Dokumentacji Geodezyjnej i Kartograficznej</w:t>
      </w:r>
      <w:r w:rsidR="005D0BD5" w:rsidRPr="00853FA3">
        <w:rPr>
          <w:rFonts w:ascii="Verdana" w:hAnsi="Verdana"/>
          <w:color w:val="000000"/>
        </w:rPr>
        <w:t xml:space="preserve"> </w:t>
      </w:r>
      <w:r w:rsidR="00FC5FAE">
        <w:rPr>
          <w:rFonts w:ascii="Verdana" w:hAnsi="Verdana"/>
          <w:color w:val="000000"/>
        </w:rPr>
        <w:t>/z</w:t>
      </w:r>
      <w:r w:rsidR="00E36B50" w:rsidRPr="00853FA3">
        <w:rPr>
          <w:rFonts w:ascii="Verdana" w:hAnsi="Verdana"/>
          <w:color w:val="000000"/>
        </w:rPr>
        <w:t>lecen</w:t>
      </w:r>
      <w:r w:rsidR="00517D90">
        <w:rPr>
          <w:rFonts w:ascii="Verdana" w:hAnsi="Verdana"/>
          <w:color w:val="000000"/>
        </w:rPr>
        <w:t xml:space="preserve">ie podlega zgłoszeniu w </w:t>
      </w:r>
      <w:proofErr w:type="spellStart"/>
      <w:r w:rsidR="00517D90">
        <w:rPr>
          <w:rFonts w:ascii="Verdana" w:hAnsi="Verdana"/>
          <w:color w:val="000000"/>
        </w:rPr>
        <w:t>PODGiK</w:t>
      </w:r>
      <w:proofErr w:type="spellEnd"/>
      <w:r w:rsidR="00517D90">
        <w:rPr>
          <w:rFonts w:ascii="Verdana" w:hAnsi="Verdana"/>
          <w:color w:val="000000"/>
        </w:rPr>
        <w:t>/.</w:t>
      </w:r>
    </w:p>
    <w:p w:rsidR="00A2670F" w:rsidRPr="00853FA3" w:rsidRDefault="00A22295" w:rsidP="003C2C4B">
      <w:pPr>
        <w:spacing w:before="6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lastRenderedPageBreak/>
        <w:t>Materiały wyjściowe przekazane Wykonawcy przez Zamawiającego stanowią część dokumentów kontraktowych, a wymagania określone w każdym z nich są obowiązujące dla Wykonawcy, w zakresie określonym przez Zamawiającego, tak jakby zawarte były w całej umowie.</w:t>
      </w:r>
    </w:p>
    <w:p w:rsidR="00A22295" w:rsidRPr="000275CF" w:rsidRDefault="00A22295" w:rsidP="000275CF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 xml:space="preserve">Ogólne wymagania dla Wykonawcy </w:t>
      </w:r>
    </w:p>
    <w:p w:rsidR="005D0BD5" w:rsidRPr="00853FA3" w:rsidRDefault="005D0BD5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zorganizowanie procesu wykonywania robót </w:t>
      </w:r>
      <w:r w:rsidR="003627FA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opracowań, w taki sposób, aby zadania i założone cele  zostały zrealizowane zgodnie </w:t>
      </w:r>
      <w:r w:rsidR="003031D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z umową, obowiązującymi przepisami prawa regulującymi prowadzenie opracowań i robót z zakresu geodezji i kartografii, prowadzenia państwowych zasobów geodezyjnych </w:t>
      </w:r>
      <w:r w:rsidR="003031D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kartograficznych, ewidencji gruntów i budynków, kpa. Przy wykonywaniu przedmiotowego zlecenia Wykonawca będzie stosował analizy, metody pomiarów, sprzęt i oprogramowanie komputerowe oraz inne wymagania wynikające ze stosownych instrukcji i wytycznych oraz właściw</w:t>
      </w:r>
      <w:r w:rsidR="00BC14AE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Powiatow</w:t>
      </w:r>
      <w:r w:rsidR="00BC14AE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Ośrodk</w:t>
      </w:r>
      <w:r w:rsidR="00BC14AE">
        <w:rPr>
          <w:rFonts w:ascii="Verdana" w:hAnsi="Verdana"/>
          <w:color w:val="000000"/>
        </w:rPr>
        <w:t>a</w:t>
      </w:r>
      <w:r w:rsidRPr="00853FA3">
        <w:rPr>
          <w:rFonts w:ascii="Verdana" w:hAnsi="Verdana"/>
          <w:color w:val="000000"/>
        </w:rPr>
        <w:t xml:space="preserve"> Dokumentacji Geodezyjnej i Kartograficznej, </w:t>
      </w:r>
      <w:r w:rsidR="00BC14AE">
        <w:rPr>
          <w:rFonts w:ascii="Verdana" w:hAnsi="Verdana"/>
          <w:color w:val="000000"/>
        </w:rPr>
        <w:t xml:space="preserve">właściwego </w:t>
      </w:r>
      <w:r w:rsidRPr="00853FA3">
        <w:rPr>
          <w:rFonts w:ascii="Verdana" w:hAnsi="Verdana"/>
          <w:color w:val="000000"/>
        </w:rPr>
        <w:t>Sąd</w:t>
      </w:r>
      <w:r w:rsidR="00BC14AE"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Rejonow</w:t>
      </w:r>
      <w:r w:rsidR="00BC14AE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– Wydział</w:t>
      </w:r>
      <w:r w:rsidR="00BC14AE"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Ksiąg Wieczystych, Starosty prowadzącego kataster nieruchomości (ewidencję gruntów).</w:t>
      </w:r>
    </w:p>
    <w:p w:rsidR="005D0BD5" w:rsidRPr="00853FA3" w:rsidRDefault="005D0BD5" w:rsidP="003C2C4B">
      <w:pPr>
        <w:rPr>
          <w:rFonts w:ascii="Verdana" w:hAnsi="Verdana"/>
          <w:iCs/>
          <w:color w:val="000000"/>
        </w:rPr>
      </w:pPr>
      <w:r w:rsidRPr="00853FA3">
        <w:rPr>
          <w:rFonts w:ascii="Verdana" w:hAnsi="Verdana"/>
          <w:iCs/>
          <w:color w:val="000000"/>
        </w:rPr>
        <w:t>Podstawowe obowiązki Wykonawcy w zakresie odpowiedzialności zawodowej oraz wymagania dla przedmiotu zamówienia określa ustawa prawo geodezyjne i kartograficzne.</w:t>
      </w:r>
    </w:p>
    <w:p w:rsidR="005D0BD5" w:rsidRPr="00853FA3" w:rsidRDefault="000D38C0" w:rsidP="003C2C4B">
      <w:pPr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Osoba wykonująca zamówienie</w:t>
      </w:r>
      <w:r w:rsidRPr="00AC6773">
        <w:rPr>
          <w:rFonts w:ascii="Verdana" w:hAnsi="Verdana"/>
          <w:b/>
          <w:color w:val="000000"/>
        </w:rPr>
        <w:t xml:space="preserve"> </w:t>
      </w:r>
      <w:r>
        <w:rPr>
          <w:rFonts w:ascii="Verdana" w:hAnsi="Verdana"/>
          <w:b/>
          <w:color w:val="000000"/>
        </w:rPr>
        <w:t>po</w:t>
      </w:r>
      <w:r w:rsidRPr="00AC6773">
        <w:rPr>
          <w:rFonts w:ascii="Verdana" w:hAnsi="Verdana"/>
          <w:b/>
          <w:color w:val="000000"/>
        </w:rPr>
        <w:t>win</w:t>
      </w:r>
      <w:r>
        <w:rPr>
          <w:rFonts w:ascii="Verdana" w:hAnsi="Verdana"/>
          <w:b/>
          <w:color w:val="000000"/>
        </w:rPr>
        <w:t>na</w:t>
      </w:r>
      <w:r w:rsidRPr="00AC6773">
        <w:rPr>
          <w:rFonts w:ascii="Verdana" w:hAnsi="Verdana"/>
          <w:b/>
          <w:color w:val="000000"/>
        </w:rPr>
        <w:t xml:space="preserve"> posiadać uprawnienia zawodowe </w:t>
      </w:r>
      <w:r>
        <w:rPr>
          <w:rFonts w:ascii="Verdana" w:hAnsi="Verdana"/>
          <w:b/>
          <w:color w:val="000000"/>
        </w:rPr>
        <w:br/>
      </w:r>
      <w:r w:rsidRPr="00AC6773">
        <w:rPr>
          <w:rFonts w:ascii="Verdana" w:hAnsi="Verdana"/>
          <w:b/>
          <w:color w:val="000000"/>
        </w:rPr>
        <w:t xml:space="preserve">w </w:t>
      </w:r>
      <w:r>
        <w:rPr>
          <w:rFonts w:ascii="Verdana" w:hAnsi="Verdana"/>
          <w:b/>
          <w:color w:val="000000"/>
        </w:rPr>
        <w:t xml:space="preserve">dziedzinie geodezji </w:t>
      </w:r>
      <w:r w:rsidRPr="00AC6773">
        <w:rPr>
          <w:rFonts w:ascii="Verdana" w:hAnsi="Verdana"/>
          <w:b/>
          <w:color w:val="000000"/>
        </w:rPr>
        <w:t>i kartografii w zakresie nr 2 - rozgraniczanie i podziały nieruchomości (gruntów) oraz sporządzanie dokumentacji do celów prawnych.</w:t>
      </w:r>
    </w:p>
    <w:p w:rsidR="005D0BD5" w:rsidRPr="00853FA3" w:rsidRDefault="005D0BD5" w:rsidP="003C2C4B">
      <w:pPr>
        <w:spacing w:before="60"/>
        <w:rPr>
          <w:rFonts w:ascii="Verdana" w:hAnsi="Verdana"/>
          <w:color w:val="000000"/>
        </w:rPr>
      </w:pPr>
      <w:bookmarkStart w:id="7" w:name="_Hlt471209092"/>
      <w:bookmarkEnd w:id="7"/>
      <w:r w:rsidRPr="00853FA3">
        <w:rPr>
          <w:rFonts w:ascii="Verdana" w:hAnsi="Verdana"/>
          <w:color w:val="000000"/>
        </w:rPr>
        <w:t xml:space="preserve">Wykonawca zobowiązany jest znać wszystkie przepisy wydane przez władze centralne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lokalne oraz inne przepisy, regulaminy i wytyczne, które są w jakikolwiek sposób związa</w:t>
      </w:r>
      <w:r w:rsidR="00FE2DCD">
        <w:rPr>
          <w:rFonts w:ascii="Verdana" w:hAnsi="Verdana"/>
          <w:color w:val="000000"/>
        </w:rPr>
        <w:t>ne z wykonywanymi opracowaniami</w:t>
      </w:r>
      <w:r w:rsidRPr="00853FA3">
        <w:rPr>
          <w:rFonts w:ascii="Verdana" w:hAnsi="Verdana"/>
          <w:color w:val="000000"/>
        </w:rPr>
        <w:t xml:space="preserve"> i będzie w pełni odpowiedzialny za przestrzeganie ich postanowie</w:t>
      </w:r>
      <w:r w:rsidR="00FE2DCD">
        <w:rPr>
          <w:rFonts w:ascii="Verdana" w:hAnsi="Verdana"/>
          <w:color w:val="000000"/>
        </w:rPr>
        <w:t>ń podczas wykonywania opracowań</w:t>
      </w:r>
      <w:r w:rsidRPr="00853FA3">
        <w:rPr>
          <w:rFonts w:ascii="Verdana" w:hAnsi="Verdana"/>
          <w:color w:val="000000"/>
        </w:rPr>
        <w:t>.</w:t>
      </w:r>
    </w:p>
    <w:p w:rsidR="005D0BD5" w:rsidRDefault="005D0BD5" w:rsidP="003C2C4B">
      <w:pPr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będzie przestrzegać praw patentowych i będzie w pełni odpowiedzialny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za wypełnienie wszelkich wymagań prawnych odnośnie znaków firmowych, nazw lub innych chronionych praw w odniesieniu do projektów, sprzętu, </w:t>
      </w:r>
      <w:r w:rsidR="003627FA">
        <w:rPr>
          <w:rFonts w:ascii="Verdana" w:hAnsi="Verdana"/>
          <w:color w:val="000000"/>
        </w:rPr>
        <w:t xml:space="preserve">materiałów lub urządzeń użytych </w:t>
      </w:r>
      <w:r w:rsidRPr="00853FA3">
        <w:rPr>
          <w:rFonts w:ascii="Verdana" w:hAnsi="Verdana"/>
          <w:color w:val="000000"/>
        </w:rPr>
        <w:t>lub związanych z wykonywaniem opracowań. Wszelkie straty, koszty postępowania, obciążenia i wydatki wynikłe lub związane z naruszeniem</w:t>
      </w:r>
      <w:r w:rsidR="003627FA">
        <w:rPr>
          <w:rFonts w:ascii="Verdana" w:hAnsi="Verdana"/>
          <w:color w:val="000000"/>
        </w:rPr>
        <w:t xml:space="preserve"> jakichkolwiek praw patentowych </w:t>
      </w:r>
      <w:r w:rsidRPr="00853FA3">
        <w:rPr>
          <w:rFonts w:ascii="Verdana" w:hAnsi="Verdana"/>
          <w:color w:val="000000"/>
        </w:rPr>
        <w:t>przez Wykonawcę pokryje Wykonawca.</w:t>
      </w:r>
    </w:p>
    <w:p w:rsidR="00C42127" w:rsidRPr="00853FA3" w:rsidRDefault="00C42127" w:rsidP="00C42127">
      <w:pPr>
        <w:rPr>
          <w:rFonts w:ascii="Verdana" w:hAnsi="Verdana"/>
          <w:color w:val="000000"/>
        </w:rPr>
      </w:pPr>
      <w:r w:rsidRPr="00C42127">
        <w:rPr>
          <w:rFonts w:ascii="Verdana" w:hAnsi="Verdana"/>
          <w:color w:val="000000"/>
          <w:u w:val="single"/>
        </w:rPr>
        <w:t>Ponadto Wykonawca jest zobowiązany ustalić z właściwym przedstawicielem gminy</w:t>
      </w:r>
      <w:r>
        <w:rPr>
          <w:rFonts w:ascii="Verdana" w:hAnsi="Verdana"/>
          <w:color w:val="000000"/>
          <w:u w:val="single"/>
        </w:rPr>
        <w:t>,</w:t>
      </w:r>
      <w:r w:rsidRPr="00C42127">
        <w:rPr>
          <w:rFonts w:ascii="Verdana" w:hAnsi="Verdana"/>
          <w:color w:val="000000"/>
          <w:u w:val="single"/>
        </w:rPr>
        <w:t xml:space="preserve"> podstawę prawną podziału nieruchomości w oparciu o przepisy wynikające z ustawy </w:t>
      </w:r>
      <w:r w:rsidR="003031DD">
        <w:rPr>
          <w:rFonts w:ascii="Verdana" w:hAnsi="Verdana"/>
          <w:color w:val="000000"/>
          <w:u w:val="single"/>
        </w:rPr>
        <w:br/>
      </w:r>
      <w:r w:rsidRPr="00C42127">
        <w:rPr>
          <w:rFonts w:ascii="Verdana" w:hAnsi="Verdana"/>
          <w:color w:val="000000"/>
          <w:u w:val="single"/>
        </w:rPr>
        <w:t>o gospodarce nieruchomościami</w:t>
      </w:r>
      <w:r>
        <w:rPr>
          <w:rFonts w:ascii="Verdana" w:hAnsi="Verdana"/>
          <w:color w:val="000000"/>
          <w:u w:val="single"/>
        </w:rPr>
        <w:t>.</w:t>
      </w:r>
    </w:p>
    <w:p w:rsidR="00A22295" w:rsidRPr="007B556E" w:rsidRDefault="00A22295" w:rsidP="00517D90">
      <w:pPr>
        <w:pStyle w:val="Nagwek2"/>
        <w:ind w:left="74" w:hanging="74"/>
        <w:rPr>
          <w:rFonts w:ascii="Verdana" w:hAnsi="Verdana"/>
          <w:color w:val="000000"/>
        </w:rPr>
      </w:pPr>
      <w:r w:rsidRPr="007B556E">
        <w:rPr>
          <w:rFonts w:ascii="Verdana" w:hAnsi="Verdana"/>
          <w:color w:val="000000"/>
        </w:rPr>
        <w:t>Ochrona i utrzymanie opracowań i materiałów wyjściowych</w:t>
      </w:r>
    </w:p>
    <w:p w:rsidR="00A22295" w:rsidRPr="00853FA3" w:rsidRDefault="00A22295" w:rsidP="003C2C4B">
      <w:pPr>
        <w:pStyle w:val="Nagwek3"/>
        <w:keepNext w:val="0"/>
        <w:numPr>
          <w:ilvl w:val="0"/>
          <w:numId w:val="0"/>
        </w:numPr>
        <w:spacing w:after="0"/>
        <w:rPr>
          <w:rFonts w:ascii="Verdana" w:hAnsi="Verdana"/>
          <w:color w:val="000000"/>
        </w:rPr>
      </w:pPr>
      <w:bookmarkStart w:id="8" w:name="_Toc412518567"/>
      <w:r w:rsidRPr="00853FA3">
        <w:rPr>
          <w:rFonts w:ascii="Verdana" w:hAnsi="Verdana"/>
          <w:color w:val="000000"/>
        </w:rPr>
        <w:t>Wykonawca będzie odpowiadał za ochronę opracowań projektowych i materiałów wyjściowych wykonywanych i otrzymanych w trakci</w:t>
      </w:r>
      <w:r w:rsidR="003627FA">
        <w:rPr>
          <w:rFonts w:ascii="Verdana" w:hAnsi="Verdana"/>
          <w:color w:val="000000"/>
        </w:rPr>
        <w:t xml:space="preserve">e prac do czasu ich przekazania </w:t>
      </w:r>
      <w:r w:rsidRPr="00853FA3">
        <w:rPr>
          <w:rFonts w:ascii="Verdana" w:hAnsi="Verdana"/>
          <w:color w:val="000000"/>
        </w:rPr>
        <w:t>Zamawiającemu.</w:t>
      </w:r>
      <w:bookmarkEnd w:id="8"/>
    </w:p>
    <w:p w:rsidR="00A22295" w:rsidRPr="00853FA3" w:rsidRDefault="00A22295" w:rsidP="004202E0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będzie przechowywał przez okres co najmniej 2 lat od daty odbioru ostatecznego egzemplarz archiwalny w</w:t>
      </w:r>
      <w:bookmarkStart w:id="9" w:name="_Toc416830699"/>
      <w:bookmarkStart w:id="10" w:name="_Toc6881280"/>
      <w:r w:rsidR="00746B9E" w:rsidRPr="00853FA3">
        <w:rPr>
          <w:rFonts w:ascii="Verdana" w:hAnsi="Verdana"/>
          <w:color w:val="000000"/>
        </w:rPr>
        <w:t>szystkic</w:t>
      </w:r>
      <w:r w:rsidR="003031DD">
        <w:rPr>
          <w:rFonts w:ascii="Verdana" w:hAnsi="Verdana"/>
          <w:color w:val="000000"/>
        </w:rPr>
        <w:t xml:space="preserve">h wykonanych opracowań w formie </w:t>
      </w:r>
      <w:r w:rsidR="00746B9E" w:rsidRPr="00853FA3">
        <w:rPr>
          <w:rFonts w:ascii="Verdana" w:hAnsi="Verdana"/>
          <w:color w:val="000000"/>
        </w:rPr>
        <w:t>tradycyjnej i elektronicznej.</w:t>
      </w:r>
    </w:p>
    <w:p w:rsidR="00A22295" w:rsidRPr="00853FA3" w:rsidRDefault="00A22295" w:rsidP="004202E0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bookmarkStart w:id="11" w:name="_Toc416830702"/>
      <w:bookmarkStart w:id="12" w:name="_Toc6881283"/>
      <w:bookmarkStart w:id="13" w:name="_Toc192307835"/>
      <w:bookmarkEnd w:id="9"/>
      <w:bookmarkEnd w:id="10"/>
      <w:r w:rsidRPr="00853FA3">
        <w:rPr>
          <w:rFonts w:ascii="Verdana" w:hAnsi="Verdana"/>
          <w:color w:val="000000"/>
        </w:rPr>
        <w:t xml:space="preserve">wykonanie </w:t>
      </w:r>
      <w:bookmarkEnd w:id="11"/>
      <w:bookmarkEnd w:id="12"/>
      <w:r w:rsidRPr="00853FA3">
        <w:rPr>
          <w:rFonts w:ascii="Verdana" w:hAnsi="Verdana"/>
          <w:color w:val="000000"/>
        </w:rPr>
        <w:t>OPRACOWA</w:t>
      </w:r>
      <w:bookmarkEnd w:id="13"/>
      <w:r w:rsidR="005D5217">
        <w:rPr>
          <w:rFonts w:ascii="Verdana" w:hAnsi="Verdana"/>
          <w:color w:val="000000"/>
        </w:rPr>
        <w:t>NIA</w:t>
      </w:r>
      <w:r w:rsidRPr="00853FA3">
        <w:rPr>
          <w:rFonts w:ascii="Verdana" w:hAnsi="Verdana"/>
          <w:color w:val="000000"/>
        </w:rPr>
        <w:t xml:space="preserve"> </w:t>
      </w:r>
    </w:p>
    <w:p w:rsidR="00A22295" w:rsidRPr="00853FA3" w:rsidRDefault="00A22295" w:rsidP="004202E0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Ogólne wymagania dla wykonywania opracowań </w:t>
      </w:r>
    </w:p>
    <w:p w:rsidR="006A60CE" w:rsidRPr="00853FA3" w:rsidRDefault="006A60CE" w:rsidP="003C2C4B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jakość i zgodność zastosowanych materiałów, metod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i oprogramowania komputerowego do wykonywanych  pomiarów, badań z wymaganiami Opisu przedmiotu zamówienia oraz poleceniami Zamawiającego.</w:t>
      </w:r>
    </w:p>
    <w:p w:rsidR="00A22295" w:rsidRPr="00853FA3" w:rsidRDefault="00A22295" w:rsidP="003C2C4B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jest odpowiedzialny za stosowane metody wykonywania opracowań projektowych.</w:t>
      </w:r>
    </w:p>
    <w:p w:rsidR="00A22295" w:rsidRPr="00853FA3" w:rsidRDefault="00A22295" w:rsidP="003C2C4B">
      <w:pPr>
        <w:pStyle w:val="tekstost"/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Ujawnione wady w przekazanych opracowaniach Wykonawca poprawi niezwłocznie </w:t>
      </w:r>
      <w:r w:rsidR="003031D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po otrzymaniu zawiadomienia Zamawiającego o ich wykryciu.</w:t>
      </w:r>
    </w:p>
    <w:p w:rsidR="00A22295" w:rsidRPr="00853FA3" w:rsidRDefault="00A22295" w:rsidP="00BC14AE">
      <w:pPr>
        <w:pStyle w:val="Nagwek2"/>
        <w:tabs>
          <w:tab w:val="clear" w:pos="360"/>
          <w:tab w:val="num" w:pos="709"/>
        </w:tabs>
        <w:ind w:left="709" w:hanging="709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lastRenderedPageBreak/>
        <w:t xml:space="preserve">Szczegółowe wymagania dla </w:t>
      </w:r>
      <w:r w:rsidR="00E97916" w:rsidRPr="00853FA3">
        <w:rPr>
          <w:rFonts w:ascii="Verdana" w:hAnsi="Verdana"/>
          <w:color w:val="000000"/>
        </w:rPr>
        <w:t xml:space="preserve">czynności Wykonawcy i zawartości </w:t>
      </w:r>
      <w:r w:rsidR="00FA2820">
        <w:rPr>
          <w:rFonts w:ascii="Verdana" w:hAnsi="Verdana"/>
          <w:color w:val="000000"/>
        </w:rPr>
        <w:t>d</w:t>
      </w:r>
      <w:r w:rsidR="00E97916" w:rsidRPr="00853FA3">
        <w:rPr>
          <w:rFonts w:ascii="Verdana" w:hAnsi="Verdana"/>
          <w:color w:val="000000"/>
        </w:rPr>
        <w:t xml:space="preserve">okumentacji </w:t>
      </w:r>
      <w:r w:rsidR="00FA2820">
        <w:rPr>
          <w:rFonts w:ascii="Verdana" w:hAnsi="Verdana"/>
          <w:color w:val="000000"/>
        </w:rPr>
        <w:t>g</w:t>
      </w:r>
      <w:r w:rsidR="00E97916" w:rsidRPr="00853FA3">
        <w:rPr>
          <w:rFonts w:ascii="Verdana" w:hAnsi="Verdana"/>
          <w:color w:val="000000"/>
        </w:rPr>
        <w:t>eodezyjn</w:t>
      </w:r>
      <w:r w:rsidR="00FA2820">
        <w:rPr>
          <w:rFonts w:ascii="Verdana" w:hAnsi="Verdana"/>
          <w:color w:val="000000"/>
        </w:rPr>
        <w:t>o-k</w:t>
      </w:r>
      <w:r w:rsidR="00E97916" w:rsidRPr="00853FA3">
        <w:rPr>
          <w:rFonts w:ascii="Verdana" w:hAnsi="Verdana"/>
          <w:color w:val="000000"/>
        </w:rPr>
        <w:t>artograficznej</w:t>
      </w:r>
      <w:r w:rsidR="003627FA">
        <w:rPr>
          <w:rFonts w:ascii="Verdana" w:hAnsi="Verdana"/>
          <w:color w:val="000000"/>
        </w:rPr>
        <w:t xml:space="preserve"> dotyczącej podziału </w:t>
      </w:r>
      <w:r w:rsidR="0035010A">
        <w:rPr>
          <w:rFonts w:ascii="Verdana" w:hAnsi="Verdana"/>
          <w:color w:val="000000"/>
        </w:rPr>
        <w:t xml:space="preserve">nieruchomości </w:t>
      </w:r>
    </w:p>
    <w:p w:rsidR="00A22295" w:rsidRPr="00493B7E" w:rsidRDefault="00A22295" w:rsidP="00BC14AE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Zapoznanie się z wytycznymi i ustaleniami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zobowiązany jest zapoznać się z wymaganiami: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 Zamawiającego,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- właściwego Powiatowego Ośrodka Dokumentacji Geodezyjnej i Kartograficznej, 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 właściwego Sądu Rejonowego - Wydziału Ksiąg Wieczystych.</w:t>
      </w:r>
    </w:p>
    <w:p w:rsidR="00EE40CB" w:rsidRPr="00853FA3" w:rsidRDefault="00EE40CB" w:rsidP="003C2C4B">
      <w:pPr>
        <w:rPr>
          <w:rFonts w:ascii="Verdana" w:hAnsi="Verdana"/>
          <w:color w:val="000000"/>
          <w:u w:val="single"/>
        </w:rPr>
      </w:pPr>
      <w:r w:rsidRPr="00853FA3">
        <w:rPr>
          <w:rFonts w:ascii="Verdana" w:hAnsi="Verdana"/>
          <w:color w:val="000000"/>
          <w:u w:val="single"/>
        </w:rPr>
        <w:t xml:space="preserve">Przedmiotowa robota podlega zgłoszeniu w </w:t>
      </w:r>
      <w:proofErr w:type="spellStart"/>
      <w:r w:rsidRPr="00853FA3">
        <w:rPr>
          <w:rFonts w:ascii="Verdana" w:hAnsi="Verdana"/>
          <w:color w:val="000000"/>
          <w:u w:val="single"/>
        </w:rPr>
        <w:t>PODGiK</w:t>
      </w:r>
      <w:proofErr w:type="spellEnd"/>
      <w:r w:rsidRPr="00853FA3">
        <w:rPr>
          <w:rFonts w:ascii="Verdana" w:hAnsi="Verdana"/>
          <w:color w:val="000000"/>
          <w:u w:val="single"/>
        </w:rPr>
        <w:t xml:space="preserve">. </w:t>
      </w:r>
    </w:p>
    <w:p w:rsidR="00A22295" w:rsidRPr="00493B7E" w:rsidRDefault="00A22295" w:rsidP="00BC14AE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Analiza i ocena zebranych materiałów</w:t>
      </w:r>
    </w:p>
    <w:p w:rsidR="003C2C4B" w:rsidRPr="00853FA3" w:rsidRDefault="003C2C4B" w:rsidP="00E07194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w przedmiotowym zleceniu: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Określi stan, aktualność i jakość dokumentów pozyskanych z miejscowego Powiatowego Ośrodka Dokumentacji Geodezyjnej i Kartograficznej</w:t>
      </w:r>
      <w:r w:rsidR="00BC2E6C">
        <w:rPr>
          <w:rFonts w:ascii="Verdana" w:hAnsi="Verdana"/>
          <w:color w:val="000000"/>
        </w:rPr>
        <w:t>.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Ustali, w jaki sposób i w jakim zakresie należy dokonać aktualizacji dokumentów będących w zasobach składnicy ośrodka dokumentacji i danych opisowych ewidencji gruntów prowadz</w:t>
      </w:r>
      <w:r w:rsidR="00BC2E6C">
        <w:rPr>
          <w:rFonts w:ascii="Verdana" w:hAnsi="Verdana"/>
          <w:color w:val="000000"/>
        </w:rPr>
        <w:t>onych przez właściwego Starostę.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Przeprowadzi analizę stanu prawnego nieruchomości objęt</w:t>
      </w:r>
      <w:r w:rsidR="00E36B50" w:rsidRPr="00853FA3">
        <w:rPr>
          <w:rFonts w:ascii="Verdana" w:hAnsi="Verdana"/>
          <w:color w:val="000000"/>
        </w:rPr>
        <w:t>ej</w:t>
      </w:r>
      <w:r w:rsidRPr="00853FA3">
        <w:rPr>
          <w:rFonts w:ascii="Verdana" w:hAnsi="Verdana"/>
          <w:color w:val="000000"/>
        </w:rPr>
        <w:t xml:space="preserve"> przedmiotem zlecenia uwzględniając:</w:t>
      </w:r>
    </w:p>
    <w:p w:rsidR="00E07194" w:rsidRPr="0035010A" w:rsidRDefault="00E07194" w:rsidP="00FA2820">
      <w:pPr>
        <w:ind w:left="426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</w:t>
      </w:r>
      <w:r w:rsidR="00BC2E6C">
        <w:rPr>
          <w:rFonts w:ascii="Verdana" w:hAnsi="Verdana"/>
          <w:color w:val="000000"/>
        </w:rPr>
        <w:t xml:space="preserve"> </w:t>
      </w:r>
      <w:r w:rsidRPr="0035010A">
        <w:rPr>
          <w:rFonts w:ascii="Verdana" w:hAnsi="Verdana"/>
          <w:color w:val="000000"/>
        </w:rPr>
        <w:t>zapisy w ewidencji gruntów</w:t>
      </w:r>
      <w:r w:rsidR="00BC2E6C" w:rsidRPr="0035010A">
        <w:rPr>
          <w:rFonts w:ascii="Verdana" w:hAnsi="Verdana"/>
          <w:color w:val="000000"/>
        </w:rPr>
        <w:t>,</w:t>
      </w:r>
    </w:p>
    <w:p w:rsidR="00E07194" w:rsidRPr="0035010A" w:rsidRDefault="00E07194" w:rsidP="00FA2820">
      <w:pPr>
        <w:ind w:left="426"/>
        <w:rPr>
          <w:rFonts w:ascii="Verdana" w:hAnsi="Verdana"/>
          <w:color w:val="000000"/>
        </w:rPr>
      </w:pPr>
      <w:r w:rsidRPr="0035010A">
        <w:rPr>
          <w:rFonts w:ascii="Verdana" w:hAnsi="Verdana"/>
          <w:color w:val="000000"/>
        </w:rPr>
        <w:t>-</w:t>
      </w:r>
      <w:r w:rsidR="00BC2E6C" w:rsidRPr="0035010A">
        <w:rPr>
          <w:rFonts w:ascii="Verdana" w:hAnsi="Verdana"/>
          <w:color w:val="000000"/>
        </w:rPr>
        <w:t xml:space="preserve"> </w:t>
      </w:r>
      <w:r w:rsidRPr="0035010A">
        <w:rPr>
          <w:rFonts w:ascii="Verdana" w:hAnsi="Verdana"/>
          <w:color w:val="000000"/>
        </w:rPr>
        <w:t>zapisy w księgach wieczystych</w:t>
      </w:r>
      <w:r w:rsidR="00BC2E6C" w:rsidRPr="0035010A">
        <w:rPr>
          <w:rFonts w:ascii="Verdana" w:hAnsi="Verdana"/>
          <w:color w:val="000000"/>
        </w:rPr>
        <w:t>,</w:t>
      </w:r>
    </w:p>
    <w:p w:rsidR="00BC2E6C" w:rsidRPr="00853FA3" w:rsidRDefault="00BC2E6C" w:rsidP="00FA2820">
      <w:pPr>
        <w:ind w:left="426"/>
        <w:rPr>
          <w:rFonts w:ascii="Verdana" w:hAnsi="Verdana"/>
          <w:b/>
          <w:color w:val="000000"/>
        </w:rPr>
      </w:pPr>
      <w:r w:rsidRPr="0035010A">
        <w:rPr>
          <w:rFonts w:ascii="Verdana" w:hAnsi="Verdana"/>
          <w:color w:val="000000"/>
        </w:rPr>
        <w:t>- pozyskanych</w:t>
      </w:r>
      <w:r w:rsidRPr="00B10FEF">
        <w:rPr>
          <w:rFonts w:ascii="Verdana" w:hAnsi="Verdana"/>
          <w:color w:val="000000"/>
        </w:rPr>
        <w:t xml:space="preserve"> dokumentów potwierdzających własność</w:t>
      </w:r>
      <w:r>
        <w:rPr>
          <w:rFonts w:ascii="Verdana" w:hAnsi="Verdana"/>
          <w:color w:val="000000"/>
        </w:rPr>
        <w:t>.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 razie potrzeby odszuka i skompletu</w:t>
      </w:r>
      <w:r w:rsidR="00BC2E6C">
        <w:rPr>
          <w:rFonts w:ascii="Verdana" w:hAnsi="Verdana"/>
          <w:color w:val="000000"/>
        </w:rPr>
        <w:t>je wszystkie dokumenty prawne (</w:t>
      </w:r>
      <w:r w:rsidRPr="00853FA3">
        <w:rPr>
          <w:rFonts w:ascii="Verdana" w:hAnsi="Verdana"/>
          <w:color w:val="000000"/>
        </w:rPr>
        <w:t xml:space="preserve">np.: decyzje wywłaszczeniowe, decyzje administracyjne, akty notarialne itp.) niezbędne do  uregulowania stanu prawnego </w:t>
      </w:r>
      <w:r w:rsidR="003E268C">
        <w:rPr>
          <w:rFonts w:ascii="Verdana" w:hAnsi="Verdana"/>
          <w:color w:val="000000"/>
        </w:rPr>
        <w:t>nieruchomości</w:t>
      </w:r>
      <w:r w:rsidRPr="00853FA3">
        <w:rPr>
          <w:rFonts w:ascii="Verdana" w:hAnsi="Verdana"/>
          <w:color w:val="000000"/>
        </w:rPr>
        <w:t xml:space="preserve"> objęt</w:t>
      </w:r>
      <w:r w:rsidR="003E268C">
        <w:rPr>
          <w:rFonts w:ascii="Verdana" w:hAnsi="Verdana"/>
          <w:color w:val="000000"/>
        </w:rPr>
        <w:t>ych</w:t>
      </w:r>
      <w:r w:rsidRPr="00853FA3">
        <w:rPr>
          <w:rFonts w:ascii="Verdana" w:hAnsi="Verdana"/>
          <w:color w:val="000000"/>
        </w:rPr>
        <w:t xml:space="preserve"> przedmiotowym zleceniem</w:t>
      </w:r>
      <w:r w:rsidR="00BC2E6C">
        <w:rPr>
          <w:rFonts w:ascii="Verdana" w:hAnsi="Verdana"/>
          <w:color w:val="000000"/>
        </w:rPr>
        <w:t>.</w:t>
      </w:r>
    </w:p>
    <w:p w:rsidR="00A22295" w:rsidRPr="00853FA3" w:rsidRDefault="00517D90" w:rsidP="008F6CD4">
      <w:pPr>
        <w:pStyle w:val="Nagwek3"/>
        <w:numPr>
          <w:ilvl w:val="0"/>
          <w:numId w:val="0"/>
        </w:numPr>
        <w:spacing w:before="120"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="00A22295" w:rsidRPr="00853FA3">
        <w:rPr>
          <w:rFonts w:ascii="Verdana" w:hAnsi="Verdana"/>
          <w:b/>
          <w:bCs/>
          <w:color w:val="000000"/>
        </w:rPr>
        <w:t>.</w:t>
      </w:r>
      <w:r w:rsidR="00141AF9" w:rsidRPr="00853FA3">
        <w:rPr>
          <w:rFonts w:ascii="Verdana" w:hAnsi="Verdana"/>
          <w:b/>
          <w:bCs/>
          <w:color w:val="000000"/>
        </w:rPr>
        <w:t>2</w:t>
      </w:r>
      <w:r w:rsidR="00493B7E">
        <w:rPr>
          <w:rFonts w:ascii="Verdana" w:hAnsi="Verdana"/>
          <w:b/>
          <w:bCs/>
          <w:color w:val="000000"/>
        </w:rPr>
        <w:t>.</w:t>
      </w:r>
      <w:r w:rsidR="009C62B9" w:rsidRPr="00853FA3">
        <w:rPr>
          <w:rFonts w:ascii="Verdana" w:hAnsi="Verdana"/>
          <w:b/>
          <w:bCs/>
          <w:color w:val="000000"/>
        </w:rPr>
        <w:t>3</w:t>
      </w:r>
      <w:r w:rsidR="00A22295" w:rsidRPr="00853FA3">
        <w:rPr>
          <w:rFonts w:ascii="Verdana" w:hAnsi="Verdana"/>
          <w:b/>
          <w:bCs/>
          <w:color w:val="000000"/>
        </w:rPr>
        <w:t xml:space="preserve">. </w:t>
      </w:r>
      <w:r w:rsidR="00C26ECF" w:rsidRPr="00853FA3">
        <w:rPr>
          <w:rFonts w:ascii="Verdana" w:hAnsi="Verdana"/>
          <w:b/>
          <w:bCs/>
          <w:color w:val="000000"/>
        </w:rPr>
        <w:t>O</w:t>
      </w:r>
      <w:r w:rsidR="00A22295" w:rsidRPr="00853FA3">
        <w:rPr>
          <w:rFonts w:ascii="Verdana" w:hAnsi="Verdana"/>
          <w:b/>
          <w:bCs/>
          <w:color w:val="000000"/>
        </w:rPr>
        <w:t>pracowanie projektu podziału nieruchomości</w:t>
      </w:r>
    </w:p>
    <w:p w:rsidR="001F4F56" w:rsidRPr="00853FA3" w:rsidRDefault="001F4F56" w:rsidP="001F4F56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Po dokonaniu oceny i analizy materiałów Wykonawca:</w:t>
      </w:r>
    </w:p>
    <w:p w:rsidR="002F6F68" w:rsidRPr="00C42127" w:rsidRDefault="003E268C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  <w:u w:val="single"/>
        </w:rPr>
      </w:pPr>
      <w:r w:rsidRPr="00C42127">
        <w:rPr>
          <w:rFonts w:ascii="Verdana" w:hAnsi="Verdana"/>
          <w:color w:val="000000"/>
          <w:u w:val="single"/>
        </w:rPr>
        <w:t xml:space="preserve">jest zobowiązany </w:t>
      </w:r>
      <w:r w:rsidR="002F6F68" w:rsidRPr="00C42127">
        <w:rPr>
          <w:rFonts w:ascii="Verdana" w:hAnsi="Verdana"/>
          <w:color w:val="000000"/>
          <w:u w:val="single"/>
        </w:rPr>
        <w:t>ustali</w:t>
      </w:r>
      <w:r w:rsidRPr="00C42127">
        <w:rPr>
          <w:rFonts w:ascii="Verdana" w:hAnsi="Verdana"/>
          <w:color w:val="000000"/>
          <w:u w:val="single"/>
        </w:rPr>
        <w:t>ć</w:t>
      </w:r>
      <w:r w:rsidR="002F6F68" w:rsidRPr="00C42127">
        <w:rPr>
          <w:rFonts w:ascii="Verdana" w:hAnsi="Verdana"/>
          <w:color w:val="000000"/>
          <w:u w:val="single"/>
        </w:rPr>
        <w:t xml:space="preserve"> podstawę prawną podziału nieruchomości</w:t>
      </w:r>
      <w:r w:rsidR="00FD41C6" w:rsidRPr="00C42127">
        <w:rPr>
          <w:rFonts w:ascii="Verdana" w:hAnsi="Verdana"/>
          <w:color w:val="000000"/>
          <w:u w:val="single"/>
        </w:rPr>
        <w:t xml:space="preserve"> </w:t>
      </w:r>
      <w:r w:rsidR="001E5983" w:rsidRPr="00C42127">
        <w:rPr>
          <w:rFonts w:ascii="Verdana" w:hAnsi="Verdana"/>
          <w:color w:val="000000"/>
          <w:u w:val="single"/>
        </w:rPr>
        <w:t>w oparciu o przepisy wynikające z ustaw</w:t>
      </w:r>
      <w:r w:rsidR="005A4D8D" w:rsidRPr="00C42127">
        <w:rPr>
          <w:rFonts w:ascii="Verdana" w:hAnsi="Verdana"/>
          <w:color w:val="000000"/>
          <w:u w:val="single"/>
        </w:rPr>
        <w:t>y o gospodarce nieruchomościami,</w:t>
      </w:r>
    </w:p>
    <w:p w:rsidR="00853FA3" w:rsidRPr="00853FA3" w:rsidRDefault="00853FA3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opracuje </w:t>
      </w:r>
      <w:r w:rsidR="008A0882" w:rsidRPr="00853FA3">
        <w:rPr>
          <w:rFonts w:ascii="Verdana" w:hAnsi="Verdana"/>
          <w:color w:val="000000"/>
        </w:rPr>
        <w:t xml:space="preserve">wstępny projekt podziału i </w:t>
      </w:r>
      <w:r w:rsidRPr="00853FA3">
        <w:rPr>
          <w:rFonts w:ascii="Verdana" w:hAnsi="Verdana"/>
          <w:color w:val="000000"/>
        </w:rPr>
        <w:t xml:space="preserve">uzyska </w:t>
      </w:r>
      <w:r w:rsidR="00BC3842" w:rsidRPr="00F42886">
        <w:rPr>
          <w:rFonts w:ascii="Verdana" w:hAnsi="Verdana"/>
          <w:color w:val="000000"/>
        </w:rPr>
        <w:t>opcjonalnie</w:t>
      </w:r>
      <w:r w:rsidR="00BC3842" w:rsidRPr="00853FA3">
        <w:rPr>
          <w:rFonts w:ascii="Verdana" w:hAnsi="Verdana"/>
          <w:color w:val="000000"/>
        </w:rPr>
        <w:t xml:space="preserve"> </w:t>
      </w:r>
      <w:r w:rsidR="003031DD">
        <w:rPr>
          <w:rFonts w:ascii="Verdana" w:hAnsi="Verdana"/>
          <w:color w:val="000000"/>
        </w:rPr>
        <w:t xml:space="preserve">postanowienie opiniujące </w:t>
      </w:r>
      <w:r w:rsidR="008A0882" w:rsidRPr="00853FA3">
        <w:rPr>
          <w:rFonts w:ascii="Verdana" w:hAnsi="Verdana"/>
          <w:color w:val="000000"/>
        </w:rPr>
        <w:t>zgodność proponowanego podziału nieruchomości</w:t>
      </w:r>
      <w:r w:rsidR="00BC2E6C">
        <w:rPr>
          <w:rFonts w:ascii="Verdana" w:hAnsi="Verdana"/>
          <w:color w:val="000000"/>
        </w:rPr>
        <w:t>,</w:t>
      </w:r>
    </w:p>
    <w:p w:rsidR="00905137" w:rsidRPr="00853FA3" w:rsidRDefault="00023067" w:rsidP="000D0D02">
      <w:pPr>
        <w:numPr>
          <w:ilvl w:val="0"/>
          <w:numId w:val="30"/>
        </w:numPr>
        <w:ind w:left="142" w:hanging="142"/>
        <w:rPr>
          <w:rFonts w:ascii="Verdana" w:hAnsi="Verdana"/>
          <w:iCs/>
          <w:color w:val="000000"/>
        </w:rPr>
      </w:pPr>
      <w:r w:rsidRPr="00853FA3">
        <w:rPr>
          <w:rFonts w:ascii="Verdana" w:hAnsi="Verdana" w:cs="Tahoma"/>
          <w:color w:val="000000"/>
        </w:rPr>
        <w:t>przystąpi do wykonania</w:t>
      </w:r>
      <w:r w:rsidR="00905137" w:rsidRPr="00853FA3">
        <w:rPr>
          <w:rFonts w:ascii="Verdana" w:hAnsi="Verdana"/>
          <w:b/>
          <w:color w:val="000000"/>
        </w:rPr>
        <w:t xml:space="preserve"> </w:t>
      </w:r>
      <w:r w:rsidR="00905137" w:rsidRPr="00853FA3">
        <w:rPr>
          <w:rFonts w:ascii="Verdana" w:hAnsi="Verdana"/>
          <w:color w:val="000000"/>
        </w:rPr>
        <w:t>pomiaru w terenie punktów załamania granicy pas</w:t>
      </w:r>
      <w:r w:rsidR="00446367">
        <w:rPr>
          <w:rFonts w:ascii="Verdana" w:hAnsi="Verdana"/>
          <w:color w:val="000000"/>
        </w:rPr>
        <w:t>a</w:t>
      </w:r>
      <w:r w:rsidR="005A4D8D">
        <w:rPr>
          <w:rFonts w:ascii="Verdana" w:hAnsi="Verdana"/>
          <w:color w:val="000000"/>
        </w:rPr>
        <w:t xml:space="preserve"> drogow</w:t>
      </w:r>
      <w:r w:rsidR="00446367">
        <w:rPr>
          <w:rFonts w:ascii="Verdana" w:hAnsi="Verdana"/>
          <w:color w:val="000000"/>
        </w:rPr>
        <w:t>ego</w:t>
      </w:r>
      <w:r w:rsidR="00905137" w:rsidRPr="00853FA3">
        <w:rPr>
          <w:rFonts w:ascii="Verdana" w:hAnsi="Verdana"/>
          <w:color w:val="000000"/>
        </w:rPr>
        <w:t xml:space="preserve"> dr</w:t>
      </w:r>
      <w:r w:rsidR="00446367">
        <w:rPr>
          <w:rFonts w:ascii="Verdana" w:hAnsi="Verdana"/>
          <w:color w:val="000000"/>
        </w:rPr>
        <w:t>o</w:t>
      </w:r>
      <w:r w:rsidR="00905137" w:rsidRPr="00853FA3">
        <w:rPr>
          <w:rFonts w:ascii="Verdana" w:hAnsi="Verdana"/>
          <w:color w:val="000000"/>
        </w:rPr>
        <w:t>g</w:t>
      </w:r>
      <w:r w:rsidR="00446367">
        <w:rPr>
          <w:rFonts w:ascii="Verdana" w:hAnsi="Verdana"/>
          <w:color w:val="000000"/>
        </w:rPr>
        <w:t>i</w:t>
      </w:r>
      <w:r w:rsidR="00905137" w:rsidRPr="00853FA3">
        <w:rPr>
          <w:rFonts w:ascii="Verdana" w:hAnsi="Verdana"/>
          <w:color w:val="000000"/>
        </w:rPr>
        <w:t xml:space="preserve"> krajow</w:t>
      </w:r>
      <w:r w:rsidR="00446367">
        <w:rPr>
          <w:rFonts w:ascii="Verdana" w:hAnsi="Verdana"/>
          <w:color w:val="000000"/>
        </w:rPr>
        <w:t>ej</w:t>
      </w:r>
      <w:r w:rsidR="001158CD">
        <w:rPr>
          <w:rFonts w:ascii="Verdana" w:hAnsi="Verdana"/>
          <w:color w:val="000000"/>
        </w:rPr>
        <w:t>,</w:t>
      </w:r>
      <w:r w:rsidR="00905137" w:rsidRPr="00853FA3">
        <w:rPr>
          <w:rFonts w:ascii="Verdana" w:hAnsi="Verdana"/>
          <w:color w:val="000000"/>
        </w:rPr>
        <w:t xml:space="preserve"> w rozumieniu ustawy </w:t>
      </w:r>
      <w:r w:rsidR="002F6F68" w:rsidRPr="00853FA3">
        <w:rPr>
          <w:rFonts w:ascii="Verdana" w:hAnsi="Verdana"/>
          <w:color w:val="000000"/>
        </w:rPr>
        <w:t xml:space="preserve"> </w:t>
      </w:r>
      <w:r w:rsidR="00905137" w:rsidRPr="00853FA3">
        <w:rPr>
          <w:rFonts w:ascii="Verdana" w:hAnsi="Verdana"/>
          <w:color w:val="000000"/>
        </w:rPr>
        <w:t>o drogach publicznych art. 34</w:t>
      </w:r>
      <w:r w:rsidR="00E47077">
        <w:rPr>
          <w:rFonts w:ascii="Verdana" w:hAnsi="Verdana"/>
          <w:color w:val="000000"/>
        </w:rPr>
        <w:t>a</w:t>
      </w:r>
      <w:r w:rsidR="00905137" w:rsidRPr="00853FA3">
        <w:rPr>
          <w:rFonts w:ascii="Verdana" w:hAnsi="Verdana"/>
          <w:color w:val="000000"/>
        </w:rPr>
        <w:t xml:space="preserve"> i art. 4. pkt 1 i 2</w:t>
      </w:r>
      <w:r w:rsidR="005A4D8D">
        <w:rPr>
          <w:rFonts w:ascii="Verdana" w:hAnsi="Verdana"/>
          <w:color w:val="000000"/>
        </w:rPr>
        <w:t>,</w:t>
      </w:r>
      <w:r w:rsidR="00905137" w:rsidRPr="00853FA3">
        <w:rPr>
          <w:rFonts w:ascii="Verdana" w:hAnsi="Verdana"/>
          <w:color w:val="000000"/>
        </w:rPr>
        <w:t xml:space="preserve"> na nieruchomości </w:t>
      </w:r>
      <w:r w:rsidR="002F6F68" w:rsidRPr="00853FA3">
        <w:rPr>
          <w:rFonts w:ascii="Verdana" w:hAnsi="Verdana"/>
          <w:color w:val="000000"/>
        </w:rPr>
        <w:t>będąc</w:t>
      </w:r>
      <w:r w:rsidR="001158CD">
        <w:rPr>
          <w:rFonts w:ascii="Verdana" w:hAnsi="Verdana"/>
          <w:color w:val="000000"/>
        </w:rPr>
        <w:t>ej</w:t>
      </w:r>
      <w:r w:rsidR="002F6F68" w:rsidRPr="00853FA3">
        <w:rPr>
          <w:rFonts w:ascii="Verdana" w:hAnsi="Verdana"/>
          <w:color w:val="000000"/>
        </w:rPr>
        <w:t xml:space="preserve"> przedmiotem zlecenia</w:t>
      </w:r>
      <w:r w:rsidR="005A4D8D">
        <w:rPr>
          <w:rFonts w:ascii="Verdana" w:hAnsi="Verdana"/>
          <w:color w:val="000000"/>
        </w:rPr>
        <w:t>.</w:t>
      </w:r>
    </w:p>
    <w:p w:rsidR="00A836A8" w:rsidRPr="00A64E23" w:rsidRDefault="00A22295" w:rsidP="000D0D02">
      <w:pPr>
        <w:ind w:left="142"/>
        <w:rPr>
          <w:rFonts w:ascii="Verdana" w:hAnsi="Verdana"/>
        </w:rPr>
      </w:pPr>
      <w:r w:rsidRPr="00A64E23">
        <w:rPr>
          <w:rFonts w:ascii="Verdana" w:hAnsi="Verdana"/>
          <w:u w:val="single"/>
        </w:rPr>
        <w:t xml:space="preserve">Punkty załamania granic pasa drogowego powinny być </w:t>
      </w:r>
      <w:r w:rsidR="00EE7F47" w:rsidRPr="00A64E23">
        <w:rPr>
          <w:rFonts w:ascii="Verdana" w:hAnsi="Verdana"/>
          <w:u w:val="single"/>
        </w:rPr>
        <w:t xml:space="preserve">ustalone </w:t>
      </w:r>
      <w:r w:rsidR="001E5EBA" w:rsidRPr="00A64E23">
        <w:rPr>
          <w:rFonts w:ascii="Verdana" w:hAnsi="Verdana"/>
          <w:u w:val="single"/>
        </w:rPr>
        <w:t xml:space="preserve">w terenie </w:t>
      </w:r>
      <w:r w:rsidR="003031DD">
        <w:rPr>
          <w:rFonts w:ascii="Verdana" w:hAnsi="Verdana"/>
          <w:u w:val="single"/>
        </w:rPr>
        <w:br/>
      </w:r>
      <w:r w:rsidR="001E5EBA" w:rsidRPr="00A64E23">
        <w:rPr>
          <w:rFonts w:ascii="Verdana" w:hAnsi="Verdana"/>
          <w:u w:val="single"/>
        </w:rPr>
        <w:t>z przedstawiciel</w:t>
      </w:r>
      <w:r w:rsidR="001158CD">
        <w:rPr>
          <w:rFonts w:ascii="Verdana" w:hAnsi="Verdana"/>
          <w:u w:val="single"/>
        </w:rPr>
        <w:t>e</w:t>
      </w:r>
      <w:r w:rsidR="008F6CD4" w:rsidRPr="00A64E23">
        <w:rPr>
          <w:rFonts w:ascii="Verdana" w:hAnsi="Verdana"/>
          <w:u w:val="single"/>
        </w:rPr>
        <w:t xml:space="preserve">m </w:t>
      </w:r>
      <w:r w:rsidR="001E5EBA" w:rsidRPr="00A64E23">
        <w:rPr>
          <w:rFonts w:ascii="Verdana" w:hAnsi="Verdana"/>
          <w:u w:val="single"/>
        </w:rPr>
        <w:t xml:space="preserve">Rejonu Dróg w </w:t>
      </w:r>
      <w:r w:rsidR="001158CD">
        <w:rPr>
          <w:rFonts w:ascii="Verdana" w:hAnsi="Verdana"/>
          <w:u w:val="single"/>
        </w:rPr>
        <w:t>Kielcach</w:t>
      </w:r>
      <w:r w:rsidR="00407A69">
        <w:rPr>
          <w:rFonts w:ascii="Verdana" w:hAnsi="Verdana"/>
          <w:u w:val="single"/>
        </w:rPr>
        <w:t xml:space="preserve"> oraz przedstawicielem Świętokrzyskiego Zarządu Dróg Wojewódzkich w Kielcach</w:t>
      </w:r>
      <w:r w:rsidR="003E268C" w:rsidRPr="00A64E23">
        <w:rPr>
          <w:rFonts w:ascii="Verdana" w:hAnsi="Verdana"/>
          <w:u w:val="single"/>
        </w:rPr>
        <w:t xml:space="preserve">, </w:t>
      </w:r>
      <w:r w:rsidR="00EE7F47" w:rsidRPr="00A64E23">
        <w:rPr>
          <w:rFonts w:ascii="Verdana" w:hAnsi="Verdana"/>
          <w:u w:val="single"/>
        </w:rPr>
        <w:t xml:space="preserve">a następnie </w:t>
      </w:r>
      <w:r w:rsidRPr="00A64E23">
        <w:rPr>
          <w:rFonts w:ascii="Verdana" w:hAnsi="Verdana"/>
          <w:u w:val="single"/>
        </w:rPr>
        <w:t>wykazane przez Wykonawcę</w:t>
      </w:r>
      <w:r w:rsidR="00E10C36" w:rsidRPr="00A64E23">
        <w:rPr>
          <w:rFonts w:ascii="Verdana" w:hAnsi="Verdana"/>
          <w:u w:val="single"/>
        </w:rPr>
        <w:t xml:space="preserve"> przy ustaleniu projektowej granicy podziału</w:t>
      </w:r>
      <w:r w:rsidR="001E5EBA" w:rsidRPr="00A64E23">
        <w:rPr>
          <w:rFonts w:ascii="Verdana" w:hAnsi="Verdana"/>
          <w:u w:val="single"/>
        </w:rPr>
        <w:t>.</w:t>
      </w:r>
      <w:r w:rsidRPr="00A64E23">
        <w:rPr>
          <w:rFonts w:ascii="Verdana" w:hAnsi="Verdana"/>
        </w:rPr>
        <w:t xml:space="preserve"> </w:t>
      </w:r>
    </w:p>
    <w:p w:rsidR="00A22295" w:rsidRPr="00853FA3" w:rsidRDefault="00BC3842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BC3842">
        <w:rPr>
          <w:rFonts w:ascii="Verdana" w:hAnsi="Verdana"/>
          <w:color w:val="000000"/>
        </w:rPr>
        <w:t xml:space="preserve">dokona odpowiednio wznowienia znaków granicznych, wyznaczenia punktów granicznych lub ustalenia przebiegu granic działek ewidencyjnych oraz przyjęcia granic dzielonej nieruchomości wg jej stanu prawnego. W przypadkach, kiedy nie można stwierdzić stanu prawnego, granice nieruchomości należy przyjąć według stanu uwidocznionego w katastrze nieruchomości (ewidencji gruntów), zgodnie z art. 26 ustawy o gospodarce nieruchomościami i § 6 rozporządzenia w sprawie sposobu i  trybu dokonywania podziałów nieruchomości, spisując z tych czynności w terenie odpowiedni protokół - § 7 tego </w:t>
      </w:r>
      <w:r>
        <w:rPr>
          <w:rFonts w:ascii="Verdana" w:hAnsi="Verdana"/>
          <w:color w:val="000000"/>
        </w:rPr>
        <w:t>rozporządzenia.</w:t>
      </w:r>
      <w:r w:rsidR="00023067" w:rsidRPr="00853FA3">
        <w:rPr>
          <w:rFonts w:ascii="Verdana" w:hAnsi="Verdana"/>
          <w:color w:val="000000"/>
        </w:rPr>
        <w:t xml:space="preserve"> </w:t>
      </w:r>
    </w:p>
    <w:p w:rsidR="00A22295" w:rsidRPr="00853FA3" w:rsidRDefault="00A22295" w:rsidP="000D0D02">
      <w:pPr>
        <w:ind w:left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zobowiązany jest przestrzegać zasady, by punkty załamania granic podziału projektować w miejscach o podwyższonej gwarancji ich utrzymania</w:t>
      </w:r>
      <w:r w:rsidR="006967C7" w:rsidRPr="00853FA3">
        <w:rPr>
          <w:rFonts w:ascii="Verdana" w:hAnsi="Verdana"/>
          <w:color w:val="000000"/>
        </w:rPr>
        <w:t>.</w:t>
      </w:r>
      <w:r w:rsidRPr="00853FA3">
        <w:rPr>
          <w:rFonts w:ascii="Verdana" w:hAnsi="Verdana"/>
          <w:color w:val="000000"/>
        </w:rPr>
        <w:t xml:space="preserve"> </w:t>
      </w:r>
    </w:p>
    <w:p w:rsidR="00A22295" w:rsidRPr="00853FA3" w:rsidRDefault="00023067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</w:t>
      </w:r>
      <w:r w:rsidR="00316063" w:rsidRPr="00853FA3">
        <w:rPr>
          <w:rFonts w:ascii="Verdana" w:hAnsi="Verdana"/>
          <w:color w:val="000000"/>
        </w:rPr>
        <w:t>ka</w:t>
      </w:r>
      <w:r w:rsidR="00A03C10">
        <w:rPr>
          <w:rFonts w:ascii="Verdana" w:hAnsi="Verdana"/>
          <w:color w:val="000000"/>
        </w:rPr>
        <w:t>że</w:t>
      </w:r>
      <w:r w:rsidR="00316063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 xml:space="preserve">projekt podziału </w:t>
      </w:r>
      <w:r w:rsidR="00A03C10">
        <w:rPr>
          <w:rFonts w:ascii="Verdana" w:hAnsi="Verdana"/>
          <w:color w:val="000000"/>
        </w:rPr>
        <w:t>stronom,</w:t>
      </w:r>
    </w:p>
    <w:p w:rsidR="00A22295" w:rsidRPr="00853FA3" w:rsidRDefault="00023067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</w:t>
      </w:r>
      <w:r w:rsidR="00A22295" w:rsidRPr="00853FA3">
        <w:rPr>
          <w:rFonts w:ascii="Verdana" w:hAnsi="Verdana"/>
          <w:color w:val="000000"/>
        </w:rPr>
        <w:t>yznacz</w:t>
      </w:r>
      <w:r w:rsidR="00A03C10">
        <w:rPr>
          <w:rFonts w:ascii="Verdana" w:hAnsi="Verdana"/>
          <w:color w:val="000000"/>
        </w:rPr>
        <w:t>y</w:t>
      </w:r>
      <w:r w:rsidR="00A22295" w:rsidRPr="00853FA3">
        <w:rPr>
          <w:rFonts w:ascii="Verdana" w:hAnsi="Verdana"/>
          <w:color w:val="000000"/>
        </w:rPr>
        <w:t xml:space="preserve"> </w:t>
      </w:r>
      <w:r w:rsidR="00316063" w:rsidRPr="00853FA3">
        <w:rPr>
          <w:rFonts w:ascii="Verdana" w:hAnsi="Verdana"/>
          <w:color w:val="000000"/>
        </w:rPr>
        <w:t>pomierzon</w:t>
      </w:r>
      <w:r w:rsidR="00A03C10">
        <w:rPr>
          <w:rFonts w:ascii="Verdana" w:hAnsi="Verdana"/>
          <w:color w:val="000000"/>
        </w:rPr>
        <w:t>e punkty graniczne określające przebieg</w:t>
      </w:r>
      <w:r w:rsidR="00316063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>granic pasa drogowego</w:t>
      </w:r>
      <w:r w:rsidR="00A03C10">
        <w:rPr>
          <w:rFonts w:ascii="Verdana" w:hAnsi="Verdana"/>
          <w:color w:val="000000"/>
        </w:rPr>
        <w:t xml:space="preserve"> </w:t>
      </w:r>
      <w:r w:rsidR="00773B0D">
        <w:rPr>
          <w:rFonts w:ascii="Verdana" w:hAnsi="Verdana"/>
          <w:color w:val="000000"/>
        </w:rPr>
        <w:br/>
      </w:r>
      <w:r w:rsidR="00A03C10">
        <w:rPr>
          <w:rFonts w:ascii="Verdana" w:hAnsi="Verdana"/>
          <w:color w:val="000000"/>
        </w:rPr>
        <w:t xml:space="preserve">w terenie </w:t>
      </w:r>
      <w:r w:rsidR="00A03C10" w:rsidRPr="003E268C">
        <w:rPr>
          <w:rFonts w:ascii="Verdana" w:hAnsi="Verdana"/>
          <w:color w:val="000000"/>
        </w:rPr>
        <w:t xml:space="preserve">poprzez zamarkowanie </w:t>
      </w:r>
      <w:r w:rsidR="00A22295" w:rsidRPr="003E268C">
        <w:rPr>
          <w:rFonts w:ascii="Verdana" w:hAnsi="Verdana"/>
          <w:color w:val="000000"/>
        </w:rPr>
        <w:t>nowych pun</w:t>
      </w:r>
      <w:r w:rsidR="006575C0" w:rsidRPr="003E268C">
        <w:rPr>
          <w:rFonts w:ascii="Verdana" w:hAnsi="Verdana"/>
          <w:color w:val="000000"/>
        </w:rPr>
        <w:t>któw granicznych za pomocą pali</w:t>
      </w:r>
      <w:r w:rsidR="005510FC" w:rsidRPr="003E268C">
        <w:rPr>
          <w:rFonts w:ascii="Verdana" w:hAnsi="Verdana"/>
          <w:color w:val="000000"/>
        </w:rPr>
        <w:t xml:space="preserve"> drewnianych z farbą odblaskową</w:t>
      </w:r>
      <w:r w:rsidR="00A03C10">
        <w:rPr>
          <w:rFonts w:ascii="Verdana" w:hAnsi="Verdana"/>
          <w:color w:val="000000"/>
        </w:rPr>
        <w:t>.</w:t>
      </w:r>
    </w:p>
    <w:p w:rsidR="00E34F49" w:rsidRDefault="00E34F49" w:rsidP="00023067">
      <w:pPr>
        <w:rPr>
          <w:rFonts w:ascii="Verdana" w:hAnsi="Verdana"/>
          <w:i/>
          <w:color w:val="000000"/>
          <w:u w:val="single"/>
        </w:rPr>
      </w:pPr>
      <w:r w:rsidRPr="00853FA3">
        <w:rPr>
          <w:rFonts w:ascii="Verdana" w:hAnsi="Verdana"/>
          <w:i/>
          <w:color w:val="000000"/>
          <w:u w:val="single"/>
        </w:rPr>
        <w:t>W przypadku, gdy wystąpi taka potrzeba Wykonawca opracuje dokumentację  niezbędną do uzyskania decyzji o zmianie powierzchni nieruchomości i zmian aktualizujących dane ewidencji gruntów.</w:t>
      </w:r>
    </w:p>
    <w:p w:rsidR="00FE0337" w:rsidRPr="00517D90" w:rsidRDefault="00FE0337" w:rsidP="00023067">
      <w:pPr>
        <w:rPr>
          <w:rFonts w:ascii="Verdana" w:hAnsi="Verdana"/>
          <w:i/>
          <w:color w:val="000000"/>
          <w:u w:val="single"/>
        </w:rPr>
      </w:pPr>
      <w:r w:rsidRPr="00FE0337">
        <w:rPr>
          <w:rFonts w:ascii="Verdana" w:hAnsi="Verdana"/>
          <w:i/>
          <w:color w:val="000000"/>
          <w:u w:val="single"/>
        </w:rPr>
        <w:lastRenderedPageBreak/>
        <w:t>Przedmiotowe prace Wykonawca pokryje z własnych środków, które będą skalkulowane przez niego w cenie jednostkowej dla przedmiotowego zlecenia.</w:t>
      </w:r>
    </w:p>
    <w:p w:rsidR="00A22295" w:rsidRPr="00493B7E" w:rsidRDefault="00A22295" w:rsidP="008F6CD4">
      <w:pPr>
        <w:pStyle w:val="Nagwek3"/>
        <w:numPr>
          <w:ilvl w:val="2"/>
          <w:numId w:val="28"/>
        </w:numPr>
        <w:tabs>
          <w:tab w:val="clear" w:pos="720"/>
          <w:tab w:val="num" w:pos="709"/>
        </w:tabs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Prace polowe</w:t>
      </w:r>
      <w:r w:rsidR="00517D90" w:rsidRPr="00493B7E">
        <w:rPr>
          <w:rFonts w:ascii="Verdana" w:hAnsi="Verdana"/>
          <w:b/>
          <w:bCs/>
          <w:color w:val="000000"/>
        </w:rPr>
        <w:t xml:space="preserve"> - przyjęcie granic nieruchomości do podziału</w:t>
      </w:r>
    </w:p>
    <w:p w:rsidR="00A22295" w:rsidRPr="00853FA3" w:rsidRDefault="00DA565A" w:rsidP="00023067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Określone</w:t>
      </w:r>
      <w:r w:rsidR="00A22295" w:rsidRPr="00853FA3">
        <w:rPr>
          <w:rFonts w:ascii="Verdana" w:hAnsi="Verdana"/>
          <w:color w:val="000000"/>
        </w:rPr>
        <w:t xml:space="preserve"> granice podziału nieruchomości zajętych pod pas drogi krajowej</w:t>
      </w:r>
      <w:r>
        <w:rPr>
          <w:rFonts w:ascii="Verdana" w:hAnsi="Verdana"/>
          <w:color w:val="000000"/>
        </w:rPr>
        <w:t>,</w:t>
      </w:r>
      <w:r w:rsidR="00A22295" w:rsidRPr="00853FA3">
        <w:rPr>
          <w:rFonts w:ascii="Verdana" w:hAnsi="Verdana"/>
          <w:color w:val="000000"/>
        </w:rPr>
        <w:t xml:space="preserve"> mają być wy</w:t>
      </w:r>
      <w:r w:rsidR="003D0F9C" w:rsidRPr="00853FA3">
        <w:rPr>
          <w:rFonts w:ascii="Verdana" w:hAnsi="Verdana"/>
          <w:color w:val="000000"/>
        </w:rPr>
        <w:t>znaczone w</w:t>
      </w:r>
      <w:r w:rsidR="00A22295" w:rsidRPr="00853FA3">
        <w:rPr>
          <w:rFonts w:ascii="Verdana" w:hAnsi="Verdana"/>
          <w:color w:val="000000"/>
        </w:rPr>
        <w:t xml:space="preserve"> teren</w:t>
      </w:r>
      <w:r w:rsidR="003D0F9C" w:rsidRPr="00853FA3">
        <w:rPr>
          <w:rFonts w:ascii="Verdana" w:hAnsi="Verdana"/>
          <w:color w:val="000000"/>
        </w:rPr>
        <w:t>ie</w:t>
      </w:r>
      <w:r w:rsidR="00A22295" w:rsidRPr="00853FA3">
        <w:rPr>
          <w:rFonts w:ascii="Verdana" w:hAnsi="Verdana"/>
          <w:color w:val="000000"/>
        </w:rPr>
        <w:t xml:space="preserve"> i przed uzyskaniem decyzji </w:t>
      </w:r>
      <w:r w:rsidR="008F6B70" w:rsidRPr="00853FA3">
        <w:rPr>
          <w:rFonts w:ascii="Verdana" w:hAnsi="Verdana"/>
          <w:color w:val="000000"/>
        </w:rPr>
        <w:t>zatwierdzającej podział</w:t>
      </w:r>
      <w:r>
        <w:rPr>
          <w:rFonts w:ascii="Verdana" w:hAnsi="Verdana"/>
          <w:color w:val="000000"/>
        </w:rPr>
        <w:t>,</w:t>
      </w:r>
      <w:r w:rsidR="00A22295" w:rsidRPr="00853FA3">
        <w:rPr>
          <w:rFonts w:ascii="Verdana" w:hAnsi="Verdana"/>
          <w:color w:val="000000"/>
        </w:rPr>
        <w:t xml:space="preserve"> </w:t>
      </w:r>
      <w:r w:rsidR="005510FC" w:rsidRPr="00853FA3">
        <w:rPr>
          <w:rFonts w:ascii="Verdana" w:hAnsi="Verdana"/>
          <w:color w:val="000000"/>
        </w:rPr>
        <w:t>zamarkowane</w:t>
      </w:r>
      <w:r w:rsidR="00A22295" w:rsidRPr="00853FA3">
        <w:rPr>
          <w:rFonts w:ascii="Verdana" w:hAnsi="Verdana"/>
          <w:color w:val="000000"/>
        </w:rPr>
        <w:t xml:space="preserve"> palami</w:t>
      </w:r>
      <w:r w:rsidR="00B46FD0">
        <w:rPr>
          <w:rFonts w:ascii="Verdana" w:hAnsi="Verdana"/>
          <w:color w:val="000000"/>
        </w:rPr>
        <w:t xml:space="preserve"> drewnianymi z farbą odblaskową</w:t>
      </w:r>
      <w:r w:rsidR="00A22295" w:rsidRPr="00853FA3">
        <w:rPr>
          <w:rFonts w:ascii="Verdana" w:hAnsi="Verdana"/>
          <w:color w:val="000000"/>
        </w:rPr>
        <w:t>.</w:t>
      </w:r>
    </w:p>
    <w:p w:rsidR="00A22295" w:rsidRPr="00853FA3" w:rsidRDefault="00A22295" w:rsidP="00E34F49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Z czynności przyjęcia granic nieruchomości do podziału należy sporządzić protokół  </w:t>
      </w:r>
      <w:r w:rsidR="00A961CB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- § 7 rozporządzenia </w:t>
      </w:r>
      <w:r w:rsidR="00B745A4" w:rsidRPr="00B745A4">
        <w:rPr>
          <w:rFonts w:ascii="Verdana" w:hAnsi="Verdana"/>
          <w:color w:val="000000"/>
        </w:rPr>
        <w:t xml:space="preserve">w sprawie </w:t>
      </w:r>
      <w:r w:rsidR="00B745A4" w:rsidRPr="00B745A4">
        <w:rPr>
          <w:rFonts w:ascii="Verdana" w:hAnsi="Verdana"/>
          <w:bCs/>
          <w:color w:val="000000"/>
        </w:rPr>
        <w:t>sposobu i trybu dokonywania podziałów nieruchomości</w:t>
      </w:r>
      <w:r w:rsidRPr="00B745A4">
        <w:rPr>
          <w:rFonts w:ascii="Verdana" w:hAnsi="Verdana"/>
          <w:color w:val="000000"/>
        </w:rPr>
        <w:t>.</w:t>
      </w:r>
      <w:r w:rsidR="00DA565A" w:rsidRPr="00DA565A">
        <w:rPr>
          <w:rFonts w:ascii="Verdana" w:hAnsi="Verdana"/>
          <w:color w:val="000000"/>
        </w:rPr>
        <w:t xml:space="preserve"> </w:t>
      </w:r>
      <w:r w:rsidR="00DA565A" w:rsidRPr="00853FA3">
        <w:rPr>
          <w:rFonts w:ascii="Verdana" w:hAnsi="Verdana"/>
          <w:color w:val="000000"/>
        </w:rPr>
        <w:t xml:space="preserve">Przyjęcie i wyznaczenie w terenie znakami granicznymi, tj. palami, projektowanego pasa drogowego </w:t>
      </w:r>
      <w:r w:rsidR="00DA565A">
        <w:rPr>
          <w:rFonts w:ascii="Verdana" w:hAnsi="Verdana"/>
          <w:color w:val="000000"/>
        </w:rPr>
        <w:t xml:space="preserve">– nowo projektowanej </w:t>
      </w:r>
      <w:r w:rsidR="00DA565A" w:rsidRPr="00853FA3">
        <w:rPr>
          <w:rFonts w:ascii="Verdana" w:hAnsi="Verdana"/>
          <w:color w:val="000000"/>
        </w:rPr>
        <w:t>granic</w:t>
      </w:r>
      <w:r w:rsidR="00DA565A">
        <w:rPr>
          <w:rFonts w:ascii="Verdana" w:hAnsi="Verdana"/>
          <w:color w:val="000000"/>
        </w:rPr>
        <w:t xml:space="preserve">y, </w:t>
      </w:r>
      <w:r w:rsidR="00DA565A" w:rsidRPr="00853FA3">
        <w:rPr>
          <w:rFonts w:ascii="Verdana" w:hAnsi="Verdana"/>
          <w:color w:val="000000"/>
        </w:rPr>
        <w:t xml:space="preserve">Wykonawca dokonuje w obecności </w:t>
      </w:r>
      <w:r w:rsidR="00DA565A">
        <w:rPr>
          <w:rFonts w:ascii="Verdana" w:hAnsi="Verdana"/>
          <w:color w:val="000000"/>
        </w:rPr>
        <w:t xml:space="preserve">stron, w tym przedstawiciela Zamawiającego - </w:t>
      </w:r>
      <w:r w:rsidR="00311B73" w:rsidRPr="000A7F06">
        <w:rPr>
          <w:rFonts w:ascii="Verdana" w:hAnsi="Verdana"/>
          <w:u w:val="single"/>
        </w:rPr>
        <w:t xml:space="preserve">Rejonu Dróg w </w:t>
      </w:r>
      <w:r w:rsidR="005B3D4B">
        <w:rPr>
          <w:rFonts w:ascii="Verdana" w:hAnsi="Verdana"/>
          <w:u w:val="single"/>
        </w:rPr>
        <w:t>Kielcach</w:t>
      </w:r>
      <w:r w:rsidR="00311B73" w:rsidRPr="005B3D4B">
        <w:rPr>
          <w:rFonts w:ascii="Verdana" w:hAnsi="Verdana"/>
        </w:rPr>
        <w:t>,</w:t>
      </w:r>
      <w:r w:rsidR="005B3D4B" w:rsidRPr="005B3D4B">
        <w:rPr>
          <w:rFonts w:ascii="Verdana" w:hAnsi="Verdana"/>
        </w:rPr>
        <w:t xml:space="preserve"> </w:t>
      </w:r>
      <w:r w:rsidR="00DA565A" w:rsidRPr="00853FA3">
        <w:rPr>
          <w:rFonts w:ascii="Verdana" w:hAnsi="Verdana"/>
          <w:color w:val="000000"/>
        </w:rPr>
        <w:t xml:space="preserve">zgodnie z § 6 </w:t>
      </w:r>
      <w:r w:rsidR="00DA565A">
        <w:rPr>
          <w:rFonts w:ascii="Verdana" w:hAnsi="Verdana"/>
          <w:color w:val="000000"/>
        </w:rPr>
        <w:t xml:space="preserve">w/w </w:t>
      </w:r>
      <w:r w:rsidR="00DA565A" w:rsidRPr="00853FA3">
        <w:rPr>
          <w:rFonts w:ascii="Verdana" w:hAnsi="Verdana"/>
          <w:color w:val="000000"/>
        </w:rPr>
        <w:t>rozporządzenia.</w:t>
      </w:r>
    </w:p>
    <w:p w:rsidR="00A22295" w:rsidRPr="00853FA3" w:rsidRDefault="00517D90" w:rsidP="00517D90">
      <w:pPr>
        <w:pStyle w:val="Nagwek3"/>
        <w:numPr>
          <w:ilvl w:val="3"/>
          <w:numId w:val="0"/>
        </w:numPr>
        <w:tabs>
          <w:tab w:val="num" w:pos="709"/>
        </w:tabs>
        <w:spacing w:before="120" w:after="120"/>
        <w:ind w:left="1009" w:hanging="1009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="00A22295" w:rsidRPr="00853FA3">
        <w:rPr>
          <w:rFonts w:ascii="Verdana" w:hAnsi="Verdana"/>
          <w:b/>
          <w:bCs/>
          <w:color w:val="000000"/>
        </w:rPr>
        <w:t>.</w:t>
      </w:r>
      <w:r w:rsidR="00AD75BA" w:rsidRPr="00853FA3">
        <w:rPr>
          <w:rFonts w:ascii="Verdana" w:hAnsi="Verdana"/>
          <w:b/>
          <w:bCs/>
          <w:color w:val="000000"/>
        </w:rPr>
        <w:t>2</w:t>
      </w:r>
      <w:r w:rsidR="00A22295" w:rsidRPr="00853FA3">
        <w:rPr>
          <w:rFonts w:ascii="Verdana" w:hAnsi="Verdana"/>
          <w:b/>
          <w:bCs/>
          <w:color w:val="000000"/>
        </w:rPr>
        <w:t>.</w:t>
      </w:r>
      <w:r w:rsidR="00493B7E">
        <w:rPr>
          <w:rFonts w:ascii="Verdana" w:hAnsi="Verdana"/>
          <w:b/>
          <w:bCs/>
          <w:color w:val="000000"/>
        </w:rPr>
        <w:t>5</w:t>
      </w:r>
      <w:r w:rsidR="00A22295" w:rsidRPr="00853FA3">
        <w:rPr>
          <w:rFonts w:ascii="Verdana" w:hAnsi="Verdana"/>
          <w:b/>
          <w:bCs/>
          <w:color w:val="000000"/>
        </w:rPr>
        <w:t>. Skompletowanie dokumentacji geodezyjnej i kartograficznej</w:t>
      </w:r>
    </w:p>
    <w:p w:rsidR="00A22295" w:rsidRPr="00853FA3" w:rsidRDefault="00A22295" w:rsidP="00891CDC">
      <w:pPr>
        <w:pStyle w:val="Tekstpodstawowy"/>
        <w:spacing w:after="0"/>
        <w:rPr>
          <w:rFonts w:ascii="Verdana" w:hAnsi="Verdana"/>
          <w:color w:val="000000"/>
          <w:spacing w:val="0"/>
          <w:sz w:val="20"/>
        </w:rPr>
      </w:pPr>
      <w:r w:rsidRPr="00853FA3">
        <w:rPr>
          <w:rFonts w:ascii="Verdana" w:hAnsi="Verdana"/>
          <w:color w:val="000000"/>
          <w:spacing w:val="0"/>
          <w:sz w:val="20"/>
        </w:rPr>
        <w:t>Dokumentację należy skompletować zgodnie z podziałem na:</w:t>
      </w:r>
    </w:p>
    <w:p w:rsidR="00A22295" w:rsidRPr="00853FA3" w:rsidRDefault="00A22295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akta postępow</w:t>
      </w:r>
      <w:r w:rsidR="00D866EE" w:rsidRPr="00853FA3">
        <w:rPr>
          <w:rFonts w:ascii="Verdana" w:hAnsi="Verdana"/>
          <w:color w:val="000000"/>
        </w:rPr>
        <w:t>ania przeznaczone dla Wykonawcy</w:t>
      </w:r>
      <w:r w:rsidR="009228BF">
        <w:rPr>
          <w:rFonts w:ascii="Verdana" w:hAnsi="Verdana"/>
          <w:color w:val="000000"/>
        </w:rPr>
        <w:t>,</w:t>
      </w:r>
    </w:p>
    <w:p w:rsidR="00A22295" w:rsidRPr="00853FA3" w:rsidRDefault="00A22295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dokumentację </w:t>
      </w:r>
      <w:r w:rsidR="00D866EE" w:rsidRPr="00853FA3">
        <w:rPr>
          <w:rFonts w:ascii="Verdana" w:hAnsi="Verdana"/>
          <w:color w:val="000000"/>
        </w:rPr>
        <w:t>przeznaczoną dla Zamawiającego (</w:t>
      </w:r>
      <w:r w:rsidR="00D866EE" w:rsidRPr="004E4D62">
        <w:rPr>
          <w:rFonts w:ascii="Verdana" w:hAnsi="Verdana"/>
          <w:color w:val="000000"/>
          <w:u w:val="single"/>
        </w:rPr>
        <w:t>w formie tradycyjnej oraz elektronicznej</w:t>
      </w:r>
      <w:r w:rsidR="00D866EE" w:rsidRPr="00853FA3">
        <w:rPr>
          <w:rFonts w:ascii="Verdana" w:hAnsi="Verdana"/>
          <w:color w:val="000000"/>
        </w:rPr>
        <w:t>)</w:t>
      </w:r>
      <w:r w:rsidR="009228BF">
        <w:rPr>
          <w:rFonts w:ascii="Verdana" w:hAnsi="Verdana"/>
          <w:color w:val="000000"/>
        </w:rPr>
        <w:t>,</w:t>
      </w:r>
    </w:p>
    <w:p w:rsidR="00A22295" w:rsidRPr="00853FA3" w:rsidRDefault="00A22295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dokumentację przeznaczoną dla </w:t>
      </w:r>
      <w:r w:rsidR="00DC202E" w:rsidRPr="00853FA3">
        <w:rPr>
          <w:rFonts w:ascii="Verdana" w:hAnsi="Verdana"/>
          <w:color w:val="000000"/>
        </w:rPr>
        <w:t>Powiatowego O</w:t>
      </w:r>
      <w:r w:rsidRPr="00853FA3">
        <w:rPr>
          <w:rFonts w:ascii="Verdana" w:hAnsi="Verdana"/>
          <w:color w:val="000000"/>
        </w:rPr>
        <w:t xml:space="preserve">środka </w:t>
      </w:r>
      <w:r w:rsidR="00DC202E" w:rsidRPr="00853FA3">
        <w:rPr>
          <w:rFonts w:ascii="Verdana" w:hAnsi="Verdana"/>
          <w:color w:val="000000"/>
        </w:rPr>
        <w:t>D</w:t>
      </w:r>
      <w:r w:rsidRPr="00853FA3">
        <w:rPr>
          <w:rFonts w:ascii="Verdana" w:hAnsi="Verdana"/>
          <w:color w:val="000000"/>
        </w:rPr>
        <w:t>okumentacji</w:t>
      </w:r>
      <w:r w:rsidR="00DC202E" w:rsidRPr="00853FA3">
        <w:rPr>
          <w:rFonts w:ascii="Verdana" w:hAnsi="Verdana"/>
          <w:color w:val="000000"/>
        </w:rPr>
        <w:t xml:space="preserve"> Geodezyjnej </w:t>
      </w:r>
      <w:r w:rsidR="003031DD">
        <w:rPr>
          <w:rFonts w:ascii="Verdana" w:hAnsi="Verdana"/>
          <w:color w:val="000000"/>
        </w:rPr>
        <w:br/>
      </w:r>
      <w:r w:rsidR="00DC202E" w:rsidRPr="00853FA3">
        <w:rPr>
          <w:rFonts w:ascii="Verdana" w:hAnsi="Verdana"/>
          <w:color w:val="000000"/>
        </w:rPr>
        <w:t>i Kartograficznej</w:t>
      </w:r>
      <w:r w:rsidR="009228BF">
        <w:rPr>
          <w:rFonts w:ascii="Verdana" w:hAnsi="Verdana"/>
          <w:color w:val="000000"/>
        </w:rPr>
        <w:t>,</w:t>
      </w:r>
    </w:p>
    <w:p w:rsidR="00A22295" w:rsidRPr="00853FA3" w:rsidRDefault="00E02EB8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s</w:t>
      </w:r>
      <w:r w:rsidR="00A22295" w:rsidRPr="00853FA3">
        <w:rPr>
          <w:rFonts w:ascii="Verdana" w:hAnsi="Verdana"/>
          <w:color w:val="000000"/>
        </w:rPr>
        <w:t>posób skompletowania dokumentacji oraz formę dokumentów przeznaczon</w:t>
      </w:r>
      <w:r w:rsidR="00311B73">
        <w:rPr>
          <w:rFonts w:ascii="Verdana" w:hAnsi="Verdana"/>
          <w:color w:val="000000"/>
        </w:rPr>
        <w:t>ych</w:t>
      </w:r>
      <w:r w:rsidR="00A22295" w:rsidRPr="00853FA3">
        <w:rPr>
          <w:rFonts w:ascii="Verdana" w:hAnsi="Verdana"/>
          <w:color w:val="000000"/>
        </w:rPr>
        <w:t xml:space="preserve"> dla ośrodka dokumentacji należy uzgodnić z </w:t>
      </w:r>
      <w:r w:rsidR="007900B7" w:rsidRPr="00853FA3">
        <w:rPr>
          <w:rFonts w:ascii="Verdana" w:hAnsi="Verdana"/>
          <w:color w:val="000000"/>
        </w:rPr>
        <w:t>miejscowo właściwym Ośrodkiem</w:t>
      </w:r>
      <w:r w:rsidR="00A800F3" w:rsidRPr="00853FA3">
        <w:rPr>
          <w:rFonts w:ascii="Verdana" w:hAnsi="Verdana"/>
          <w:color w:val="000000"/>
        </w:rPr>
        <w:t xml:space="preserve"> </w:t>
      </w:r>
      <w:r w:rsidR="00DB07C7" w:rsidRPr="00853FA3">
        <w:rPr>
          <w:rFonts w:ascii="Verdana" w:hAnsi="Verdana"/>
          <w:color w:val="000000"/>
        </w:rPr>
        <w:t>Dokumentacji Geodezyjnej i Kartograficznej.</w:t>
      </w:r>
    </w:p>
    <w:p w:rsidR="008C1092" w:rsidRPr="00853FA3" w:rsidRDefault="00A22295" w:rsidP="00E02EB8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dotycząca podziału nieruchomości powinna być skompletowana w formie operatu, zgodnie z </w:t>
      </w:r>
      <w:r w:rsidR="009228BF">
        <w:rPr>
          <w:rFonts w:ascii="Verdana" w:hAnsi="Verdana"/>
          <w:color w:val="000000"/>
        </w:rPr>
        <w:t>odpowiednimi przepisami</w:t>
      </w:r>
      <w:r w:rsidR="007374DC">
        <w:rPr>
          <w:rFonts w:ascii="Verdana" w:hAnsi="Verdana"/>
          <w:color w:val="000000"/>
        </w:rPr>
        <w:t xml:space="preserve"> w tym zakresie</w:t>
      </w:r>
      <w:r w:rsidRPr="00853FA3">
        <w:rPr>
          <w:rFonts w:ascii="Verdana" w:hAnsi="Verdana"/>
          <w:color w:val="000000"/>
        </w:rPr>
        <w:t xml:space="preserve">. </w:t>
      </w:r>
    </w:p>
    <w:p w:rsidR="00F35333" w:rsidRPr="00853FA3" w:rsidRDefault="00A22295" w:rsidP="00E02EB8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ta podlega ocenie i przyjęciu do państwowego zasobu geodezyjnego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kartograficznego </w:t>
      </w:r>
      <w:r w:rsidR="00F35333" w:rsidRPr="00853FA3">
        <w:rPr>
          <w:rFonts w:ascii="Verdana" w:hAnsi="Verdana"/>
          <w:color w:val="000000"/>
        </w:rPr>
        <w:t>wraz z uzyskaniem stosowanej</w:t>
      </w:r>
      <w:r w:rsidRPr="00853FA3">
        <w:rPr>
          <w:rFonts w:ascii="Verdana" w:hAnsi="Verdana"/>
          <w:color w:val="000000"/>
        </w:rPr>
        <w:t xml:space="preserve"> klauzuli geodezyjnej</w:t>
      </w:r>
      <w:r w:rsidR="00F35333" w:rsidRPr="00853FA3">
        <w:rPr>
          <w:rFonts w:ascii="Verdana" w:hAnsi="Verdana"/>
          <w:color w:val="000000"/>
        </w:rPr>
        <w:t>.</w:t>
      </w:r>
    </w:p>
    <w:p w:rsidR="00A22295" w:rsidRPr="00853FA3" w:rsidRDefault="00D866EE" w:rsidP="00517D90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Projekt podziału nieruchomości dla Zamawiającego musi zostać przekazany również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w formacie </w:t>
      </w:r>
      <w:proofErr w:type="spellStart"/>
      <w:r w:rsidRPr="00853FA3">
        <w:rPr>
          <w:rFonts w:ascii="Verdana" w:hAnsi="Verdana"/>
          <w:color w:val="000000"/>
        </w:rPr>
        <w:t>dxf</w:t>
      </w:r>
      <w:proofErr w:type="spellEnd"/>
      <w:r w:rsidR="00F35333" w:rsidRPr="00853FA3">
        <w:rPr>
          <w:rFonts w:ascii="Verdana" w:hAnsi="Verdana"/>
          <w:color w:val="000000"/>
        </w:rPr>
        <w:t>.</w:t>
      </w:r>
    </w:p>
    <w:p w:rsidR="00147803" w:rsidRPr="00853FA3" w:rsidRDefault="00517D90" w:rsidP="00517D90">
      <w:pPr>
        <w:pStyle w:val="Nagwek2"/>
        <w:numPr>
          <w:ilvl w:val="0"/>
          <w:numId w:val="0"/>
        </w:numPr>
        <w:ind w:left="74" w:hanging="74"/>
        <w:rPr>
          <w:rFonts w:ascii="Verdana" w:hAnsi="Verdana"/>
          <w:color w:val="000000"/>
        </w:rPr>
      </w:pPr>
      <w:r>
        <w:rPr>
          <w:rFonts w:ascii="Verdana" w:hAnsi="Verdana"/>
          <w:bCs/>
          <w:color w:val="000000"/>
        </w:rPr>
        <w:t>2</w:t>
      </w:r>
      <w:r w:rsidR="00A22295" w:rsidRPr="00853FA3">
        <w:rPr>
          <w:rFonts w:ascii="Verdana" w:hAnsi="Verdana"/>
          <w:bCs/>
          <w:color w:val="000000"/>
        </w:rPr>
        <w:t>.</w:t>
      </w:r>
      <w:r w:rsidR="00AD75BA" w:rsidRPr="00853FA3">
        <w:rPr>
          <w:rFonts w:ascii="Verdana" w:hAnsi="Verdana"/>
          <w:bCs/>
          <w:color w:val="000000"/>
        </w:rPr>
        <w:t>2</w:t>
      </w:r>
      <w:r w:rsidR="00A22295" w:rsidRPr="00853FA3">
        <w:rPr>
          <w:rFonts w:ascii="Verdana" w:hAnsi="Verdana"/>
          <w:bCs/>
          <w:color w:val="000000"/>
        </w:rPr>
        <w:t>.</w:t>
      </w:r>
      <w:r w:rsidR="002E27E8">
        <w:rPr>
          <w:rFonts w:ascii="Verdana" w:hAnsi="Verdana"/>
          <w:bCs/>
          <w:color w:val="000000"/>
        </w:rPr>
        <w:t>6.</w:t>
      </w:r>
      <w:r w:rsidR="00A22295" w:rsidRPr="00853FA3">
        <w:rPr>
          <w:rFonts w:ascii="Verdana" w:hAnsi="Verdana"/>
          <w:b w:val="0"/>
          <w:bCs/>
          <w:color w:val="000000"/>
        </w:rPr>
        <w:t xml:space="preserve"> </w:t>
      </w:r>
      <w:r w:rsidR="00A22295" w:rsidRPr="00853FA3">
        <w:rPr>
          <w:rFonts w:ascii="Verdana" w:hAnsi="Verdana"/>
          <w:bCs/>
          <w:color w:val="000000"/>
        </w:rPr>
        <w:t>Skład</w:t>
      </w:r>
      <w:r w:rsidR="00A22295" w:rsidRPr="00853FA3">
        <w:rPr>
          <w:rFonts w:ascii="Verdana" w:hAnsi="Verdana"/>
          <w:b w:val="0"/>
          <w:bCs/>
          <w:color w:val="000000"/>
        </w:rPr>
        <w:t xml:space="preserve"> </w:t>
      </w:r>
      <w:r w:rsidR="00311B73">
        <w:rPr>
          <w:rFonts w:ascii="Verdana" w:hAnsi="Verdana"/>
          <w:color w:val="000000"/>
        </w:rPr>
        <w:t>d</w:t>
      </w:r>
      <w:r w:rsidR="00D45F98" w:rsidRPr="00853FA3">
        <w:rPr>
          <w:rFonts w:ascii="Verdana" w:hAnsi="Verdana"/>
          <w:color w:val="000000"/>
        </w:rPr>
        <w:t>oku</w:t>
      </w:r>
      <w:r w:rsidR="005C0DB8" w:rsidRPr="00853FA3">
        <w:rPr>
          <w:rFonts w:ascii="Verdana" w:hAnsi="Verdana"/>
          <w:color w:val="000000"/>
        </w:rPr>
        <w:t xml:space="preserve">mentacji </w:t>
      </w:r>
      <w:r w:rsidR="00311B73">
        <w:rPr>
          <w:rFonts w:ascii="Verdana" w:hAnsi="Verdana"/>
          <w:color w:val="000000"/>
        </w:rPr>
        <w:t>g</w:t>
      </w:r>
      <w:r w:rsidR="005C0DB8" w:rsidRPr="00853FA3">
        <w:rPr>
          <w:rFonts w:ascii="Verdana" w:hAnsi="Verdana"/>
          <w:color w:val="000000"/>
        </w:rPr>
        <w:t>eodezyjn</w:t>
      </w:r>
      <w:r w:rsidR="007F13BC" w:rsidRPr="00853FA3">
        <w:rPr>
          <w:rFonts w:ascii="Verdana" w:hAnsi="Verdana"/>
          <w:color w:val="000000"/>
        </w:rPr>
        <w:t>o</w:t>
      </w:r>
      <w:r w:rsidR="008C1092" w:rsidRPr="00853FA3">
        <w:rPr>
          <w:rFonts w:ascii="Verdana" w:hAnsi="Verdana"/>
          <w:color w:val="000000"/>
        </w:rPr>
        <w:t>-</w:t>
      </w:r>
      <w:r w:rsidR="00311B73">
        <w:rPr>
          <w:rFonts w:ascii="Verdana" w:hAnsi="Verdana"/>
          <w:color w:val="000000"/>
        </w:rPr>
        <w:t>k</w:t>
      </w:r>
      <w:r w:rsidR="00D45F98" w:rsidRPr="00853FA3">
        <w:rPr>
          <w:rFonts w:ascii="Verdana" w:hAnsi="Verdana"/>
          <w:color w:val="000000"/>
        </w:rPr>
        <w:t xml:space="preserve">artograficznej </w:t>
      </w:r>
      <w:r w:rsidR="007B2125" w:rsidRPr="00853FA3">
        <w:rPr>
          <w:rFonts w:ascii="Verdana" w:hAnsi="Verdana"/>
          <w:bCs/>
          <w:color w:val="000000"/>
        </w:rPr>
        <w:t>dla Zamawiającego</w:t>
      </w:r>
      <w:r w:rsidR="004A00B3" w:rsidRPr="00853FA3">
        <w:rPr>
          <w:rFonts w:ascii="Verdana" w:hAnsi="Verdana"/>
          <w:bCs/>
          <w:color w:val="000000"/>
        </w:rPr>
        <w:t>,</w:t>
      </w:r>
      <w:r w:rsidR="00D45F98" w:rsidRPr="00853FA3">
        <w:rPr>
          <w:rFonts w:ascii="Verdana" w:hAnsi="Verdana"/>
          <w:color w:val="000000"/>
        </w:rPr>
        <w:t xml:space="preserve"> </w:t>
      </w:r>
      <w:r w:rsidR="00E02EB8" w:rsidRPr="00853FA3">
        <w:rPr>
          <w:rFonts w:ascii="Verdana" w:hAnsi="Verdana"/>
          <w:color w:val="000000"/>
        </w:rPr>
        <w:t>o</w:t>
      </w:r>
      <w:r w:rsidR="00D45F98" w:rsidRPr="00853FA3">
        <w:rPr>
          <w:rFonts w:ascii="Verdana" w:hAnsi="Verdana"/>
          <w:color w:val="000000"/>
        </w:rPr>
        <w:t>bjętej niniejszym</w:t>
      </w:r>
      <w:r w:rsidR="004A00B3" w:rsidRPr="00853FA3">
        <w:rPr>
          <w:rFonts w:ascii="Verdana" w:hAnsi="Verdana"/>
          <w:color w:val="000000"/>
        </w:rPr>
        <w:t xml:space="preserve"> Opisem</w:t>
      </w:r>
      <w:r w:rsidR="00D45F98" w:rsidRPr="00853FA3">
        <w:rPr>
          <w:rFonts w:ascii="Verdana" w:hAnsi="Verdana"/>
          <w:color w:val="000000"/>
        </w:rPr>
        <w:t xml:space="preserve"> Przedmiot</w:t>
      </w:r>
      <w:r w:rsidR="004A00B3" w:rsidRPr="00853FA3">
        <w:rPr>
          <w:rFonts w:ascii="Verdana" w:hAnsi="Verdana"/>
          <w:color w:val="000000"/>
        </w:rPr>
        <w:t>u</w:t>
      </w:r>
      <w:r>
        <w:rPr>
          <w:rFonts w:ascii="Verdana" w:hAnsi="Verdana"/>
          <w:color w:val="000000"/>
        </w:rPr>
        <w:t xml:space="preserve"> Zamówienia</w:t>
      </w:r>
    </w:p>
    <w:p w:rsidR="00C42127" w:rsidRDefault="00C42127" w:rsidP="00561ECC">
      <w:pPr>
        <w:pStyle w:val="Nagwek2"/>
        <w:numPr>
          <w:ilvl w:val="0"/>
          <w:numId w:val="0"/>
        </w:numPr>
        <w:spacing w:before="0" w:after="0"/>
        <w:rPr>
          <w:rFonts w:ascii="Verdana" w:hAnsi="Verdana"/>
          <w:b w:val="0"/>
          <w:color w:val="000000"/>
        </w:rPr>
      </w:pPr>
      <w:r w:rsidRPr="001A4B52">
        <w:rPr>
          <w:rFonts w:ascii="Verdana" w:hAnsi="Verdana"/>
          <w:b w:val="0"/>
          <w:color w:val="000000"/>
          <w:u w:val="single"/>
        </w:rPr>
        <w:t xml:space="preserve">Dokumentacja przeznaczona dla Zamawiającego powinna </w:t>
      </w:r>
      <w:r w:rsidR="00561ECC" w:rsidRPr="001A4B52">
        <w:rPr>
          <w:rFonts w:ascii="Verdana" w:hAnsi="Verdana"/>
          <w:b w:val="0"/>
          <w:color w:val="000000"/>
          <w:u w:val="single"/>
        </w:rPr>
        <w:t xml:space="preserve">być opatrzony klauzulami </w:t>
      </w:r>
      <w:proofErr w:type="spellStart"/>
      <w:r w:rsidR="00561ECC" w:rsidRPr="001A4B52">
        <w:rPr>
          <w:rFonts w:ascii="Verdana" w:hAnsi="Verdana"/>
          <w:b w:val="0"/>
          <w:color w:val="000000"/>
          <w:u w:val="single"/>
        </w:rPr>
        <w:t>PODGiK</w:t>
      </w:r>
      <w:proofErr w:type="spellEnd"/>
      <w:r w:rsidR="00561ECC" w:rsidRPr="001A4B52">
        <w:rPr>
          <w:rFonts w:ascii="Verdana" w:hAnsi="Verdana"/>
          <w:b w:val="0"/>
          <w:color w:val="000000"/>
          <w:u w:val="single"/>
        </w:rPr>
        <w:t xml:space="preserve"> i </w:t>
      </w:r>
      <w:r w:rsidRPr="001A4B52">
        <w:rPr>
          <w:rFonts w:ascii="Verdana" w:hAnsi="Verdana"/>
          <w:b w:val="0"/>
          <w:color w:val="000000"/>
          <w:u w:val="single"/>
        </w:rPr>
        <w:t xml:space="preserve">zostać przekazana </w:t>
      </w:r>
      <w:r w:rsidR="00561ECC" w:rsidRPr="001A4B52">
        <w:rPr>
          <w:rFonts w:ascii="Verdana" w:hAnsi="Verdana"/>
          <w:b w:val="0"/>
          <w:color w:val="000000"/>
          <w:u w:val="single"/>
        </w:rPr>
        <w:t>w formie papierowej</w:t>
      </w:r>
      <w:r w:rsidRPr="001A4B52">
        <w:rPr>
          <w:rFonts w:ascii="Verdana" w:hAnsi="Verdana"/>
          <w:b w:val="0"/>
          <w:color w:val="000000"/>
          <w:u w:val="single"/>
        </w:rPr>
        <w:t xml:space="preserve"> (ilość egzemplarzy została wskazana przy każdej z pozycji) oraz w formi</w:t>
      </w:r>
      <w:r w:rsidR="00561ECC" w:rsidRPr="001A4B52">
        <w:rPr>
          <w:rFonts w:ascii="Verdana" w:hAnsi="Verdana"/>
          <w:b w:val="0"/>
          <w:color w:val="000000"/>
          <w:u w:val="single"/>
        </w:rPr>
        <w:t>e</w:t>
      </w:r>
      <w:r w:rsidRPr="001A4B52">
        <w:rPr>
          <w:rFonts w:ascii="Verdana" w:hAnsi="Verdana"/>
          <w:b w:val="0"/>
          <w:color w:val="000000"/>
          <w:u w:val="single"/>
        </w:rPr>
        <w:t xml:space="preserve"> elektronicznej na płycie CD</w:t>
      </w:r>
      <w:r w:rsidR="00561ECC" w:rsidRPr="001A4B52">
        <w:rPr>
          <w:rFonts w:ascii="Verdana" w:hAnsi="Verdana"/>
          <w:b w:val="0"/>
          <w:color w:val="000000"/>
          <w:u w:val="single"/>
        </w:rPr>
        <w:t xml:space="preserve"> (odpowiednio w formatach pdf, </w:t>
      </w:r>
      <w:proofErr w:type="spellStart"/>
      <w:r w:rsidR="00561ECC" w:rsidRPr="001A4B52">
        <w:rPr>
          <w:rFonts w:ascii="Verdana" w:hAnsi="Verdana"/>
          <w:b w:val="0"/>
          <w:color w:val="000000"/>
          <w:u w:val="single"/>
        </w:rPr>
        <w:t>dx</w:t>
      </w:r>
      <w:r w:rsidR="00AF0127">
        <w:rPr>
          <w:rFonts w:ascii="Verdana" w:hAnsi="Verdana"/>
          <w:b w:val="0"/>
          <w:color w:val="000000"/>
          <w:u w:val="single"/>
        </w:rPr>
        <w:t>f</w:t>
      </w:r>
      <w:proofErr w:type="spellEnd"/>
      <w:r w:rsidR="00561ECC" w:rsidRPr="001A4B52">
        <w:rPr>
          <w:rFonts w:ascii="Verdana" w:hAnsi="Verdana"/>
          <w:b w:val="0"/>
          <w:color w:val="000000"/>
          <w:u w:val="single"/>
        </w:rPr>
        <w:t>, jpg itp.).</w:t>
      </w:r>
      <w:r w:rsidR="00561ECC">
        <w:rPr>
          <w:rFonts w:ascii="Verdana" w:hAnsi="Verdana"/>
          <w:b w:val="0"/>
          <w:color w:val="000000"/>
        </w:rPr>
        <w:t xml:space="preserve"> Skład </w:t>
      </w:r>
      <w:r w:rsidR="001A4B52">
        <w:rPr>
          <w:rFonts w:ascii="Verdana" w:hAnsi="Verdana"/>
          <w:b w:val="0"/>
          <w:color w:val="000000"/>
        </w:rPr>
        <w:t>dokumentacji</w:t>
      </w:r>
      <w:r w:rsidR="00561ECC">
        <w:rPr>
          <w:rFonts w:ascii="Verdana" w:hAnsi="Verdana"/>
          <w:b w:val="0"/>
          <w:color w:val="000000"/>
        </w:rPr>
        <w:t>:</w:t>
      </w:r>
    </w:p>
    <w:p w:rsidR="00D15FFD" w:rsidRDefault="007B290F" w:rsidP="007B290F">
      <w:pPr>
        <w:pStyle w:val="Nagwek2"/>
        <w:numPr>
          <w:ilvl w:val="0"/>
          <w:numId w:val="23"/>
        </w:numPr>
        <w:spacing w:before="0" w:after="0"/>
        <w:ind w:left="284" w:hanging="284"/>
        <w:rPr>
          <w:rFonts w:ascii="Verdana" w:hAnsi="Verdana"/>
          <w:b w:val="0"/>
          <w:color w:val="000000"/>
        </w:rPr>
      </w:pPr>
      <w:r>
        <w:rPr>
          <w:rFonts w:ascii="Verdana" w:hAnsi="Verdana"/>
          <w:b w:val="0"/>
          <w:color w:val="000000"/>
        </w:rPr>
        <w:t>m</w:t>
      </w:r>
      <w:r w:rsidR="00277B3B" w:rsidRPr="00853FA3">
        <w:rPr>
          <w:rFonts w:ascii="Verdana" w:hAnsi="Verdana"/>
          <w:b w:val="0"/>
          <w:iCs/>
          <w:color w:val="000000"/>
        </w:rPr>
        <w:t>apa z projektem podziału</w:t>
      </w:r>
      <w:r w:rsidR="00DA565A">
        <w:rPr>
          <w:rFonts w:ascii="Verdana" w:hAnsi="Verdana"/>
          <w:b w:val="0"/>
          <w:iCs/>
          <w:color w:val="000000"/>
        </w:rPr>
        <w:t xml:space="preserve"> nieruchomości</w:t>
      </w:r>
      <w:r w:rsidR="00277B3B" w:rsidRPr="00853FA3">
        <w:rPr>
          <w:rFonts w:ascii="Verdana" w:hAnsi="Verdana"/>
          <w:b w:val="0"/>
          <w:iCs/>
          <w:color w:val="000000"/>
        </w:rPr>
        <w:t xml:space="preserve"> </w:t>
      </w:r>
      <w:r w:rsidR="008A4186" w:rsidRPr="00853FA3">
        <w:rPr>
          <w:rFonts w:ascii="Verdana" w:hAnsi="Verdana"/>
          <w:b w:val="0"/>
          <w:color w:val="000000"/>
        </w:rPr>
        <w:t xml:space="preserve">- </w:t>
      </w:r>
      <w:r w:rsidR="00F82B22">
        <w:rPr>
          <w:rFonts w:ascii="Verdana" w:hAnsi="Verdana"/>
          <w:b w:val="0"/>
          <w:color w:val="000000"/>
        </w:rPr>
        <w:t>5</w:t>
      </w:r>
      <w:r w:rsidR="008A4186" w:rsidRPr="00853FA3">
        <w:rPr>
          <w:rFonts w:ascii="Verdana" w:hAnsi="Verdana"/>
          <w:b w:val="0"/>
          <w:color w:val="000000"/>
        </w:rPr>
        <w:t xml:space="preserve"> egz.</w:t>
      </w:r>
    </w:p>
    <w:p w:rsidR="007374DC" w:rsidRDefault="00DA565A" w:rsidP="007B290F">
      <w:pPr>
        <w:tabs>
          <w:tab w:val="right" w:pos="0"/>
        </w:tabs>
        <w:ind w:left="284"/>
        <w:rPr>
          <w:rFonts w:ascii="Verdana" w:hAnsi="Verdana" w:cs="Arial"/>
          <w:i/>
        </w:rPr>
      </w:pPr>
      <w:r w:rsidRPr="00A5530D">
        <w:rPr>
          <w:rFonts w:ascii="Verdana" w:hAnsi="Verdana"/>
          <w:i/>
          <w:color w:val="000000"/>
        </w:rPr>
        <w:t xml:space="preserve">Mapy winny zawierać </w:t>
      </w:r>
      <w:r w:rsidRPr="00A5530D">
        <w:rPr>
          <w:rFonts w:ascii="Verdana" w:hAnsi="Verdana" w:cs="Arial"/>
          <w:i/>
        </w:rPr>
        <w:t xml:space="preserve">elementy zagospodarowania terenu, a w szczególności: ogrodzenia, </w:t>
      </w:r>
      <w:r>
        <w:rPr>
          <w:rFonts w:ascii="Verdana" w:hAnsi="Verdana" w:cs="Arial"/>
          <w:i/>
        </w:rPr>
        <w:t xml:space="preserve">zjazdy, </w:t>
      </w:r>
      <w:r w:rsidRPr="00A5530D">
        <w:rPr>
          <w:rFonts w:ascii="Verdana" w:hAnsi="Verdana" w:cs="Arial"/>
          <w:i/>
        </w:rPr>
        <w:t>budynki,</w:t>
      </w:r>
      <w:r>
        <w:rPr>
          <w:rFonts w:ascii="Verdana" w:hAnsi="Verdana" w:cs="Arial"/>
          <w:i/>
        </w:rPr>
        <w:t xml:space="preserve"> krawędzie jezdni, obiekty małej architektury.</w:t>
      </w:r>
    </w:p>
    <w:p w:rsidR="007B290F" w:rsidRDefault="007B290F" w:rsidP="007B290F">
      <w:pPr>
        <w:numPr>
          <w:ilvl w:val="0"/>
          <w:numId w:val="23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="007374DC" w:rsidRPr="007374DC">
        <w:rPr>
          <w:rFonts w:ascii="Verdana" w:hAnsi="Verdana"/>
          <w:color w:val="000000"/>
        </w:rPr>
        <w:t>ykaz</w:t>
      </w:r>
      <w:r w:rsidR="007374DC">
        <w:rPr>
          <w:rFonts w:ascii="Verdana" w:hAnsi="Verdana"/>
          <w:color w:val="000000"/>
        </w:rPr>
        <w:t>y</w:t>
      </w:r>
      <w:r w:rsidR="007374DC" w:rsidRPr="007374DC">
        <w:rPr>
          <w:rFonts w:ascii="Verdana" w:hAnsi="Verdana"/>
          <w:color w:val="000000"/>
        </w:rPr>
        <w:t xml:space="preserve"> zmian gruntowych</w:t>
      </w:r>
      <w:r w:rsidR="007374DC">
        <w:rPr>
          <w:rFonts w:ascii="Verdana" w:hAnsi="Verdana"/>
          <w:color w:val="000000"/>
        </w:rPr>
        <w:t>/wykazy zmian danych ewidencyjnych</w:t>
      </w:r>
      <w:r w:rsidR="007374DC" w:rsidRPr="007374DC">
        <w:rPr>
          <w:rFonts w:ascii="Verdana" w:hAnsi="Verdana"/>
          <w:color w:val="000000"/>
        </w:rPr>
        <w:t xml:space="preserve"> - </w:t>
      </w:r>
      <w:r w:rsidR="00F82B22">
        <w:rPr>
          <w:rFonts w:ascii="Verdana" w:hAnsi="Verdana"/>
          <w:color w:val="000000"/>
        </w:rPr>
        <w:t>5</w:t>
      </w:r>
      <w:r w:rsidR="007374DC" w:rsidRPr="007374DC">
        <w:rPr>
          <w:rFonts w:ascii="Verdana" w:hAnsi="Verdana"/>
          <w:color w:val="000000"/>
        </w:rPr>
        <w:t xml:space="preserve"> egz. </w:t>
      </w:r>
    </w:p>
    <w:p w:rsidR="007374DC" w:rsidRDefault="007B290F" w:rsidP="007B290F">
      <w:pPr>
        <w:numPr>
          <w:ilvl w:val="0"/>
          <w:numId w:val="23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="007374DC" w:rsidRPr="007374DC">
        <w:rPr>
          <w:rFonts w:ascii="Verdana" w:hAnsi="Verdana"/>
          <w:color w:val="000000"/>
        </w:rPr>
        <w:t>ykaz</w:t>
      </w:r>
      <w:r w:rsidR="007374DC">
        <w:rPr>
          <w:rFonts w:ascii="Verdana" w:hAnsi="Verdana"/>
          <w:color w:val="000000"/>
        </w:rPr>
        <w:t xml:space="preserve">y </w:t>
      </w:r>
      <w:r w:rsidR="007374DC" w:rsidRPr="007374DC">
        <w:rPr>
          <w:rFonts w:ascii="Verdana" w:hAnsi="Verdana"/>
          <w:color w:val="000000"/>
        </w:rPr>
        <w:t>synchronizacyjn</w:t>
      </w:r>
      <w:r w:rsidR="007374DC">
        <w:rPr>
          <w:rFonts w:ascii="Verdana" w:hAnsi="Verdana"/>
          <w:color w:val="000000"/>
        </w:rPr>
        <w:t>e</w:t>
      </w:r>
      <w:r w:rsidR="007374DC" w:rsidRPr="007374DC">
        <w:rPr>
          <w:rFonts w:ascii="Verdana" w:hAnsi="Verdana"/>
          <w:color w:val="000000"/>
        </w:rPr>
        <w:t xml:space="preserve"> - </w:t>
      </w:r>
      <w:r w:rsidR="00F82B22">
        <w:rPr>
          <w:rFonts w:ascii="Verdana" w:hAnsi="Verdana"/>
          <w:color w:val="000000"/>
        </w:rPr>
        <w:t>5</w:t>
      </w:r>
      <w:r w:rsidR="007374DC" w:rsidRPr="007374DC">
        <w:rPr>
          <w:rFonts w:ascii="Verdana" w:hAnsi="Verdana"/>
          <w:color w:val="000000"/>
        </w:rPr>
        <w:t xml:space="preserve"> egz. </w:t>
      </w:r>
    </w:p>
    <w:p w:rsidR="00586103" w:rsidRDefault="007374DC" w:rsidP="007B290F">
      <w:pPr>
        <w:tabs>
          <w:tab w:val="right" w:pos="142"/>
        </w:tabs>
        <w:ind w:left="284"/>
        <w:rPr>
          <w:rFonts w:ascii="Verdana" w:hAnsi="Verdana" w:cs="Arial"/>
          <w:i/>
        </w:rPr>
      </w:pPr>
      <w:r w:rsidRPr="007374DC">
        <w:rPr>
          <w:rFonts w:ascii="Verdana" w:hAnsi="Verdana" w:cs="Arial"/>
          <w:i/>
        </w:rPr>
        <w:t xml:space="preserve">Wykazy synchronizacyjne wykażą i zsynchronizują rozbieżności między zapisami </w:t>
      </w:r>
      <w:r w:rsidR="00773B0D">
        <w:rPr>
          <w:rFonts w:ascii="Verdana" w:hAnsi="Verdana" w:cs="Arial"/>
          <w:i/>
        </w:rPr>
        <w:br/>
      </w:r>
      <w:r w:rsidRPr="007374DC">
        <w:rPr>
          <w:rFonts w:ascii="Verdana" w:hAnsi="Verdana" w:cs="Arial"/>
          <w:i/>
        </w:rPr>
        <w:t>w księgach wieczystych, ewidencją gruntów i dokumentami potwierdzającymi własność</w:t>
      </w:r>
      <w:r>
        <w:rPr>
          <w:rFonts w:ascii="Verdana" w:hAnsi="Verdana" w:cs="Arial"/>
          <w:i/>
        </w:rPr>
        <w:t>.</w:t>
      </w:r>
    </w:p>
    <w:p w:rsidR="006E0C63" w:rsidRPr="00853FA3" w:rsidRDefault="00AF0127" w:rsidP="007B290F">
      <w:pPr>
        <w:numPr>
          <w:ilvl w:val="0"/>
          <w:numId w:val="23"/>
        </w:numPr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opcjonalnie </w:t>
      </w:r>
      <w:r w:rsidR="007B290F">
        <w:rPr>
          <w:rFonts w:ascii="Verdana" w:hAnsi="Verdana"/>
          <w:color w:val="000000"/>
        </w:rPr>
        <w:t>w</w:t>
      </w:r>
      <w:r w:rsidR="006E0C63" w:rsidRPr="00853FA3">
        <w:rPr>
          <w:rFonts w:ascii="Verdana" w:hAnsi="Verdana"/>
          <w:color w:val="000000"/>
        </w:rPr>
        <w:t xml:space="preserve">stępny projekt podziału </w:t>
      </w:r>
      <w:r w:rsidR="006E0C63">
        <w:rPr>
          <w:rFonts w:ascii="Verdana" w:hAnsi="Verdana"/>
          <w:color w:val="000000"/>
        </w:rPr>
        <w:t>wraz z</w:t>
      </w:r>
      <w:r w:rsidR="007B290F">
        <w:rPr>
          <w:rFonts w:ascii="Verdana" w:hAnsi="Verdana"/>
          <w:color w:val="000000"/>
        </w:rPr>
        <w:t xml:space="preserve"> </w:t>
      </w:r>
      <w:r w:rsidR="006E0C63">
        <w:rPr>
          <w:rFonts w:ascii="Verdana" w:hAnsi="Verdana"/>
          <w:color w:val="000000"/>
        </w:rPr>
        <w:t xml:space="preserve">postanowieniem </w:t>
      </w:r>
      <w:r w:rsidR="006E0C63" w:rsidRPr="00853FA3">
        <w:rPr>
          <w:rFonts w:ascii="Verdana" w:hAnsi="Verdana"/>
          <w:color w:val="000000"/>
        </w:rPr>
        <w:t>opiniując</w:t>
      </w:r>
      <w:r w:rsidR="006E0C63">
        <w:rPr>
          <w:rFonts w:ascii="Verdana" w:hAnsi="Verdana"/>
          <w:color w:val="000000"/>
        </w:rPr>
        <w:t>ym</w:t>
      </w:r>
      <w:r w:rsidR="006E0C63" w:rsidRPr="00853FA3">
        <w:rPr>
          <w:rFonts w:ascii="Verdana" w:hAnsi="Verdana"/>
          <w:color w:val="000000"/>
        </w:rPr>
        <w:t xml:space="preserve"> zgodność proponowanego podziału nieruchomości</w:t>
      </w:r>
      <w:r w:rsidR="006E0C63">
        <w:rPr>
          <w:rFonts w:ascii="Verdana" w:hAnsi="Verdana"/>
          <w:color w:val="000000"/>
        </w:rPr>
        <w:t xml:space="preserve"> z planem miejscowym</w:t>
      </w:r>
      <w:r w:rsidR="007B290F">
        <w:rPr>
          <w:rFonts w:ascii="Verdana" w:hAnsi="Verdana"/>
          <w:color w:val="000000"/>
        </w:rPr>
        <w:t xml:space="preserve"> – 1 egz.</w:t>
      </w:r>
    </w:p>
    <w:p w:rsidR="005A65D1" w:rsidRPr="00AF0127" w:rsidRDefault="00AF0127" w:rsidP="00AF0127">
      <w:pPr>
        <w:numPr>
          <w:ilvl w:val="0"/>
          <w:numId w:val="23"/>
        </w:numPr>
        <w:ind w:left="284" w:hanging="284"/>
        <w:rPr>
          <w:rFonts w:ascii="Verdana" w:hAnsi="Verdana"/>
        </w:rPr>
      </w:pPr>
      <w:r w:rsidRPr="00AF0127">
        <w:rPr>
          <w:rFonts w:ascii="Verdana" w:hAnsi="Verdana"/>
        </w:rPr>
        <w:t>kopie zawiadomień z czynności wznowienia znaków granicznych, wyznaczenia punktów granicznych lub ustalenia przebiegu granic działek ewidencyjnych oraz przyjęcia granic dzielonej nieruchomości w terenie – 1 egz.</w:t>
      </w:r>
    </w:p>
    <w:p w:rsidR="005A65D1" w:rsidRPr="005A65D1" w:rsidRDefault="005A65D1" w:rsidP="005A65D1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5A65D1">
        <w:rPr>
          <w:rFonts w:ascii="Verdana" w:hAnsi="Verdana"/>
          <w:color w:val="000000"/>
        </w:rPr>
        <w:t>protokół z przyjęcia/ustalenia granic nieruchomości – 2 egz.</w:t>
      </w:r>
    </w:p>
    <w:p w:rsidR="00DA565A" w:rsidRPr="007B290F" w:rsidRDefault="00DA565A" w:rsidP="007B290F">
      <w:pPr>
        <w:numPr>
          <w:ilvl w:val="0"/>
          <w:numId w:val="23"/>
        </w:numPr>
        <w:spacing w:line="240" w:lineRule="exact"/>
        <w:ind w:left="284" w:hanging="284"/>
        <w:rPr>
          <w:rFonts w:ascii="Verdana" w:hAnsi="Verdana"/>
        </w:rPr>
      </w:pPr>
      <w:r w:rsidRPr="00DA1E5F">
        <w:rPr>
          <w:rFonts w:ascii="Verdana" w:hAnsi="Verdana"/>
          <w:color w:val="000000"/>
        </w:rPr>
        <w:t>obliczenia powierzchni nowo wydzielonych działek</w:t>
      </w:r>
      <w:r w:rsidR="007B290F">
        <w:rPr>
          <w:rFonts w:ascii="Verdana" w:hAnsi="Verdana"/>
          <w:color w:val="000000"/>
        </w:rPr>
        <w:t xml:space="preserve"> – 1</w:t>
      </w:r>
      <w:r w:rsidR="00874721">
        <w:rPr>
          <w:rFonts w:ascii="Verdana" w:hAnsi="Verdana"/>
          <w:color w:val="000000"/>
        </w:rPr>
        <w:t xml:space="preserve"> </w:t>
      </w:r>
      <w:r w:rsidR="007B290F">
        <w:rPr>
          <w:rFonts w:ascii="Verdana" w:hAnsi="Verdana"/>
          <w:color w:val="000000"/>
        </w:rPr>
        <w:t>egz.</w:t>
      </w:r>
    </w:p>
    <w:p w:rsidR="00DA565A" w:rsidRDefault="00DA565A" w:rsidP="007B290F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 w:cs="Tahoma"/>
          <w:color w:val="000000"/>
        </w:rPr>
      </w:pPr>
      <w:r w:rsidRPr="00853FA3">
        <w:rPr>
          <w:rFonts w:ascii="Verdana" w:hAnsi="Verdana"/>
          <w:color w:val="000000"/>
        </w:rPr>
        <w:t>zarys pomiarowy dla nowo dzielonych działek wraz z wykazem współrzędnych –</w:t>
      </w:r>
      <w:r>
        <w:rPr>
          <w:rFonts w:ascii="Verdana" w:hAnsi="Verdana"/>
          <w:color w:val="000000"/>
        </w:rPr>
        <w:t xml:space="preserve"> </w:t>
      </w:r>
      <w:r w:rsidR="00157BA3">
        <w:rPr>
          <w:rFonts w:ascii="Verdana" w:hAnsi="Verdana"/>
          <w:color w:val="000000"/>
        </w:rPr>
        <w:t>2 egz.</w:t>
      </w:r>
    </w:p>
    <w:p w:rsidR="00874721" w:rsidRPr="00874721" w:rsidRDefault="00DA565A" w:rsidP="0048734C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874721">
        <w:rPr>
          <w:rFonts w:ascii="Verdana" w:hAnsi="Verdana" w:cs="Tahoma"/>
          <w:color w:val="000000"/>
        </w:rPr>
        <w:t xml:space="preserve">opisy topograficzne i zdjęcia (JPG) nowopowstałych punktów wyznaczających przebieg  projektowanej granicy – 2 egz. </w:t>
      </w:r>
    </w:p>
    <w:p w:rsidR="00311B73" w:rsidRPr="004202E0" w:rsidRDefault="00DA565A" w:rsidP="004202E0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w przypadku wystąpienia takiej potrzeby, </w:t>
      </w:r>
      <w:r w:rsidRPr="00243604">
        <w:rPr>
          <w:rFonts w:ascii="Verdana" w:hAnsi="Verdana"/>
        </w:rPr>
        <w:t xml:space="preserve">inne opracowania </w:t>
      </w:r>
      <w:proofErr w:type="spellStart"/>
      <w:r w:rsidRPr="00243604">
        <w:rPr>
          <w:rFonts w:ascii="Verdana" w:hAnsi="Verdana"/>
        </w:rPr>
        <w:t>geodezyjn</w:t>
      </w:r>
      <w:r>
        <w:rPr>
          <w:rFonts w:ascii="Verdana" w:hAnsi="Verdana"/>
        </w:rPr>
        <w:t>o</w:t>
      </w:r>
      <w:proofErr w:type="spellEnd"/>
      <w:r>
        <w:rPr>
          <w:rFonts w:ascii="Verdana" w:hAnsi="Verdana"/>
        </w:rPr>
        <w:t xml:space="preserve">–prawne sporządzone </w:t>
      </w:r>
      <w:r w:rsidRPr="00243604">
        <w:rPr>
          <w:rFonts w:ascii="Verdana" w:hAnsi="Verdana"/>
        </w:rPr>
        <w:t>w ramach zlecenia</w:t>
      </w:r>
      <w:r w:rsidR="00874721">
        <w:rPr>
          <w:rFonts w:ascii="Verdana" w:hAnsi="Verdana"/>
        </w:rPr>
        <w:t>,</w:t>
      </w:r>
      <w:r>
        <w:rPr>
          <w:rFonts w:ascii="Verdana" w:hAnsi="Verdana"/>
        </w:rPr>
        <w:t xml:space="preserve"> niezbędne do aktualizacji danych w ewidencji gruntów i/lub w księgach wieczystych –</w:t>
      </w:r>
      <w:r w:rsidR="00874721">
        <w:rPr>
          <w:rFonts w:ascii="Verdana" w:hAnsi="Verdana"/>
        </w:rPr>
        <w:t xml:space="preserve"> 2 egz.</w:t>
      </w:r>
    </w:p>
    <w:p w:rsidR="00BC775D" w:rsidRPr="00853FA3" w:rsidRDefault="005C0DB8" w:rsidP="004202E0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lastRenderedPageBreak/>
        <w:t xml:space="preserve"> </w:t>
      </w:r>
      <w:r w:rsidR="00F35333" w:rsidRPr="00853FA3">
        <w:rPr>
          <w:rFonts w:ascii="Verdana" w:hAnsi="Verdana"/>
          <w:color w:val="000000"/>
        </w:rPr>
        <w:t xml:space="preserve"> </w:t>
      </w:r>
      <w:bookmarkStart w:id="14" w:name="_Toc416830703"/>
      <w:bookmarkStart w:id="15" w:name="_Toc6881284"/>
      <w:bookmarkStart w:id="16" w:name="_Toc62276017"/>
      <w:bookmarkStart w:id="17" w:name="_Toc192307836"/>
      <w:r w:rsidR="00BC775D" w:rsidRPr="00853FA3">
        <w:rPr>
          <w:rFonts w:ascii="Verdana" w:hAnsi="Verdana"/>
          <w:color w:val="000000"/>
        </w:rPr>
        <w:t xml:space="preserve">kontrola jakości </w:t>
      </w:r>
      <w:bookmarkEnd w:id="14"/>
      <w:bookmarkEnd w:id="15"/>
      <w:r w:rsidR="00BC775D" w:rsidRPr="00853FA3">
        <w:rPr>
          <w:rFonts w:ascii="Verdana" w:hAnsi="Verdana"/>
          <w:color w:val="000000"/>
        </w:rPr>
        <w:t>OPRACOWAŃ PROJEKTOWYCH</w:t>
      </w:r>
      <w:bookmarkEnd w:id="16"/>
      <w:bookmarkEnd w:id="17"/>
    </w:p>
    <w:p w:rsidR="00AD75BA" w:rsidRPr="00853FA3" w:rsidRDefault="00AD75BA" w:rsidP="00517D90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Nadzór procesu realizacji objętego Zamówieniem przedmiotu</w:t>
      </w:r>
    </w:p>
    <w:p w:rsidR="00DD7D55" w:rsidRPr="00853FA3" w:rsidRDefault="00DD7D55" w:rsidP="00087EAD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Bieżący nadzór zgodności przebiegu procesu wykonywania opracowań projektowych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z wymaganiami umowy wykonywan</w:t>
      </w:r>
      <w:r w:rsidR="004F6730" w:rsidRPr="00853FA3">
        <w:rPr>
          <w:rFonts w:ascii="Verdana" w:hAnsi="Verdana"/>
          <w:color w:val="000000"/>
        </w:rPr>
        <w:t>y</w:t>
      </w:r>
      <w:r w:rsidRPr="00853FA3">
        <w:rPr>
          <w:rFonts w:ascii="Verdana" w:hAnsi="Verdana"/>
          <w:color w:val="000000"/>
        </w:rPr>
        <w:t xml:space="preserve"> jest przez Zamawiającego podczas konsultacji.</w:t>
      </w:r>
    </w:p>
    <w:p w:rsidR="00DD7D55" w:rsidRPr="00853FA3" w:rsidRDefault="00DD7D55" w:rsidP="00087EAD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Ustala się następujące czynności, które będą służyć bieżącej kontroli przebiegu procesu projektowego:</w:t>
      </w:r>
    </w:p>
    <w:p w:rsidR="00DD7D55" w:rsidRPr="00853FA3" w:rsidRDefault="00DD7D55" w:rsidP="0024375F">
      <w:pPr>
        <w:numPr>
          <w:ilvl w:val="0"/>
          <w:numId w:val="11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zgłoszenie wykonania roboty przewidzianej do wykonania i przedłożenie  Zam</w:t>
      </w:r>
      <w:r w:rsidR="004D70D9">
        <w:rPr>
          <w:rFonts w:ascii="Verdana" w:hAnsi="Verdana"/>
          <w:color w:val="000000"/>
        </w:rPr>
        <w:t>awiającemu powstałych opracowań,</w:t>
      </w:r>
    </w:p>
    <w:p w:rsidR="00DD7D55" w:rsidRPr="00853FA3" w:rsidRDefault="00DD7D55" w:rsidP="0024375F">
      <w:pPr>
        <w:numPr>
          <w:ilvl w:val="0"/>
          <w:numId w:val="11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spotkanie w siedzibie Zamawiającego, przy udziale Wykonawcy, Zamawiającego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oraz ew. innych zaproszonych stron, której głównymi celami są:</w:t>
      </w:r>
    </w:p>
    <w:p w:rsidR="00A037CE" w:rsidRPr="00853FA3" w:rsidRDefault="00A037CE" w:rsidP="00A037CE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</w:t>
      </w:r>
      <w:r w:rsidR="00AD2BA2" w:rsidRPr="00853FA3">
        <w:rPr>
          <w:rFonts w:ascii="Verdana" w:hAnsi="Verdana"/>
          <w:color w:val="000000"/>
        </w:rPr>
        <w:t xml:space="preserve"> </w:t>
      </w:r>
      <w:r w:rsidR="00DD7D55" w:rsidRPr="00853FA3">
        <w:rPr>
          <w:rFonts w:ascii="Verdana" w:hAnsi="Verdana"/>
          <w:color w:val="000000"/>
        </w:rPr>
        <w:t xml:space="preserve">omówienie i ewentualne rozstrzygnięcie problemów wynikłych podczas realizacji </w:t>
      </w:r>
    </w:p>
    <w:p w:rsidR="00A037CE" w:rsidRPr="00853FA3" w:rsidRDefault="00A037CE" w:rsidP="00A037CE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</w:t>
      </w:r>
      <w:r w:rsidR="00DD7D55" w:rsidRPr="00853FA3">
        <w:rPr>
          <w:rFonts w:ascii="Verdana" w:hAnsi="Verdana"/>
          <w:color w:val="000000"/>
        </w:rPr>
        <w:t xml:space="preserve">opracowań projektowych, do których rozstrzygania upoważniony jest jedynie </w:t>
      </w:r>
      <w:r w:rsidRPr="00853FA3">
        <w:rPr>
          <w:rFonts w:ascii="Verdana" w:hAnsi="Verdana"/>
          <w:color w:val="000000"/>
        </w:rPr>
        <w:t xml:space="preserve"> </w:t>
      </w:r>
    </w:p>
    <w:p w:rsidR="00A40368" w:rsidRPr="00853FA3" w:rsidRDefault="00A037CE" w:rsidP="00087EAD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</w:t>
      </w:r>
      <w:r w:rsidR="00DD7D55" w:rsidRPr="00853FA3">
        <w:rPr>
          <w:rFonts w:ascii="Verdana" w:hAnsi="Verdana"/>
          <w:color w:val="000000"/>
        </w:rPr>
        <w:t>Zamawiający (w tym zmiany do umowy).</w:t>
      </w:r>
    </w:p>
    <w:p w:rsidR="004D70D9" w:rsidRDefault="004D70D9" w:rsidP="00087EAD">
      <w:pPr>
        <w:pStyle w:val="tekstost"/>
        <w:rPr>
          <w:rFonts w:ascii="Verdana" w:hAnsi="Verdana"/>
          <w:color w:val="000000"/>
        </w:rPr>
      </w:pPr>
    </w:p>
    <w:p w:rsidR="004D70D9" w:rsidRDefault="004D70D9" w:rsidP="00087EAD">
      <w:pPr>
        <w:pStyle w:val="tekstost"/>
        <w:rPr>
          <w:rFonts w:ascii="Verdana" w:hAnsi="Verdana"/>
          <w:color w:val="000000"/>
        </w:rPr>
      </w:pPr>
      <w:r w:rsidRPr="008B1B9E">
        <w:rPr>
          <w:rFonts w:ascii="Verdana" w:hAnsi="Verdana"/>
          <w:color w:val="000000"/>
        </w:rPr>
        <w:t xml:space="preserve">Zamawiający jest uprawniony do dokonywania nadzoru nad wykonywaniem opracowań projektowych, a Wykonawca </w:t>
      </w:r>
      <w:r>
        <w:rPr>
          <w:rFonts w:ascii="Verdana" w:hAnsi="Verdana"/>
          <w:color w:val="000000"/>
        </w:rPr>
        <w:t xml:space="preserve">ma obowiązek, zgodnie z poleceniem Zamawiającego przekazać do oceny sporządzone opracowania i przedstawić zaawansowanie prac. </w:t>
      </w:r>
    </w:p>
    <w:p w:rsidR="00CE615B" w:rsidRPr="00874721" w:rsidRDefault="00A22295" w:rsidP="00874721">
      <w:pPr>
        <w:pStyle w:val="Nagwek1"/>
        <w:spacing w:before="240"/>
        <w:rPr>
          <w:rFonts w:ascii="Verdana" w:hAnsi="Verdana"/>
          <w:color w:val="000000"/>
        </w:rPr>
      </w:pPr>
      <w:bookmarkStart w:id="18" w:name="_Toc192307837"/>
      <w:r w:rsidRPr="00853FA3">
        <w:rPr>
          <w:rFonts w:ascii="Verdana" w:hAnsi="Verdana"/>
          <w:color w:val="000000"/>
        </w:rPr>
        <w:t>odbiór OPRACOWAŃ</w:t>
      </w:r>
      <w:bookmarkEnd w:id="18"/>
      <w:r w:rsidR="004D70D9">
        <w:rPr>
          <w:rFonts w:ascii="Verdana" w:hAnsi="Verdana"/>
          <w:color w:val="000000"/>
        </w:rPr>
        <w:t xml:space="preserve"> I TERMIN</w:t>
      </w:r>
    </w:p>
    <w:p w:rsidR="00CE615B" w:rsidRPr="00853FA3" w:rsidRDefault="008F4DE4" w:rsidP="00371C0C">
      <w:pPr>
        <w:pStyle w:val="tekstost"/>
        <w:rPr>
          <w:rFonts w:ascii="Verdana" w:hAnsi="Verdana"/>
          <w:b/>
          <w:color w:val="000000"/>
        </w:rPr>
      </w:pPr>
      <w:r w:rsidRPr="00853FA3">
        <w:rPr>
          <w:rFonts w:ascii="Verdana" w:hAnsi="Verdana"/>
          <w:color w:val="000000"/>
        </w:rPr>
        <w:t>Przedmiotowe zlecenie</w:t>
      </w:r>
      <w:r w:rsidR="00CE615B" w:rsidRPr="00853FA3">
        <w:rPr>
          <w:rFonts w:ascii="Verdana" w:hAnsi="Verdana"/>
          <w:color w:val="000000"/>
        </w:rPr>
        <w:t xml:space="preserve"> podlega </w:t>
      </w:r>
      <w:r w:rsidR="003B459D" w:rsidRPr="00853FA3">
        <w:rPr>
          <w:rFonts w:ascii="Verdana" w:hAnsi="Verdana"/>
          <w:color w:val="000000"/>
        </w:rPr>
        <w:t xml:space="preserve">odbiorowi </w:t>
      </w:r>
      <w:r w:rsidRPr="00853FA3">
        <w:rPr>
          <w:rFonts w:ascii="Verdana" w:hAnsi="Verdana"/>
          <w:color w:val="000000"/>
        </w:rPr>
        <w:t xml:space="preserve">w </w:t>
      </w:r>
      <w:r w:rsidR="003B459D" w:rsidRPr="00853FA3">
        <w:rPr>
          <w:rFonts w:ascii="Verdana" w:hAnsi="Verdana"/>
          <w:color w:val="000000"/>
        </w:rPr>
        <w:t>trakcie którego</w:t>
      </w:r>
      <w:r w:rsidR="00371C0C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 xml:space="preserve">Wykonawca przekaże Zamawiającemu </w:t>
      </w:r>
      <w:r w:rsidRPr="00853FA3">
        <w:rPr>
          <w:rFonts w:ascii="Verdana" w:hAnsi="Verdana"/>
          <w:color w:val="000000"/>
        </w:rPr>
        <w:t>d</w:t>
      </w:r>
      <w:r w:rsidR="00A22295" w:rsidRPr="00853FA3">
        <w:rPr>
          <w:rFonts w:ascii="Verdana" w:hAnsi="Verdana"/>
          <w:iCs/>
          <w:color w:val="000000"/>
        </w:rPr>
        <w:t>okumentację geodezyjn</w:t>
      </w:r>
      <w:r w:rsidR="004D70D9">
        <w:rPr>
          <w:rFonts w:ascii="Verdana" w:hAnsi="Verdana"/>
          <w:iCs/>
          <w:color w:val="000000"/>
        </w:rPr>
        <w:t>o</w:t>
      </w:r>
      <w:r w:rsidR="003B459D" w:rsidRPr="00853FA3">
        <w:rPr>
          <w:rFonts w:ascii="Verdana" w:hAnsi="Verdana"/>
          <w:iCs/>
          <w:color w:val="000000"/>
        </w:rPr>
        <w:t>-</w:t>
      </w:r>
      <w:r w:rsidR="00A22295" w:rsidRPr="00853FA3">
        <w:rPr>
          <w:rFonts w:ascii="Verdana" w:hAnsi="Verdana"/>
          <w:iCs/>
          <w:color w:val="000000"/>
        </w:rPr>
        <w:t>kartograficzną</w:t>
      </w:r>
      <w:r w:rsidR="00A17D02" w:rsidRPr="00853FA3">
        <w:rPr>
          <w:rFonts w:ascii="Verdana" w:hAnsi="Verdana"/>
          <w:iCs/>
          <w:color w:val="000000"/>
        </w:rPr>
        <w:t>,</w:t>
      </w:r>
      <w:r w:rsidR="00A22295" w:rsidRPr="00853FA3">
        <w:rPr>
          <w:rFonts w:ascii="Verdana" w:hAnsi="Verdana"/>
          <w:iCs/>
          <w:color w:val="000000"/>
        </w:rPr>
        <w:t xml:space="preserve"> </w:t>
      </w:r>
      <w:r w:rsidR="00A17D02" w:rsidRPr="00853FA3">
        <w:rPr>
          <w:rFonts w:ascii="Verdana" w:hAnsi="Verdana"/>
          <w:iCs/>
          <w:color w:val="000000"/>
        </w:rPr>
        <w:t>która będzie obejmowała</w:t>
      </w:r>
      <w:r w:rsidR="00D15FFD" w:rsidRPr="00853FA3">
        <w:rPr>
          <w:rFonts w:ascii="Verdana" w:hAnsi="Verdana"/>
          <w:iCs/>
          <w:color w:val="000000"/>
        </w:rPr>
        <w:t xml:space="preserve"> </w:t>
      </w:r>
      <w:r w:rsidRPr="00853FA3">
        <w:rPr>
          <w:rFonts w:ascii="Verdana" w:hAnsi="Verdana"/>
          <w:iCs/>
          <w:color w:val="000000"/>
        </w:rPr>
        <w:t xml:space="preserve">dokumenty i materiały </w:t>
      </w:r>
      <w:r w:rsidR="00A401B8" w:rsidRPr="00853FA3">
        <w:rPr>
          <w:rFonts w:ascii="Verdana" w:hAnsi="Verdana"/>
          <w:iCs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>wskazan</w:t>
      </w:r>
      <w:r w:rsidRPr="00853FA3">
        <w:rPr>
          <w:rFonts w:ascii="Verdana" w:hAnsi="Verdana"/>
          <w:color w:val="000000"/>
        </w:rPr>
        <w:t>e</w:t>
      </w:r>
      <w:r w:rsidR="00A22295" w:rsidRPr="00853FA3">
        <w:rPr>
          <w:rFonts w:ascii="Verdana" w:hAnsi="Verdana"/>
          <w:color w:val="000000"/>
        </w:rPr>
        <w:t xml:space="preserve"> w pkt</w:t>
      </w:r>
      <w:r w:rsidR="005A65D1">
        <w:rPr>
          <w:rFonts w:ascii="Verdana" w:hAnsi="Verdana"/>
          <w:color w:val="000000"/>
        </w:rPr>
        <w:t xml:space="preserve"> </w:t>
      </w:r>
      <w:r w:rsidR="005A65D1" w:rsidRPr="00506104">
        <w:rPr>
          <w:rFonts w:ascii="Verdana" w:hAnsi="Verdana"/>
        </w:rPr>
        <w:t>2.2.</w:t>
      </w:r>
      <w:r w:rsidR="00506104" w:rsidRPr="00506104">
        <w:rPr>
          <w:rFonts w:ascii="Verdana" w:hAnsi="Verdana"/>
        </w:rPr>
        <w:t>6</w:t>
      </w:r>
      <w:r w:rsidR="00A22295" w:rsidRPr="00853FA3">
        <w:rPr>
          <w:rFonts w:ascii="Verdana" w:hAnsi="Verdana"/>
          <w:color w:val="000000"/>
        </w:rPr>
        <w:t xml:space="preserve"> </w:t>
      </w:r>
      <w:r w:rsidR="00CF48DF" w:rsidRPr="00853FA3">
        <w:rPr>
          <w:rFonts w:ascii="Verdana" w:hAnsi="Verdana"/>
          <w:color w:val="000000"/>
        </w:rPr>
        <w:t xml:space="preserve">w </w:t>
      </w:r>
      <w:r w:rsidR="00A22295" w:rsidRPr="00853FA3">
        <w:rPr>
          <w:rFonts w:ascii="Verdana" w:hAnsi="Verdana"/>
          <w:color w:val="000000"/>
        </w:rPr>
        <w:t>termin</w:t>
      </w:r>
      <w:r w:rsidR="00F35333" w:rsidRPr="00853FA3">
        <w:rPr>
          <w:rFonts w:ascii="Verdana" w:hAnsi="Verdana"/>
          <w:color w:val="000000"/>
        </w:rPr>
        <w:t>i</w:t>
      </w:r>
      <w:r w:rsidR="00CF48DF" w:rsidRPr="00853FA3">
        <w:rPr>
          <w:rFonts w:ascii="Verdana" w:hAnsi="Verdana"/>
          <w:color w:val="000000"/>
        </w:rPr>
        <w:t>e</w:t>
      </w:r>
      <w:r w:rsidRPr="00853FA3">
        <w:rPr>
          <w:rFonts w:ascii="Verdana" w:hAnsi="Verdana"/>
          <w:color w:val="000000"/>
        </w:rPr>
        <w:t xml:space="preserve"> </w:t>
      </w:r>
      <w:r w:rsidRPr="00760E10">
        <w:rPr>
          <w:rFonts w:ascii="Verdana" w:hAnsi="Verdana"/>
        </w:rPr>
        <w:t xml:space="preserve">do </w:t>
      </w:r>
      <w:r w:rsidR="003031DD" w:rsidRPr="00901554">
        <w:rPr>
          <w:rFonts w:ascii="Verdana" w:hAnsi="Verdana"/>
          <w:b/>
        </w:rPr>
        <w:t>5 grudnia</w:t>
      </w:r>
      <w:r w:rsidR="00BF232D" w:rsidRPr="00901554">
        <w:rPr>
          <w:rFonts w:ascii="Verdana" w:hAnsi="Verdana"/>
        </w:rPr>
        <w:t xml:space="preserve"> </w:t>
      </w:r>
      <w:r w:rsidRPr="00901554">
        <w:rPr>
          <w:rFonts w:ascii="Verdana" w:hAnsi="Verdana"/>
          <w:b/>
        </w:rPr>
        <w:t>20</w:t>
      </w:r>
      <w:r w:rsidR="00BF232D" w:rsidRPr="00901554">
        <w:rPr>
          <w:rFonts w:ascii="Verdana" w:hAnsi="Verdana"/>
          <w:b/>
        </w:rPr>
        <w:t>2</w:t>
      </w:r>
      <w:r w:rsidR="00F82B22" w:rsidRPr="00901554">
        <w:rPr>
          <w:rFonts w:ascii="Verdana" w:hAnsi="Verdana"/>
          <w:b/>
        </w:rPr>
        <w:t>3</w:t>
      </w:r>
      <w:r w:rsidR="00BF232D" w:rsidRPr="00901554">
        <w:rPr>
          <w:rFonts w:ascii="Verdana" w:hAnsi="Verdana"/>
          <w:b/>
        </w:rPr>
        <w:t xml:space="preserve"> </w:t>
      </w:r>
      <w:r w:rsidRPr="00901554">
        <w:rPr>
          <w:rFonts w:ascii="Verdana" w:hAnsi="Verdana"/>
          <w:b/>
        </w:rPr>
        <w:t>r.</w:t>
      </w:r>
    </w:p>
    <w:p w:rsidR="00A22295" w:rsidRPr="00853FA3" w:rsidRDefault="00A22295" w:rsidP="004202E0">
      <w:pPr>
        <w:pStyle w:val="Nagwek1"/>
        <w:spacing w:before="240"/>
        <w:ind w:left="-357" w:firstLine="357"/>
        <w:rPr>
          <w:rFonts w:ascii="Verdana" w:hAnsi="Verdana" w:cs="Arial"/>
          <w:color w:val="000000"/>
        </w:rPr>
      </w:pPr>
      <w:bookmarkStart w:id="19" w:name="_Toc192307838"/>
      <w:r w:rsidRPr="00853FA3">
        <w:rPr>
          <w:rFonts w:ascii="Verdana" w:hAnsi="Verdana" w:cs="Arial"/>
          <w:color w:val="000000"/>
        </w:rPr>
        <w:t>płatnoś</w:t>
      </w:r>
      <w:bookmarkEnd w:id="19"/>
      <w:r w:rsidR="00874721">
        <w:rPr>
          <w:rFonts w:ascii="Verdana" w:hAnsi="Verdana" w:cs="Arial"/>
          <w:color w:val="000000"/>
        </w:rPr>
        <w:t>ć</w:t>
      </w:r>
    </w:p>
    <w:p w:rsidR="00874721" w:rsidRPr="00874721" w:rsidRDefault="00874721" w:rsidP="004202E0">
      <w:pPr>
        <w:pStyle w:val="tekstost"/>
        <w:spacing w:before="60" w:after="60"/>
        <w:rPr>
          <w:rFonts w:ascii="Verdana" w:hAnsi="Verdana"/>
          <w:color w:val="000000"/>
        </w:rPr>
      </w:pPr>
      <w:r w:rsidRPr="00874721">
        <w:rPr>
          <w:rFonts w:ascii="Verdana" w:hAnsi="Verdana"/>
          <w:color w:val="000000"/>
        </w:rPr>
        <w:t xml:space="preserve">Płatność odbędzie się na podstawie poprawnie wystawionej faktury po </w:t>
      </w:r>
      <w:r w:rsidR="00901554">
        <w:rPr>
          <w:rFonts w:ascii="Verdana" w:hAnsi="Verdana"/>
          <w:color w:val="000000"/>
        </w:rPr>
        <w:t xml:space="preserve">uprzednim </w:t>
      </w:r>
      <w:r w:rsidRPr="00874721">
        <w:rPr>
          <w:rFonts w:ascii="Verdana" w:hAnsi="Verdana"/>
          <w:color w:val="000000"/>
        </w:rPr>
        <w:t>podpisaniu Protokołu zdawczo-odbiorczego przez Zamawiającego</w:t>
      </w:r>
      <w:r w:rsidR="00901554">
        <w:rPr>
          <w:rFonts w:ascii="Verdana" w:hAnsi="Verdana"/>
          <w:color w:val="000000"/>
        </w:rPr>
        <w:t>,</w:t>
      </w:r>
      <w:r w:rsidRPr="00874721">
        <w:rPr>
          <w:rFonts w:ascii="Verdana" w:hAnsi="Verdana"/>
          <w:color w:val="000000"/>
        </w:rPr>
        <w:t xml:space="preserve"> w terminie 30 dni od złożenia faktury </w:t>
      </w:r>
      <w:r>
        <w:rPr>
          <w:rFonts w:ascii="Verdana" w:hAnsi="Verdana"/>
          <w:color w:val="000000"/>
        </w:rPr>
        <w:t>na rachunek wskazany w umowie (</w:t>
      </w:r>
      <w:r w:rsidRPr="00874721">
        <w:rPr>
          <w:rFonts w:ascii="Verdana" w:hAnsi="Verdana"/>
          <w:color w:val="000000"/>
        </w:rPr>
        <w:t>zmiana rachunku wymaga aneksu)</w:t>
      </w:r>
      <w:r>
        <w:rPr>
          <w:rFonts w:ascii="Verdana" w:hAnsi="Verdana"/>
          <w:color w:val="000000"/>
        </w:rPr>
        <w:t>.</w:t>
      </w:r>
    </w:p>
    <w:p w:rsidR="008E6A63" w:rsidRPr="00853FA3" w:rsidRDefault="008E6A63" w:rsidP="008E6A63">
      <w:pPr>
        <w:pStyle w:val="tekstost"/>
        <w:rPr>
          <w:rFonts w:ascii="Verdana" w:hAnsi="Verdana"/>
          <w:color w:val="000000"/>
        </w:rPr>
      </w:pPr>
      <w:bookmarkStart w:id="20" w:name="_Toc62276021"/>
      <w:bookmarkStart w:id="21" w:name="_Toc192307839"/>
      <w:r w:rsidRPr="00853FA3">
        <w:rPr>
          <w:rFonts w:ascii="Verdana" w:hAnsi="Verdana"/>
          <w:color w:val="000000"/>
        </w:rPr>
        <w:t>Podstawą płatności jest cena skalkulowana przez Wykonawcę za opracowanie przedmiotowej dokumentacji geodezyjno-kartograficznej.</w:t>
      </w:r>
    </w:p>
    <w:p w:rsidR="00F25A39" w:rsidRPr="00853FA3" w:rsidRDefault="00F25A39" w:rsidP="004202E0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przepisy </w:t>
      </w:r>
      <w:bookmarkEnd w:id="20"/>
      <w:bookmarkEnd w:id="21"/>
      <w:r w:rsidR="00874721">
        <w:rPr>
          <w:rFonts w:ascii="Verdana" w:hAnsi="Verdana"/>
          <w:color w:val="000000"/>
        </w:rPr>
        <w:t>PRAWNE</w:t>
      </w:r>
    </w:p>
    <w:p w:rsidR="009A2B8A" w:rsidRPr="007335AC" w:rsidRDefault="009A2B8A" w:rsidP="009A2B8A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bookmarkStart w:id="22" w:name="_Ref389141101"/>
      <w:bookmarkStart w:id="23" w:name="_Ref468964254"/>
      <w:bookmarkStart w:id="24" w:name="_Hlt398042668"/>
      <w:bookmarkEnd w:id="24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Ustawa z dnia 17 maja 1989 r. Prawo geodezyjne i kartograficzne (Dz. U. z 2021 r., poz. 1990 ze zm.)</w:t>
      </w:r>
      <w:bookmarkEnd w:id="23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9A2B8A" w:rsidRPr="007335AC" w:rsidRDefault="009A2B8A" w:rsidP="009A2B8A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bCs/>
          <w:spacing w:val="0"/>
          <w:kern w:val="0"/>
          <w:sz w:val="16"/>
          <w:szCs w:val="16"/>
          <w:lang w:eastAsia="en-US"/>
        </w:rPr>
        <w:t>Ustawa z dnia 21 sierpnia 1997 r. o gospodarce nieruchomościami (Dz. U. z 2023 r., poz. 344 ze zm.).</w:t>
      </w:r>
      <w:bookmarkStart w:id="25" w:name="_Ref391547438"/>
      <w:bookmarkStart w:id="26" w:name="_Toc404682437"/>
      <w:bookmarkStart w:id="27" w:name="_Ref407029844"/>
      <w:bookmarkStart w:id="28" w:name="_Ref450822235"/>
    </w:p>
    <w:p w:rsidR="009A2B8A" w:rsidRPr="007335AC" w:rsidRDefault="009A2B8A" w:rsidP="009A2B8A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 Rady Ministrów z dnia 7 gru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dnia 2004 r. w sprawie sposobu 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i trybu dokonywania podziałów nieruchomości (Dz.U. z 2004 r. Nr 268, poz. </w:t>
      </w: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2663)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9A2B8A" w:rsidRPr="007335AC" w:rsidRDefault="009A2B8A" w:rsidP="009A2B8A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Rozwoju, Pracy i Technologii z dnia 27 lipca 2021 r. w sprawie ewidencji gruntów </w:t>
      </w:r>
      <w:r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</w:r>
      <w:bookmarkStart w:id="29" w:name="_GoBack"/>
      <w:bookmarkEnd w:id="29"/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i budynków (Dz.U. z 2021 r., poz. 1390).</w:t>
      </w:r>
    </w:p>
    <w:p w:rsidR="009A2B8A" w:rsidRPr="007335AC" w:rsidRDefault="009A2B8A" w:rsidP="009A2B8A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Ustawia z dnia 6 lipca 1982 r. o księgach wieczystych i hipotece (Dz.U. z 2023 r. poz. 146 ze zm.).</w:t>
      </w:r>
    </w:p>
    <w:p w:rsidR="009A2B8A" w:rsidRPr="007335AC" w:rsidRDefault="009A2B8A" w:rsidP="009A2B8A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 z dnia 28 lipca 2020 r. w sprawie wzorów wniosków 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o udostępnienie materiałów państwowego zasobu geodezyjnego i kartograficznego, licencji i Dokumentu Obliczenia Opłaty, a także sposobu wydawania licencji (Dz.U. z 2020 r. poz. 1322).</w:t>
      </w:r>
    </w:p>
    <w:p w:rsidR="009A2B8A" w:rsidRPr="007335AC" w:rsidRDefault="009A2B8A" w:rsidP="009A2B8A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27 lipca 2020 r. w sprawie wzorów zgłoszenia prac geodezyjnych, zawiadomienia o przekazaniu wyników zgłoszonych prac oraz protokołu weryfikacji wyników zgłoszonych prac geodezyjnych (Dz.U. z 2020 r. poz. 1316).</w:t>
      </w:r>
    </w:p>
    <w:p w:rsidR="009A2B8A" w:rsidRPr="007335AC" w:rsidRDefault="009A2B8A" w:rsidP="009A2B8A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Rozwoju, Pracy i Technologii z dnia 23 lipca 2021 r. w sprawie bazy danych obiektów topograficznych oraz mapy zasadniczej (Dz.U. z 2021 r. poz. 1385).</w:t>
      </w:r>
    </w:p>
    <w:p w:rsidR="00011F23" w:rsidRPr="009A2B8A" w:rsidRDefault="009A2B8A" w:rsidP="009A2B8A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18 sierpnia 2020 r. w sprawie standardów technicznych wykonywania geodezyjnych pomiarów sytuacyjnych i wysokościowych oraz opracowywania i przekazywania wyników tych pomiarów do państwowego zasobu geodezyjnego i kartograficznego (Dz.U. z 2022 r. poz. 1670).</w:t>
      </w:r>
      <w:bookmarkEnd w:id="22"/>
      <w:bookmarkEnd w:id="25"/>
      <w:bookmarkEnd w:id="26"/>
      <w:bookmarkEnd w:id="27"/>
      <w:bookmarkEnd w:id="28"/>
    </w:p>
    <w:sectPr w:rsidR="00011F23" w:rsidRPr="009A2B8A" w:rsidSect="009A2B8A">
      <w:headerReference w:type="even" r:id="rId8"/>
      <w:pgSz w:w="11907" w:h="16840" w:code="9"/>
      <w:pgMar w:top="1418" w:right="1418" w:bottom="1134" w:left="1418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C6E" w:rsidRDefault="00CD2C6E">
      <w:r>
        <w:separator/>
      </w:r>
    </w:p>
  </w:endnote>
  <w:endnote w:type="continuationSeparator" w:id="0">
    <w:p w:rsidR="00CD2C6E" w:rsidRDefault="00CD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C6E" w:rsidRDefault="00CD2C6E">
      <w:r>
        <w:separator/>
      </w:r>
    </w:p>
  </w:footnote>
  <w:footnote w:type="continuationSeparator" w:id="0">
    <w:p w:rsidR="00CD2C6E" w:rsidRDefault="00CD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7D7B0E">
    <w:pPr>
      <w:rPr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7D7B0E">
      <w:tc>
        <w:tcPr>
          <w:tcW w:w="1771" w:type="dxa"/>
        </w:tcPr>
        <w:p w:rsidR="007D7B0E" w:rsidRDefault="007D7B0E">
          <w:pPr>
            <w:pStyle w:val="Nagwek"/>
            <w:spacing w:after="120"/>
            <w:rPr>
              <w:sz w:val="23"/>
            </w:rPr>
          </w:pPr>
        </w:p>
      </w:tc>
      <w:tc>
        <w:tcPr>
          <w:tcW w:w="4820" w:type="dxa"/>
        </w:tcPr>
        <w:p w:rsidR="007D7B0E" w:rsidRDefault="007D7B0E">
          <w:pPr>
            <w:pStyle w:val="Nagwek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2551" w:type="dxa"/>
        </w:tcPr>
        <w:p w:rsidR="007D7B0E" w:rsidRDefault="007D7B0E">
          <w:pPr>
            <w:pStyle w:val="Nagwek"/>
            <w:jc w:val="right"/>
            <w:rPr>
              <w:sz w:val="23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 w:rsidR="009A2B8A">
            <w:rPr>
              <w:rStyle w:val="Numerstrony"/>
              <w:rFonts w:ascii="Times New Roman" w:hAnsi="Times New Roman"/>
              <w:noProof/>
              <w:sz w:val="19"/>
            </w:rPr>
            <w:t>5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</w:tr>
  </w:tbl>
  <w:p w:rsidR="007D7B0E" w:rsidRDefault="007D7B0E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7D7B0E">
    <w:pPr>
      <w:pStyle w:val="Nagwek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6237"/>
      <w:gridCol w:w="1985"/>
    </w:tblGrid>
    <w:tr w:rsidR="007D7B0E">
      <w:tc>
        <w:tcPr>
          <w:tcW w:w="921" w:type="dxa"/>
        </w:tcPr>
        <w:p w:rsidR="007D7B0E" w:rsidRDefault="007D7B0E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 w:rsidR="009A2B8A">
            <w:rPr>
              <w:rStyle w:val="Numerstrony"/>
              <w:rFonts w:ascii="Times New Roman" w:hAnsi="Times New Roman"/>
              <w:noProof/>
              <w:sz w:val="19"/>
            </w:rPr>
            <w:t>6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6237" w:type="dxa"/>
        </w:tcPr>
        <w:p w:rsidR="007D7B0E" w:rsidRDefault="007D7B0E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1985" w:type="dxa"/>
        </w:tcPr>
        <w:p w:rsidR="007D7B0E" w:rsidRDefault="007D7B0E">
          <w:pPr>
            <w:pStyle w:val="Nagwek"/>
            <w:jc w:val="right"/>
            <w:rPr>
              <w:rFonts w:ascii="Times New Roman" w:hAnsi="Times New Roman"/>
              <w:sz w:val="19"/>
            </w:rPr>
          </w:pPr>
        </w:p>
      </w:tc>
    </w:tr>
  </w:tbl>
  <w:p w:rsidR="007D7B0E" w:rsidRDefault="007D7B0E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A30C5B"/>
    <w:multiLevelType w:val="hybridMultilevel"/>
    <w:tmpl w:val="65887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22747D"/>
    <w:multiLevelType w:val="hybridMultilevel"/>
    <w:tmpl w:val="513A9D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E5C68"/>
    <w:multiLevelType w:val="singleLevel"/>
    <w:tmpl w:val="229C0A14"/>
    <w:lvl w:ilvl="0">
      <w:start w:val="1"/>
      <w:numFmt w:val="decimal"/>
      <w:pStyle w:val="Lista5wypunktowana5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0AAA3A0A"/>
    <w:multiLevelType w:val="hybridMultilevel"/>
    <w:tmpl w:val="A0E4D02A"/>
    <w:lvl w:ilvl="0" w:tplc="9B92CC7C">
      <w:start w:val="1"/>
      <w:numFmt w:val="decimal"/>
      <w:lvlText w:val="[%1]"/>
      <w:lvlJc w:val="left"/>
      <w:pPr>
        <w:ind w:left="502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517B0"/>
    <w:multiLevelType w:val="multilevel"/>
    <w:tmpl w:val="D0C82F68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147C0DDA"/>
    <w:multiLevelType w:val="hybridMultilevel"/>
    <w:tmpl w:val="388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6010B"/>
    <w:multiLevelType w:val="hybridMultilevel"/>
    <w:tmpl w:val="75B631AC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82141"/>
    <w:multiLevelType w:val="multilevel"/>
    <w:tmpl w:val="5CEEA2C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1" w15:restartNumberingAfterBreak="0">
    <w:nsid w:val="27D71576"/>
    <w:multiLevelType w:val="hybridMultilevel"/>
    <w:tmpl w:val="7F7882C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2D48E8"/>
    <w:multiLevelType w:val="multilevel"/>
    <w:tmpl w:val="534C193A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B341855"/>
    <w:multiLevelType w:val="hybridMultilevel"/>
    <w:tmpl w:val="8E7A4794"/>
    <w:lvl w:ilvl="0" w:tplc="FB64D538">
      <w:start w:val="7"/>
      <w:numFmt w:val="lowerLetter"/>
      <w:lvlText w:val="%1)"/>
      <w:lvlJc w:val="left"/>
      <w:pPr>
        <w:ind w:left="36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9002CF"/>
    <w:multiLevelType w:val="hybridMultilevel"/>
    <w:tmpl w:val="D8F81A88"/>
    <w:lvl w:ilvl="0" w:tplc="E07A242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7811"/>
    <w:multiLevelType w:val="hybridMultilevel"/>
    <w:tmpl w:val="7BB096A8"/>
    <w:lvl w:ilvl="0" w:tplc="A34E82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47473204"/>
    <w:multiLevelType w:val="singleLevel"/>
    <w:tmpl w:val="5CFE14A2"/>
    <w:lvl w:ilvl="0">
      <w:start w:val="1"/>
      <w:numFmt w:val="bullet"/>
      <w:pStyle w:val="Nagwek9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5A07166D"/>
    <w:multiLevelType w:val="hybridMultilevel"/>
    <w:tmpl w:val="6BBEAF10"/>
    <w:lvl w:ilvl="0" w:tplc="0846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E3017CC"/>
    <w:multiLevelType w:val="hybridMultilevel"/>
    <w:tmpl w:val="5130EE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A23B3A"/>
    <w:multiLevelType w:val="multilevel"/>
    <w:tmpl w:val="D8746A76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2A5174A"/>
    <w:multiLevelType w:val="hybridMultilevel"/>
    <w:tmpl w:val="403CA1A8"/>
    <w:lvl w:ilvl="0" w:tplc="3F60957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C7790"/>
    <w:multiLevelType w:val="singleLevel"/>
    <w:tmpl w:val="B2980E5C"/>
    <w:lvl w:ilvl="0">
      <w:start w:val="1"/>
      <w:numFmt w:val="lowerLetter"/>
      <w:pStyle w:val="wskazwk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700419BF"/>
    <w:multiLevelType w:val="hybridMultilevel"/>
    <w:tmpl w:val="F816F372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12"/>
    <w:lvlOverride w:ilvl="0">
      <w:lvl w:ilvl="0">
        <w:start w:val="1"/>
        <w:numFmt w:val="decimal"/>
        <w:suff w:val="space"/>
        <w:lvlText w:val="[%1]"/>
        <w:lvlJc w:val="left"/>
        <w:pPr>
          <w:ind w:left="644" w:hanging="360"/>
        </w:pPr>
        <w:rPr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502" w:hanging="360"/>
        </w:pPr>
        <w:rPr>
          <w:b/>
          <w:i w:val="0"/>
          <w:sz w:val="20"/>
          <w:szCs w:val="20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658"/>
          </w:tabs>
          <w:ind w:left="938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298"/>
          </w:tabs>
          <w:ind w:left="1298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658"/>
          </w:tabs>
          <w:ind w:left="1658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018"/>
          </w:tabs>
          <w:ind w:left="2018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378"/>
          </w:tabs>
          <w:ind w:left="2378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738"/>
          </w:tabs>
          <w:ind w:left="2738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098"/>
          </w:tabs>
          <w:ind w:left="3098" w:hanging="360"/>
        </w:pPr>
      </w:lvl>
    </w:lvlOverride>
  </w:num>
  <w:num w:numId="6">
    <w:abstractNumId w:val="16"/>
  </w:num>
  <w:num w:numId="7">
    <w:abstractNumId w:val="5"/>
  </w:num>
  <w:num w:numId="8">
    <w:abstractNumId w:val="22"/>
  </w:num>
  <w:num w:numId="9">
    <w:abstractNumId w:val="10"/>
  </w:num>
  <w:num w:numId="10">
    <w:abstractNumId w:val="11"/>
  </w:num>
  <w:num w:numId="11">
    <w:abstractNumId w:val="19"/>
  </w:num>
  <w:num w:numId="12">
    <w:abstractNumId w:val="15"/>
  </w:num>
  <w:num w:numId="13">
    <w:abstractNumId w:val="23"/>
  </w:num>
  <w:num w:numId="14">
    <w:abstractNumId w:val="20"/>
  </w:num>
  <w:num w:numId="15">
    <w:abstractNumId w:val="13"/>
  </w:num>
  <w:num w:numId="16">
    <w:abstractNumId w:val="14"/>
  </w:num>
  <w:num w:numId="17">
    <w:abstractNumId w:val="6"/>
  </w:num>
  <w:num w:numId="18">
    <w:abstractNumId w:val="9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4"/>
  </w:num>
  <w:num w:numId="24">
    <w:abstractNumId w:val="17"/>
  </w:num>
  <w:num w:numId="25">
    <w:abstractNumId w:val="7"/>
  </w:num>
  <w:num w:numId="26">
    <w:abstractNumId w:val="8"/>
  </w:num>
  <w:num w:numId="27">
    <w:abstractNumId w:val="21"/>
  </w:num>
  <w:num w:numId="28">
    <w:abstractNumId w:val="10"/>
    <w:lvlOverride w:ilvl="0">
      <w:startOverride w:val="2"/>
    </w:lvlOverride>
    <w:lvlOverride w:ilvl="1">
      <w:startOverride w:val="2"/>
    </w:lvlOverride>
    <w:lvlOverride w:ilvl="2">
      <w:startOverride w:val="4"/>
    </w:lvlOverride>
  </w:num>
  <w:num w:numId="29">
    <w:abstractNumId w:val="3"/>
  </w:num>
  <w:num w:numId="30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9B"/>
    <w:rsid w:val="00000B70"/>
    <w:rsid w:val="00003BFC"/>
    <w:rsid w:val="00004521"/>
    <w:rsid w:val="00004E6D"/>
    <w:rsid w:val="00006E11"/>
    <w:rsid w:val="00011F23"/>
    <w:rsid w:val="000152E3"/>
    <w:rsid w:val="00015CFC"/>
    <w:rsid w:val="000212D1"/>
    <w:rsid w:val="00023067"/>
    <w:rsid w:val="00023C97"/>
    <w:rsid w:val="000275CF"/>
    <w:rsid w:val="000306BF"/>
    <w:rsid w:val="00033141"/>
    <w:rsid w:val="00035801"/>
    <w:rsid w:val="000444B8"/>
    <w:rsid w:val="00070D3C"/>
    <w:rsid w:val="00071232"/>
    <w:rsid w:val="000714D9"/>
    <w:rsid w:val="00071A9E"/>
    <w:rsid w:val="00081E75"/>
    <w:rsid w:val="000827EF"/>
    <w:rsid w:val="00087EAD"/>
    <w:rsid w:val="00091140"/>
    <w:rsid w:val="00093347"/>
    <w:rsid w:val="00093CFF"/>
    <w:rsid w:val="00096A6D"/>
    <w:rsid w:val="000A168F"/>
    <w:rsid w:val="000A181F"/>
    <w:rsid w:val="000A5699"/>
    <w:rsid w:val="000A7F06"/>
    <w:rsid w:val="000B287F"/>
    <w:rsid w:val="000B2B1D"/>
    <w:rsid w:val="000C139B"/>
    <w:rsid w:val="000D0D02"/>
    <w:rsid w:val="000D11BA"/>
    <w:rsid w:val="000D38C0"/>
    <w:rsid w:val="000E0541"/>
    <w:rsid w:val="000E229F"/>
    <w:rsid w:val="000E341D"/>
    <w:rsid w:val="000E4AA9"/>
    <w:rsid w:val="000F058E"/>
    <w:rsid w:val="000F406A"/>
    <w:rsid w:val="00102113"/>
    <w:rsid w:val="001032BA"/>
    <w:rsid w:val="00111842"/>
    <w:rsid w:val="00113874"/>
    <w:rsid w:val="00113A2E"/>
    <w:rsid w:val="001140DD"/>
    <w:rsid w:val="001158CD"/>
    <w:rsid w:val="001204EB"/>
    <w:rsid w:val="00121A01"/>
    <w:rsid w:val="00122FC5"/>
    <w:rsid w:val="0012305E"/>
    <w:rsid w:val="00123671"/>
    <w:rsid w:val="001242FA"/>
    <w:rsid w:val="00125332"/>
    <w:rsid w:val="001278DD"/>
    <w:rsid w:val="0013455D"/>
    <w:rsid w:val="00137D81"/>
    <w:rsid w:val="00141AF9"/>
    <w:rsid w:val="00142E72"/>
    <w:rsid w:val="00143BAD"/>
    <w:rsid w:val="00147650"/>
    <w:rsid w:val="00147803"/>
    <w:rsid w:val="001507FD"/>
    <w:rsid w:val="00157BA3"/>
    <w:rsid w:val="001600C7"/>
    <w:rsid w:val="00160916"/>
    <w:rsid w:val="00161232"/>
    <w:rsid w:val="001700A0"/>
    <w:rsid w:val="001772C8"/>
    <w:rsid w:val="00177599"/>
    <w:rsid w:val="0019086E"/>
    <w:rsid w:val="0019260D"/>
    <w:rsid w:val="00193CA4"/>
    <w:rsid w:val="001A0B6F"/>
    <w:rsid w:val="001A1C96"/>
    <w:rsid w:val="001A2D39"/>
    <w:rsid w:val="001A4AB7"/>
    <w:rsid w:val="001A4B52"/>
    <w:rsid w:val="001B3CCC"/>
    <w:rsid w:val="001B574F"/>
    <w:rsid w:val="001C1078"/>
    <w:rsid w:val="001D13EB"/>
    <w:rsid w:val="001D1948"/>
    <w:rsid w:val="001D216E"/>
    <w:rsid w:val="001D5E94"/>
    <w:rsid w:val="001E0828"/>
    <w:rsid w:val="001E08E6"/>
    <w:rsid w:val="001E4F91"/>
    <w:rsid w:val="001E5983"/>
    <w:rsid w:val="001E5EBA"/>
    <w:rsid w:val="001F0FDE"/>
    <w:rsid w:val="001F3475"/>
    <w:rsid w:val="001F4F56"/>
    <w:rsid w:val="001F6ADF"/>
    <w:rsid w:val="00205C30"/>
    <w:rsid w:val="0020620D"/>
    <w:rsid w:val="00207645"/>
    <w:rsid w:val="00217EE7"/>
    <w:rsid w:val="002219AD"/>
    <w:rsid w:val="00225FF6"/>
    <w:rsid w:val="002321CA"/>
    <w:rsid w:val="00235C48"/>
    <w:rsid w:val="00240797"/>
    <w:rsid w:val="0024375F"/>
    <w:rsid w:val="00246077"/>
    <w:rsid w:val="002623D5"/>
    <w:rsid w:val="0027014A"/>
    <w:rsid w:val="002756F4"/>
    <w:rsid w:val="0027631C"/>
    <w:rsid w:val="00277B3B"/>
    <w:rsid w:val="002914BF"/>
    <w:rsid w:val="00293375"/>
    <w:rsid w:val="002968FF"/>
    <w:rsid w:val="002A4921"/>
    <w:rsid w:val="002B3441"/>
    <w:rsid w:val="002B4064"/>
    <w:rsid w:val="002B4922"/>
    <w:rsid w:val="002B4FB4"/>
    <w:rsid w:val="002B7370"/>
    <w:rsid w:val="002B7532"/>
    <w:rsid w:val="002B786E"/>
    <w:rsid w:val="002C698E"/>
    <w:rsid w:val="002D6309"/>
    <w:rsid w:val="002D64C9"/>
    <w:rsid w:val="002D7158"/>
    <w:rsid w:val="002E27E8"/>
    <w:rsid w:val="002F00C4"/>
    <w:rsid w:val="002F54A7"/>
    <w:rsid w:val="002F5A79"/>
    <w:rsid w:val="002F6F68"/>
    <w:rsid w:val="0030276C"/>
    <w:rsid w:val="003031DD"/>
    <w:rsid w:val="00306064"/>
    <w:rsid w:val="00311B73"/>
    <w:rsid w:val="00313088"/>
    <w:rsid w:val="00316063"/>
    <w:rsid w:val="00321217"/>
    <w:rsid w:val="00337773"/>
    <w:rsid w:val="00342A71"/>
    <w:rsid w:val="00342DED"/>
    <w:rsid w:val="0034781B"/>
    <w:rsid w:val="00347E3F"/>
    <w:rsid w:val="0035010A"/>
    <w:rsid w:val="0035516D"/>
    <w:rsid w:val="003627FA"/>
    <w:rsid w:val="00362927"/>
    <w:rsid w:val="0036524C"/>
    <w:rsid w:val="0037185C"/>
    <w:rsid w:val="00371C0C"/>
    <w:rsid w:val="00371D84"/>
    <w:rsid w:val="00372F64"/>
    <w:rsid w:val="00373B59"/>
    <w:rsid w:val="0038315A"/>
    <w:rsid w:val="00385A65"/>
    <w:rsid w:val="00385B88"/>
    <w:rsid w:val="0039150B"/>
    <w:rsid w:val="003976BC"/>
    <w:rsid w:val="003A2B24"/>
    <w:rsid w:val="003B459D"/>
    <w:rsid w:val="003B754F"/>
    <w:rsid w:val="003C02DE"/>
    <w:rsid w:val="003C2C4B"/>
    <w:rsid w:val="003D0F9C"/>
    <w:rsid w:val="003E268C"/>
    <w:rsid w:val="003F4AF0"/>
    <w:rsid w:val="00400038"/>
    <w:rsid w:val="0040247A"/>
    <w:rsid w:val="00407A69"/>
    <w:rsid w:val="004202E0"/>
    <w:rsid w:val="0042073E"/>
    <w:rsid w:val="00421761"/>
    <w:rsid w:val="004377E8"/>
    <w:rsid w:val="0044147B"/>
    <w:rsid w:val="00445F88"/>
    <w:rsid w:val="00446367"/>
    <w:rsid w:val="00453223"/>
    <w:rsid w:val="0045489F"/>
    <w:rsid w:val="00454DE7"/>
    <w:rsid w:val="00457B5B"/>
    <w:rsid w:val="00464ED0"/>
    <w:rsid w:val="0047298A"/>
    <w:rsid w:val="0047321A"/>
    <w:rsid w:val="0048734C"/>
    <w:rsid w:val="00493678"/>
    <w:rsid w:val="00493B7E"/>
    <w:rsid w:val="004952B2"/>
    <w:rsid w:val="0049622F"/>
    <w:rsid w:val="00497A88"/>
    <w:rsid w:val="004A00B3"/>
    <w:rsid w:val="004A3F2D"/>
    <w:rsid w:val="004B4494"/>
    <w:rsid w:val="004B5B8A"/>
    <w:rsid w:val="004B5E38"/>
    <w:rsid w:val="004C0BD1"/>
    <w:rsid w:val="004C59A8"/>
    <w:rsid w:val="004C5C48"/>
    <w:rsid w:val="004C79D0"/>
    <w:rsid w:val="004D1BBA"/>
    <w:rsid w:val="004D3EC2"/>
    <w:rsid w:val="004D70D9"/>
    <w:rsid w:val="004D7712"/>
    <w:rsid w:val="004E4D62"/>
    <w:rsid w:val="004E54DD"/>
    <w:rsid w:val="004E59B9"/>
    <w:rsid w:val="004E7327"/>
    <w:rsid w:val="004F6730"/>
    <w:rsid w:val="0050250F"/>
    <w:rsid w:val="00505B96"/>
    <w:rsid w:val="00506104"/>
    <w:rsid w:val="00517D90"/>
    <w:rsid w:val="00525830"/>
    <w:rsid w:val="00537711"/>
    <w:rsid w:val="00537A5E"/>
    <w:rsid w:val="00543F63"/>
    <w:rsid w:val="00545772"/>
    <w:rsid w:val="00545B37"/>
    <w:rsid w:val="005510FC"/>
    <w:rsid w:val="00554776"/>
    <w:rsid w:val="00554F3E"/>
    <w:rsid w:val="005608B5"/>
    <w:rsid w:val="00561ECC"/>
    <w:rsid w:val="005632A8"/>
    <w:rsid w:val="005663D9"/>
    <w:rsid w:val="005671A5"/>
    <w:rsid w:val="005706FE"/>
    <w:rsid w:val="00577502"/>
    <w:rsid w:val="00584FE8"/>
    <w:rsid w:val="00586103"/>
    <w:rsid w:val="00586D0D"/>
    <w:rsid w:val="005873B5"/>
    <w:rsid w:val="00587B3A"/>
    <w:rsid w:val="00591E2D"/>
    <w:rsid w:val="005A3510"/>
    <w:rsid w:val="005A4D8D"/>
    <w:rsid w:val="005A65D1"/>
    <w:rsid w:val="005A782F"/>
    <w:rsid w:val="005B3D4B"/>
    <w:rsid w:val="005B4340"/>
    <w:rsid w:val="005B70F4"/>
    <w:rsid w:val="005C0DB8"/>
    <w:rsid w:val="005C22D7"/>
    <w:rsid w:val="005C7203"/>
    <w:rsid w:val="005D0BD5"/>
    <w:rsid w:val="005D5217"/>
    <w:rsid w:val="005F0FDE"/>
    <w:rsid w:val="005F7555"/>
    <w:rsid w:val="006023BC"/>
    <w:rsid w:val="00616FA9"/>
    <w:rsid w:val="006171EA"/>
    <w:rsid w:val="006211ED"/>
    <w:rsid w:val="00636CEC"/>
    <w:rsid w:val="00643263"/>
    <w:rsid w:val="00653663"/>
    <w:rsid w:val="0065407B"/>
    <w:rsid w:val="006565FC"/>
    <w:rsid w:val="006575C0"/>
    <w:rsid w:val="00662010"/>
    <w:rsid w:val="006665CC"/>
    <w:rsid w:val="00666EDE"/>
    <w:rsid w:val="00667B56"/>
    <w:rsid w:val="006709E3"/>
    <w:rsid w:val="0067100F"/>
    <w:rsid w:val="006805D4"/>
    <w:rsid w:val="006830E0"/>
    <w:rsid w:val="00683708"/>
    <w:rsid w:val="00691DAD"/>
    <w:rsid w:val="00691ECB"/>
    <w:rsid w:val="006967C7"/>
    <w:rsid w:val="006A10C7"/>
    <w:rsid w:val="006A1D99"/>
    <w:rsid w:val="006A60CE"/>
    <w:rsid w:val="006B3830"/>
    <w:rsid w:val="006C25FB"/>
    <w:rsid w:val="006C62EC"/>
    <w:rsid w:val="006C7725"/>
    <w:rsid w:val="006D1289"/>
    <w:rsid w:val="006D3DD0"/>
    <w:rsid w:val="006D60C2"/>
    <w:rsid w:val="006E0C63"/>
    <w:rsid w:val="006F5F01"/>
    <w:rsid w:val="00707E30"/>
    <w:rsid w:val="00711B85"/>
    <w:rsid w:val="00712CC6"/>
    <w:rsid w:val="00712D71"/>
    <w:rsid w:val="007219B4"/>
    <w:rsid w:val="0072398E"/>
    <w:rsid w:val="0073101E"/>
    <w:rsid w:val="007325FE"/>
    <w:rsid w:val="007374DC"/>
    <w:rsid w:val="0074630B"/>
    <w:rsid w:val="00746B9E"/>
    <w:rsid w:val="00746FE7"/>
    <w:rsid w:val="00750741"/>
    <w:rsid w:val="007513C2"/>
    <w:rsid w:val="00755EA4"/>
    <w:rsid w:val="00760C25"/>
    <w:rsid w:val="00760E10"/>
    <w:rsid w:val="00762030"/>
    <w:rsid w:val="00763602"/>
    <w:rsid w:val="00763DCA"/>
    <w:rsid w:val="00766A2D"/>
    <w:rsid w:val="00770CD3"/>
    <w:rsid w:val="00773B0D"/>
    <w:rsid w:val="007820B1"/>
    <w:rsid w:val="007859B4"/>
    <w:rsid w:val="00787C7F"/>
    <w:rsid w:val="007900B7"/>
    <w:rsid w:val="00791670"/>
    <w:rsid w:val="007A097A"/>
    <w:rsid w:val="007A0BE8"/>
    <w:rsid w:val="007A3B0B"/>
    <w:rsid w:val="007A715D"/>
    <w:rsid w:val="007A77B2"/>
    <w:rsid w:val="007B07BD"/>
    <w:rsid w:val="007B1680"/>
    <w:rsid w:val="007B2125"/>
    <w:rsid w:val="007B290F"/>
    <w:rsid w:val="007B556E"/>
    <w:rsid w:val="007B6F4E"/>
    <w:rsid w:val="007C3D3C"/>
    <w:rsid w:val="007C59B8"/>
    <w:rsid w:val="007D1AFB"/>
    <w:rsid w:val="007D7B0E"/>
    <w:rsid w:val="007E22E8"/>
    <w:rsid w:val="007E2CBF"/>
    <w:rsid w:val="007E73C1"/>
    <w:rsid w:val="007F13BC"/>
    <w:rsid w:val="007F6950"/>
    <w:rsid w:val="007F7AAD"/>
    <w:rsid w:val="008015A6"/>
    <w:rsid w:val="00801945"/>
    <w:rsid w:val="0080218C"/>
    <w:rsid w:val="00804C92"/>
    <w:rsid w:val="00805EB6"/>
    <w:rsid w:val="0081091E"/>
    <w:rsid w:val="008113A0"/>
    <w:rsid w:val="00815CD7"/>
    <w:rsid w:val="00821966"/>
    <w:rsid w:val="00822272"/>
    <w:rsid w:val="00822946"/>
    <w:rsid w:val="00823C85"/>
    <w:rsid w:val="0082435C"/>
    <w:rsid w:val="00826634"/>
    <w:rsid w:val="00835444"/>
    <w:rsid w:val="008467B3"/>
    <w:rsid w:val="00850071"/>
    <w:rsid w:val="00853FA3"/>
    <w:rsid w:val="00857E3A"/>
    <w:rsid w:val="00862774"/>
    <w:rsid w:val="0086625F"/>
    <w:rsid w:val="00867DEA"/>
    <w:rsid w:val="00874721"/>
    <w:rsid w:val="00875050"/>
    <w:rsid w:val="008863B6"/>
    <w:rsid w:val="00887C50"/>
    <w:rsid w:val="00891CDC"/>
    <w:rsid w:val="00897177"/>
    <w:rsid w:val="00897234"/>
    <w:rsid w:val="008A0882"/>
    <w:rsid w:val="008A28AA"/>
    <w:rsid w:val="008A3813"/>
    <w:rsid w:val="008A401B"/>
    <w:rsid w:val="008A4186"/>
    <w:rsid w:val="008A78FF"/>
    <w:rsid w:val="008B17E8"/>
    <w:rsid w:val="008B4E7B"/>
    <w:rsid w:val="008C1092"/>
    <w:rsid w:val="008C2719"/>
    <w:rsid w:val="008C382B"/>
    <w:rsid w:val="008C6FE8"/>
    <w:rsid w:val="008D0352"/>
    <w:rsid w:val="008D3F78"/>
    <w:rsid w:val="008E62EB"/>
    <w:rsid w:val="008E6A63"/>
    <w:rsid w:val="008F4DE4"/>
    <w:rsid w:val="008F6180"/>
    <w:rsid w:val="008F6B70"/>
    <w:rsid w:val="008F6CD4"/>
    <w:rsid w:val="00901554"/>
    <w:rsid w:val="00905137"/>
    <w:rsid w:val="009228BF"/>
    <w:rsid w:val="009265C8"/>
    <w:rsid w:val="00933D32"/>
    <w:rsid w:val="009405AB"/>
    <w:rsid w:val="009438A1"/>
    <w:rsid w:val="00945C11"/>
    <w:rsid w:val="00950B86"/>
    <w:rsid w:val="00950CEB"/>
    <w:rsid w:val="009556E5"/>
    <w:rsid w:val="0096085F"/>
    <w:rsid w:val="0096565F"/>
    <w:rsid w:val="00973BA1"/>
    <w:rsid w:val="009803F9"/>
    <w:rsid w:val="0098374A"/>
    <w:rsid w:val="00985BD8"/>
    <w:rsid w:val="00986306"/>
    <w:rsid w:val="00994842"/>
    <w:rsid w:val="009A04A3"/>
    <w:rsid w:val="009A2B8A"/>
    <w:rsid w:val="009B6CB6"/>
    <w:rsid w:val="009C5A21"/>
    <w:rsid w:val="009C62B9"/>
    <w:rsid w:val="009D047E"/>
    <w:rsid w:val="009D39EE"/>
    <w:rsid w:val="009D6B2F"/>
    <w:rsid w:val="009E63CE"/>
    <w:rsid w:val="009E7DD8"/>
    <w:rsid w:val="009F200E"/>
    <w:rsid w:val="00A008B6"/>
    <w:rsid w:val="00A037CE"/>
    <w:rsid w:val="00A03C10"/>
    <w:rsid w:val="00A0474D"/>
    <w:rsid w:val="00A05B09"/>
    <w:rsid w:val="00A15EA0"/>
    <w:rsid w:val="00A17D02"/>
    <w:rsid w:val="00A22295"/>
    <w:rsid w:val="00A2670F"/>
    <w:rsid w:val="00A3205A"/>
    <w:rsid w:val="00A34691"/>
    <w:rsid w:val="00A401B8"/>
    <w:rsid w:val="00A40368"/>
    <w:rsid w:val="00A42D96"/>
    <w:rsid w:val="00A50A26"/>
    <w:rsid w:val="00A51CEF"/>
    <w:rsid w:val="00A528CB"/>
    <w:rsid w:val="00A64E23"/>
    <w:rsid w:val="00A653FE"/>
    <w:rsid w:val="00A65497"/>
    <w:rsid w:val="00A65F55"/>
    <w:rsid w:val="00A709F6"/>
    <w:rsid w:val="00A747FF"/>
    <w:rsid w:val="00A800F3"/>
    <w:rsid w:val="00A836A8"/>
    <w:rsid w:val="00A83F13"/>
    <w:rsid w:val="00A84B71"/>
    <w:rsid w:val="00A961CB"/>
    <w:rsid w:val="00A96F61"/>
    <w:rsid w:val="00AA765E"/>
    <w:rsid w:val="00AB0F56"/>
    <w:rsid w:val="00AB250F"/>
    <w:rsid w:val="00AB567C"/>
    <w:rsid w:val="00AC36FE"/>
    <w:rsid w:val="00AC3D1A"/>
    <w:rsid w:val="00AC4300"/>
    <w:rsid w:val="00AC4597"/>
    <w:rsid w:val="00AD2BA2"/>
    <w:rsid w:val="00AD5935"/>
    <w:rsid w:val="00AD5A85"/>
    <w:rsid w:val="00AD6D81"/>
    <w:rsid w:val="00AD75BA"/>
    <w:rsid w:val="00AE0AEE"/>
    <w:rsid w:val="00AE109A"/>
    <w:rsid w:val="00AF0127"/>
    <w:rsid w:val="00AF2F50"/>
    <w:rsid w:val="00AF7850"/>
    <w:rsid w:val="00B05F64"/>
    <w:rsid w:val="00B10B4D"/>
    <w:rsid w:val="00B15B97"/>
    <w:rsid w:val="00B17F16"/>
    <w:rsid w:val="00B21A64"/>
    <w:rsid w:val="00B22FAB"/>
    <w:rsid w:val="00B2502B"/>
    <w:rsid w:val="00B46B2D"/>
    <w:rsid w:val="00B46FD0"/>
    <w:rsid w:val="00B60E0A"/>
    <w:rsid w:val="00B65069"/>
    <w:rsid w:val="00B67594"/>
    <w:rsid w:val="00B72633"/>
    <w:rsid w:val="00B745A4"/>
    <w:rsid w:val="00B86F50"/>
    <w:rsid w:val="00B97612"/>
    <w:rsid w:val="00BA0676"/>
    <w:rsid w:val="00BA2A8A"/>
    <w:rsid w:val="00BC14AE"/>
    <w:rsid w:val="00BC2E6C"/>
    <w:rsid w:val="00BC3842"/>
    <w:rsid w:val="00BC61D4"/>
    <w:rsid w:val="00BC775D"/>
    <w:rsid w:val="00BD7019"/>
    <w:rsid w:val="00BE1202"/>
    <w:rsid w:val="00BF232D"/>
    <w:rsid w:val="00BF3FAF"/>
    <w:rsid w:val="00BF7DB0"/>
    <w:rsid w:val="00C01004"/>
    <w:rsid w:val="00C0371B"/>
    <w:rsid w:val="00C05315"/>
    <w:rsid w:val="00C163A7"/>
    <w:rsid w:val="00C170D0"/>
    <w:rsid w:val="00C17CCD"/>
    <w:rsid w:val="00C21781"/>
    <w:rsid w:val="00C23019"/>
    <w:rsid w:val="00C26ECF"/>
    <w:rsid w:val="00C2792F"/>
    <w:rsid w:val="00C32B97"/>
    <w:rsid w:val="00C36041"/>
    <w:rsid w:val="00C42127"/>
    <w:rsid w:val="00C4539F"/>
    <w:rsid w:val="00C52759"/>
    <w:rsid w:val="00C55EF2"/>
    <w:rsid w:val="00C6036C"/>
    <w:rsid w:val="00C60653"/>
    <w:rsid w:val="00C60D15"/>
    <w:rsid w:val="00C70066"/>
    <w:rsid w:val="00C70E7B"/>
    <w:rsid w:val="00C71D12"/>
    <w:rsid w:val="00C735E6"/>
    <w:rsid w:val="00C73808"/>
    <w:rsid w:val="00C833FD"/>
    <w:rsid w:val="00C84CF1"/>
    <w:rsid w:val="00C879FA"/>
    <w:rsid w:val="00C9411D"/>
    <w:rsid w:val="00C95A67"/>
    <w:rsid w:val="00CA512E"/>
    <w:rsid w:val="00CB3654"/>
    <w:rsid w:val="00CB6AA1"/>
    <w:rsid w:val="00CB7DA2"/>
    <w:rsid w:val="00CB7E5F"/>
    <w:rsid w:val="00CC33D0"/>
    <w:rsid w:val="00CC5653"/>
    <w:rsid w:val="00CC603F"/>
    <w:rsid w:val="00CC6CFB"/>
    <w:rsid w:val="00CD2C6E"/>
    <w:rsid w:val="00CE115C"/>
    <w:rsid w:val="00CE3C5C"/>
    <w:rsid w:val="00CE4294"/>
    <w:rsid w:val="00CE5936"/>
    <w:rsid w:val="00CE615B"/>
    <w:rsid w:val="00CF3098"/>
    <w:rsid w:val="00CF48DF"/>
    <w:rsid w:val="00D13009"/>
    <w:rsid w:val="00D13FB5"/>
    <w:rsid w:val="00D15FFD"/>
    <w:rsid w:val="00D32828"/>
    <w:rsid w:val="00D3300C"/>
    <w:rsid w:val="00D37BB7"/>
    <w:rsid w:val="00D41217"/>
    <w:rsid w:val="00D41436"/>
    <w:rsid w:val="00D415FA"/>
    <w:rsid w:val="00D45F98"/>
    <w:rsid w:val="00D529BF"/>
    <w:rsid w:val="00D562FA"/>
    <w:rsid w:val="00D62C18"/>
    <w:rsid w:val="00D637EF"/>
    <w:rsid w:val="00D66DBB"/>
    <w:rsid w:val="00D70872"/>
    <w:rsid w:val="00D70CAB"/>
    <w:rsid w:val="00D71337"/>
    <w:rsid w:val="00D7365A"/>
    <w:rsid w:val="00D7480D"/>
    <w:rsid w:val="00D8085B"/>
    <w:rsid w:val="00D82813"/>
    <w:rsid w:val="00D8334D"/>
    <w:rsid w:val="00D85CD1"/>
    <w:rsid w:val="00D866EE"/>
    <w:rsid w:val="00D901D8"/>
    <w:rsid w:val="00D932B6"/>
    <w:rsid w:val="00DA2F49"/>
    <w:rsid w:val="00DA565A"/>
    <w:rsid w:val="00DA633E"/>
    <w:rsid w:val="00DB07C7"/>
    <w:rsid w:val="00DB2B2F"/>
    <w:rsid w:val="00DB4440"/>
    <w:rsid w:val="00DB68AC"/>
    <w:rsid w:val="00DC202E"/>
    <w:rsid w:val="00DC3BC3"/>
    <w:rsid w:val="00DD435E"/>
    <w:rsid w:val="00DD4FDE"/>
    <w:rsid w:val="00DD7D55"/>
    <w:rsid w:val="00DE736F"/>
    <w:rsid w:val="00DF0242"/>
    <w:rsid w:val="00DF108C"/>
    <w:rsid w:val="00DF3DC8"/>
    <w:rsid w:val="00DF6D07"/>
    <w:rsid w:val="00E02EB8"/>
    <w:rsid w:val="00E030C7"/>
    <w:rsid w:val="00E05286"/>
    <w:rsid w:val="00E07194"/>
    <w:rsid w:val="00E10C36"/>
    <w:rsid w:val="00E112DC"/>
    <w:rsid w:val="00E11C36"/>
    <w:rsid w:val="00E1772D"/>
    <w:rsid w:val="00E17C59"/>
    <w:rsid w:val="00E26FD1"/>
    <w:rsid w:val="00E34F49"/>
    <w:rsid w:val="00E35EF4"/>
    <w:rsid w:val="00E3654D"/>
    <w:rsid w:val="00E36B50"/>
    <w:rsid w:val="00E44ADB"/>
    <w:rsid w:val="00E47077"/>
    <w:rsid w:val="00E474E7"/>
    <w:rsid w:val="00E478C0"/>
    <w:rsid w:val="00E54E9F"/>
    <w:rsid w:val="00E56E57"/>
    <w:rsid w:val="00E6423B"/>
    <w:rsid w:val="00E6574B"/>
    <w:rsid w:val="00E65A91"/>
    <w:rsid w:val="00E84BB9"/>
    <w:rsid w:val="00E87CFE"/>
    <w:rsid w:val="00E97916"/>
    <w:rsid w:val="00EA2E5D"/>
    <w:rsid w:val="00EA683A"/>
    <w:rsid w:val="00EB2421"/>
    <w:rsid w:val="00EB3331"/>
    <w:rsid w:val="00EB4675"/>
    <w:rsid w:val="00EB7F3F"/>
    <w:rsid w:val="00EC3863"/>
    <w:rsid w:val="00EC499C"/>
    <w:rsid w:val="00ED00FD"/>
    <w:rsid w:val="00ED3C24"/>
    <w:rsid w:val="00ED5CB0"/>
    <w:rsid w:val="00EE40CB"/>
    <w:rsid w:val="00EE7F47"/>
    <w:rsid w:val="00EF138F"/>
    <w:rsid w:val="00EF7434"/>
    <w:rsid w:val="00F172D5"/>
    <w:rsid w:val="00F21DE7"/>
    <w:rsid w:val="00F25A39"/>
    <w:rsid w:val="00F3450E"/>
    <w:rsid w:val="00F35333"/>
    <w:rsid w:val="00F35657"/>
    <w:rsid w:val="00F36932"/>
    <w:rsid w:val="00F46B39"/>
    <w:rsid w:val="00F473AB"/>
    <w:rsid w:val="00F517E5"/>
    <w:rsid w:val="00F5481B"/>
    <w:rsid w:val="00F70D53"/>
    <w:rsid w:val="00F75D97"/>
    <w:rsid w:val="00F75DC7"/>
    <w:rsid w:val="00F82B22"/>
    <w:rsid w:val="00F937F5"/>
    <w:rsid w:val="00F93CAA"/>
    <w:rsid w:val="00F95FCB"/>
    <w:rsid w:val="00F968B4"/>
    <w:rsid w:val="00FA2820"/>
    <w:rsid w:val="00FA3C9A"/>
    <w:rsid w:val="00FA671A"/>
    <w:rsid w:val="00FA6EE8"/>
    <w:rsid w:val="00FB5166"/>
    <w:rsid w:val="00FB676D"/>
    <w:rsid w:val="00FC205E"/>
    <w:rsid w:val="00FC3A9B"/>
    <w:rsid w:val="00FC5FAE"/>
    <w:rsid w:val="00FD0966"/>
    <w:rsid w:val="00FD41C6"/>
    <w:rsid w:val="00FE0337"/>
    <w:rsid w:val="00FE2DCD"/>
    <w:rsid w:val="00FE5CC7"/>
    <w:rsid w:val="00FE6564"/>
    <w:rsid w:val="00FF0626"/>
    <w:rsid w:val="00FF20D9"/>
    <w:rsid w:val="00FF36C2"/>
    <w:rsid w:val="00FF43A2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1D697"/>
  <w15:chartTrackingRefBased/>
  <w15:docId w15:val="{8AC266BA-82A8-4A31-93B0-7CCCEA5E4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A800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numPr>
        <w:numId w:val="9"/>
      </w:numPr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9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9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6"/>
      </w:numPr>
      <w:overflowPunct/>
      <w:autoSpaceDE/>
      <w:autoSpaceDN/>
      <w:adjustRightInd/>
      <w:spacing w:before="240" w:after="60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6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6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6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7"/>
      </w:numPr>
      <w:ind w:right="284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7"/>
      </w:numPr>
      <w:ind w:right="284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pPr>
      <w:tabs>
        <w:tab w:val="num" w:pos="360"/>
      </w:tabs>
      <w:spacing w:after="0"/>
    </w:pPr>
  </w:style>
  <w:style w:type="paragraph" w:styleId="Tekstpodstawowy">
    <w:name w:val="Body Text"/>
    <w:basedOn w:val="Normalny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customStyle="1" w:styleId="Lista4wypunktowana4">
    <w:name w:val="Lista4 wypunktowana4"/>
    <w:basedOn w:val="Standard1"/>
    <w:autoRedefine/>
    <w:pPr>
      <w:numPr>
        <w:ilvl w:val="3"/>
        <w:numId w:val="7"/>
      </w:numPr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</w:pPr>
  </w:style>
  <w:style w:type="paragraph" w:customStyle="1" w:styleId="wskazwka">
    <w:name w:val="wskazówka"/>
    <w:basedOn w:val="Standard1"/>
    <w:next w:val="Standard1"/>
    <w:pPr>
      <w:numPr>
        <w:ilvl w:val="3"/>
        <w:numId w:val="8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Tekstpodstawowy21">
    <w:name w:val="Tekst podstawowy 21"/>
    <w:basedOn w:val="Normalny"/>
    <w:rPr>
      <w:sz w:val="28"/>
    </w:rPr>
  </w:style>
  <w:style w:type="paragraph" w:styleId="Tytu">
    <w:name w:val="Title"/>
    <w:basedOn w:val="Normalny"/>
    <w:qFormat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Legenda">
    <w:name w:val="caption"/>
    <w:basedOn w:val="Normalny"/>
    <w:next w:val="Normalny"/>
    <w:qFormat/>
    <w:pPr>
      <w:overflowPunct/>
      <w:autoSpaceDE/>
      <w:autoSpaceDN/>
      <w:adjustRightInd/>
      <w:jc w:val="center"/>
      <w:textAlignment w:val="auto"/>
    </w:pPr>
    <w:rPr>
      <w:sz w:val="4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listicons">
    <w:name w:val="list_icons"/>
    <w:basedOn w:val="Domylnaczcionkaakapitu"/>
    <w:rsid w:val="008A0882"/>
  </w:style>
  <w:style w:type="character" w:customStyle="1" w:styleId="titlelink">
    <w:name w:val="titlelink"/>
    <w:basedOn w:val="Domylnaczcionkaakapitu"/>
    <w:rsid w:val="008A0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2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9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17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47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35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95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716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019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4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5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6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24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15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571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644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59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652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30</TotalTime>
  <Pages>6</Pages>
  <Words>2458</Words>
  <Characters>14753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17177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Rogóż Agnieszka</cp:lastModifiedBy>
  <cp:revision>7</cp:revision>
  <cp:lastPrinted>2022-03-07T11:37:00Z</cp:lastPrinted>
  <dcterms:created xsi:type="dcterms:W3CDTF">2023-08-01T07:28:00Z</dcterms:created>
  <dcterms:modified xsi:type="dcterms:W3CDTF">2023-08-08T10:26:00Z</dcterms:modified>
</cp:coreProperties>
</file>